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3EA" w:rsidRDefault="003248E0" w:rsidP="008C13EA">
      <w:pPr>
        <w:pStyle w:val="OZNPROJEKTUwskazaniedatylubwersjiprojektu"/>
      </w:pPr>
      <w:r>
        <w:t xml:space="preserve">Projekt z </w:t>
      </w:r>
      <w:r w:rsidR="005A4F53">
        <w:t>9</w:t>
      </w:r>
      <w:r w:rsidR="008C13EA">
        <w:t>.</w:t>
      </w:r>
      <w:r w:rsidR="005537AB">
        <w:t>1</w:t>
      </w:r>
      <w:r w:rsidR="00E3512E">
        <w:t>2</w:t>
      </w:r>
      <w:r w:rsidR="008C13EA">
        <w:t xml:space="preserve">.2019 </w:t>
      </w:r>
      <w:proofErr w:type="gramStart"/>
      <w:r w:rsidR="008C13EA">
        <w:t>r</w:t>
      </w:r>
      <w:proofErr w:type="gramEnd"/>
      <w:r w:rsidR="008C13EA">
        <w:t>.</w:t>
      </w:r>
    </w:p>
    <w:p w:rsidR="008C13EA" w:rsidRDefault="008C13EA" w:rsidP="00075647">
      <w:pPr>
        <w:pStyle w:val="OZNRODZAKTUtznustawalubrozporzdzenieiorganwydajcy"/>
      </w:pPr>
    </w:p>
    <w:p w:rsidR="004A6527" w:rsidRPr="004A6527" w:rsidRDefault="004A6527" w:rsidP="00075647">
      <w:pPr>
        <w:pStyle w:val="OZNRODZAKTUtznustawalubrozporzdzenieiorganwydajcy"/>
      </w:pPr>
      <w:r w:rsidRPr="004A6527">
        <w:t>ROZPORZĄDZENIE</w:t>
      </w:r>
    </w:p>
    <w:p w:rsidR="004A6527" w:rsidRDefault="004A6527" w:rsidP="00075647">
      <w:pPr>
        <w:pStyle w:val="OZNRODZAKTUtznustawalubrozporzdzenieiorganwydajcy"/>
        <w:rPr>
          <w:vertAlign w:val="superscript"/>
        </w:rPr>
      </w:pPr>
      <w:r w:rsidRPr="004A6527">
        <w:t>MINISTRA CYFRYZACJI</w:t>
      </w:r>
      <w:r w:rsidR="00CB514B" w:rsidRPr="007809CC">
        <w:rPr>
          <w:rStyle w:val="Odwoanieprzypisudolnego"/>
          <w:b w:val="0"/>
        </w:rPr>
        <w:footnoteReference w:id="1"/>
      </w:r>
      <w:r w:rsidRPr="007809CC">
        <w:rPr>
          <w:b w:val="0"/>
          <w:vertAlign w:val="superscript"/>
        </w:rPr>
        <w:t>)</w:t>
      </w:r>
    </w:p>
    <w:p w:rsidR="00CB514B" w:rsidRPr="00CB514B" w:rsidRDefault="00CB514B" w:rsidP="00CB514B">
      <w:pPr>
        <w:pStyle w:val="DATAAKTUdatauchwalenialubwydaniaaktu"/>
      </w:pPr>
      <w:proofErr w:type="gramStart"/>
      <w:r>
        <w:t>z</w:t>
      </w:r>
      <w:proofErr w:type="gramEnd"/>
      <w:r>
        <w:t xml:space="preserve"> dnia</w:t>
      </w:r>
      <w:r w:rsidR="00AE249A">
        <w:t xml:space="preserve"> </w:t>
      </w:r>
      <w:r>
        <w:t>…………………</w:t>
      </w:r>
      <w:r w:rsidR="00AE249A">
        <w:t xml:space="preserve"> 2019 r.</w:t>
      </w:r>
    </w:p>
    <w:p w:rsidR="004A6527" w:rsidRPr="004A6527" w:rsidRDefault="004A6527" w:rsidP="00CB514B">
      <w:pPr>
        <w:pStyle w:val="TYTUAKTUprzedmiotregulacjiustawylubrozporzdzenia"/>
      </w:pPr>
      <w:proofErr w:type="gramStart"/>
      <w:r w:rsidRPr="004A6527">
        <w:t>w</w:t>
      </w:r>
      <w:proofErr w:type="gramEnd"/>
      <w:r w:rsidRPr="004A6527">
        <w:t xml:space="preserve"> sprawie opłaty ewidencyjnej stanowiącej przychód </w:t>
      </w:r>
      <w:r w:rsidR="00CC417F">
        <w:t>F</w:t>
      </w:r>
      <w:r w:rsidRPr="004A6527">
        <w:t xml:space="preserve">unduszu </w:t>
      </w:r>
      <w:r w:rsidR="00CC3E7C">
        <w:t>–</w:t>
      </w:r>
      <w:r w:rsidRPr="004A6527">
        <w:t xml:space="preserve"> Centralna Ewidencja Pojazdów i Kierowców</w:t>
      </w:r>
    </w:p>
    <w:p w:rsidR="004A6527" w:rsidRPr="004A6527" w:rsidRDefault="004A6527" w:rsidP="00CB514B">
      <w:pPr>
        <w:pStyle w:val="NIEARTTEKSTtekstnieartykuowanynppodstprawnarozplubpreambua"/>
      </w:pPr>
      <w:r w:rsidRPr="004A6527">
        <w:t xml:space="preserve">Na podstawie art. 80d ust. 7 ustawy z dnia 20 czerwca 1997 r. </w:t>
      </w:r>
      <w:r w:rsidR="00CC417F">
        <w:t>–</w:t>
      </w:r>
      <w:r w:rsidRPr="004A6527">
        <w:t xml:space="preserve"> Prawo o ruchu drogowym (Dz.</w:t>
      </w:r>
      <w:r w:rsidR="00CC417F">
        <w:t xml:space="preserve"> </w:t>
      </w:r>
      <w:r w:rsidRPr="004A6527">
        <w:t xml:space="preserve">U. </w:t>
      </w:r>
      <w:proofErr w:type="gramStart"/>
      <w:r w:rsidRPr="004A6527">
        <w:t>z</w:t>
      </w:r>
      <w:proofErr w:type="gramEnd"/>
      <w:r w:rsidRPr="004A6527">
        <w:t xml:space="preserve"> 2018 r. poz. 1990</w:t>
      </w:r>
      <w:r w:rsidR="00CC417F">
        <w:t>,</w:t>
      </w:r>
      <w:r w:rsidRPr="004A6527">
        <w:t xml:space="preserve"> z </w:t>
      </w:r>
      <w:proofErr w:type="spellStart"/>
      <w:r w:rsidRPr="004A6527">
        <w:t>późn</w:t>
      </w:r>
      <w:proofErr w:type="spellEnd"/>
      <w:r w:rsidRPr="004A6527">
        <w:t xml:space="preserve">. </w:t>
      </w:r>
      <w:proofErr w:type="gramStart"/>
      <w:r w:rsidRPr="004A6527">
        <w:t>zm</w:t>
      </w:r>
      <w:proofErr w:type="gramEnd"/>
      <w:r w:rsidRPr="004A6527">
        <w:t>.</w:t>
      </w:r>
      <w:r w:rsidR="00CB514B">
        <w:rPr>
          <w:rStyle w:val="Odwoanieprzypisudolnego"/>
        </w:rPr>
        <w:footnoteReference w:id="2"/>
      </w:r>
      <w:r w:rsidR="00CB514B">
        <w:rPr>
          <w:vertAlign w:val="superscript"/>
        </w:rPr>
        <w:t>)</w:t>
      </w:r>
      <w:r w:rsidRPr="004A6527">
        <w:t>) zarządza się, co następuje:</w:t>
      </w:r>
    </w:p>
    <w:p w:rsidR="004A6527" w:rsidRPr="00B54A94" w:rsidRDefault="004A6527" w:rsidP="00B54A94">
      <w:pPr>
        <w:pStyle w:val="ARTartustawynprozporzdzenia"/>
      </w:pPr>
      <w:r w:rsidRPr="00B54A94">
        <w:rPr>
          <w:rStyle w:val="Ppogrubienie"/>
        </w:rPr>
        <w:t>§</w:t>
      </w:r>
      <w:r w:rsidR="00075647" w:rsidRPr="00B54A94">
        <w:rPr>
          <w:rStyle w:val="Ppogrubienie"/>
        </w:rPr>
        <w:t> </w:t>
      </w:r>
      <w:r w:rsidRPr="00B54A94">
        <w:rPr>
          <w:rStyle w:val="Ppogrubienie"/>
        </w:rPr>
        <w:t>1</w:t>
      </w:r>
      <w:r w:rsidR="00B54A94" w:rsidRPr="00B54A94">
        <w:rPr>
          <w:rStyle w:val="Ppogrubienie"/>
        </w:rPr>
        <w:t>.</w:t>
      </w:r>
      <w:r w:rsidR="00075647" w:rsidRPr="00B54A94">
        <w:rPr>
          <w:rStyle w:val="Ppogrubienie"/>
          <w:b w:val="0"/>
        </w:rPr>
        <w:t> </w:t>
      </w:r>
      <w:r w:rsidRPr="00B54A94">
        <w:rPr>
          <w:rStyle w:val="Ppogrubienie"/>
          <w:b w:val="0"/>
        </w:rPr>
        <w:t>Rozporządzenie</w:t>
      </w:r>
      <w:r w:rsidR="00075647" w:rsidRPr="00B54A94">
        <w:rPr>
          <w:rStyle w:val="Ppogrubienie"/>
          <w:b w:val="0"/>
        </w:rPr>
        <w:t> </w:t>
      </w:r>
      <w:r w:rsidRPr="00B54A94">
        <w:rPr>
          <w:rStyle w:val="Ppogrubienie"/>
          <w:b w:val="0"/>
        </w:rPr>
        <w:t>określa:</w:t>
      </w:r>
    </w:p>
    <w:p w:rsidR="004A6527" w:rsidRPr="00B54A94" w:rsidRDefault="004A6527" w:rsidP="00743CA6">
      <w:pPr>
        <w:pStyle w:val="PKTpunkt"/>
      </w:pPr>
      <w:proofErr w:type="gramStart"/>
      <w:r w:rsidRPr="00B54A94">
        <w:t>1)</w:t>
      </w:r>
      <w:r w:rsidR="00075647" w:rsidRPr="00B54A94">
        <w:tab/>
      </w:r>
      <w:r w:rsidRPr="00B54A94">
        <w:t>wysokość</w:t>
      </w:r>
      <w:proofErr w:type="gramEnd"/>
      <w:r w:rsidRPr="00B54A94">
        <w:t xml:space="preserve"> opłaty ewidencyjnej, o której mowa w art. 8 ust. 4 i 5, art. 75 ust. 2, art. 77 </w:t>
      </w:r>
      <w:r w:rsidR="00757269">
        <w:br/>
      </w:r>
      <w:r w:rsidRPr="00B54A94">
        <w:t xml:space="preserve">ust. 3 i 3a, art. 80t ust. 2, </w:t>
      </w:r>
      <w:r w:rsidR="00516616">
        <w:t xml:space="preserve">art. 81b ust. 3, </w:t>
      </w:r>
      <w:r w:rsidRPr="00B54A94">
        <w:t xml:space="preserve">art. 83 ust. 1 i art. 150 ust. 1 ustawy z dnia 20 czerwca 1997 r. </w:t>
      </w:r>
      <w:r w:rsidR="00F9399D">
        <w:t>– P</w:t>
      </w:r>
      <w:r w:rsidRPr="00B54A94">
        <w:t xml:space="preserve">rawo o ruchu drogowym, zwanej dalej </w:t>
      </w:r>
      <w:r w:rsidR="00075647" w:rsidRPr="00B54A94">
        <w:t>„</w:t>
      </w:r>
      <w:r w:rsidRPr="00B54A94">
        <w:t>ustawą</w:t>
      </w:r>
      <w:r w:rsidR="00075647" w:rsidRPr="00B54A94">
        <w:t>”</w:t>
      </w:r>
      <w:r w:rsidRPr="00B54A94">
        <w:t xml:space="preserve">, oraz </w:t>
      </w:r>
      <w:r w:rsidR="00CC417F">
        <w:t xml:space="preserve">w </w:t>
      </w:r>
      <w:r w:rsidRPr="00B54A94">
        <w:t xml:space="preserve">art. 10 ust. 1, art. 13 ust. 6, art. 14 ust. 1, art. 15 ust. 5, art. 16 ust. 1 i 5, art. 18 ust. 2, art. 28 ust. 8 i 9, art. 31 ust. 3, art. 33 ust. 2 pkt 1, art. 38 ust. 2 pkt 1, art. 58 ust. 2 pkt 1, art. 77 ust. 2 </w:t>
      </w:r>
      <w:r w:rsidR="00757269">
        <w:br/>
      </w:r>
      <w:r w:rsidRPr="00B54A94">
        <w:t xml:space="preserve">pkt 1, art. 85 ust. 8, art. 87 ust. 3 pkt 1, art. 97 ust. 3, art. 101 ust. 1 pkt 3 oraz ust. 2 pkt 3, art. 102 ust. 2, art. 103 ust. 3 i 3a, art. 109 ust. 1, 3 i 4, art. 110, art. 115 ust. 6, art. 117 </w:t>
      </w:r>
      <w:r w:rsidR="00757269">
        <w:br/>
      </w:r>
      <w:r w:rsidRPr="00B54A94">
        <w:t xml:space="preserve">ust. 3 pkt 1 </w:t>
      </w:r>
      <w:proofErr w:type="gramStart"/>
      <w:r w:rsidRPr="00B54A94">
        <w:t>i</w:t>
      </w:r>
      <w:proofErr w:type="gramEnd"/>
      <w:r w:rsidRPr="00B54A94">
        <w:t xml:space="preserve"> art. 124 ust. 3 ustawy z dnia 5 stycznia 2011 r. o kierujących pojazdami </w:t>
      </w:r>
      <w:r w:rsidR="00757269">
        <w:br/>
      </w:r>
      <w:r w:rsidRPr="00B54A94">
        <w:t>(Dz.</w:t>
      </w:r>
      <w:r w:rsidR="007556FB">
        <w:t xml:space="preserve"> </w:t>
      </w:r>
      <w:r w:rsidR="007900B4">
        <w:t xml:space="preserve">U. </w:t>
      </w:r>
      <w:proofErr w:type="gramStart"/>
      <w:r w:rsidR="007900B4">
        <w:t>z</w:t>
      </w:r>
      <w:proofErr w:type="gramEnd"/>
      <w:r w:rsidR="007900B4">
        <w:t xml:space="preserve"> 2019 r. poz. 341,</w:t>
      </w:r>
      <w:r w:rsidRPr="00B54A94">
        <w:t xml:space="preserve"> 622</w:t>
      </w:r>
      <w:r w:rsidR="004E78FD">
        <w:t>,</w:t>
      </w:r>
      <w:r w:rsidR="007900B4">
        <w:t xml:space="preserve"> 1287</w:t>
      </w:r>
      <w:r w:rsidR="004E78FD">
        <w:t xml:space="preserve"> i 2020</w:t>
      </w:r>
      <w:r w:rsidRPr="00B54A94">
        <w:t xml:space="preserve">), </w:t>
      </w:r>
      <w:r w:rsidR="00CC417F">
        <w:t>a także</w:t>
      </w:r>
      <w:r w:rsidR="00CC417F" w:rsidRPr="00B54A94">
        <w:t xml:space="preserve"> </w:t>
      </w:r>
      <w:r w:rsidRPr="00B54A94">
        <w:t>w art. 39g ust. 9 pkt 2 ustawy z dnia 6 września 2001 r. o transporcie drogowym (Dz.</w:t>
      </w:r>
      <w:r w:rsidR="007556FB">
        <w:t xml:space="preserve"> </w:t>
      </w:r>
      <w:r w:rsidRPr="00B54A94">
        <w:t xml:space="preserve">U. </w:t>
      </w:r>
      <w:proofErr w:type="gramStart"/>
      <w:r w:rsidRPr="00B54A94">
        <w:t>z</w:t>
      </w:r>
      <w:proofErr w:type="gramEnd"/>
      <w:r w:rsidRPr="00B54A94">
        <w:t xml:space="preserve"> 2019 r. poz.</w:t>
      </w:r>
      <w:r w:rsidR="00B97FE1">
        <w:t xml:space="preserve"> 2140</w:t>
      </w:r>
      <w:r w:rsidRPr="00B54A94">
        <w:t xml:space="preserve">) i w art. 25 ust. 1 pkt 2 ustawy z dnia 19 sierpnia 2011 r. o przewozie towarów niebezpiecznych (Dz. U. </w:t>
      </w:r>
      <w:proofErr w:type="gramStart"/>
      <w:r w:rsidRPr="00B54A94">
        <w:t>z</w:t>
      </w:r>
      <w:proofErr w:type="gramEnd"/>
      <w:r w:rsidRPr="00B54A94">
        <w:t xml:space="preserve"> 2019 r. poz. 382</w:t>
      </w:r>
      <w:r w:rsidR="00CC417F">
        <w:t>,</w:t>
      </w:r>
      <w:r w:rsidRPr="00B54A94">
        <w:t xml:space="preserve"> 534</w:t>
      </w:r>
      <w:r w:rsidR="00CC3E7C">
        <w:t>,</w:t>
      </w:r>
      <w:r w:rsidR="00CC417F">
        <w:t xml:space="preserve"> 730</w:t>
      </w:r>
      <w:r w:rsidR="00CC3E7C">
        <w:t xml:space="preserve"> i 1123</w:t>
      </w:r>
      <w:r w:rsidRPr="00B54A94">
        <w:t>) oraz sposób jej wnoszenia;</w:t>
      </w:r>
    </w:p>
    <w:p w:rsidR="004A6527" w:rsidRPr="00B54A94" w:rsidRDefault="004A6527" w:rsidP="00B54A94">
      <w:pPr>
        <w:pStyle w:val="PKTpunkt"/>
      </w:pPr>
      <w:proofErr w:type="gramStart"/>
      <w:r w:rsidRPr="00B54A94">
        <w:t>2)</w:t>
      </w:r>
      <w:r w:rsidR="00075647" w:rsidRPr="00B54A94">
        <w:tab/>
      </w:r>
      <w:r w:rsidRPr="00B54A94">
        <w:t>tryb</w:t>
      </w:r>
      <w:proofErr w:type="gramEnd"/>
      <w:r w:rsidRPr="00B54A94">
        <w:t xml:space="preserve"> i zasady pobierania, ewidencjonowania, przekazywania i rozliczania opłaty ewidencyjnej przez organy i podmioty zobowiązane do jej pobierania;</w:t>
      </w:r>
    </w:p>
    <w:p w:rsidR="004A6527" w:rsidRPr="00B54A94" w:rsidRDefault="004A6527" w:rsidP="00B54A94">
      <w:pPr>
        <w:pStyle w:val="PKTpunkt"/>
      </w:pPr>
      <w:proofErr w:type="gramStart"/>
      <w:r w:rsidRPr="00B54A94">
        <w:t>3)</w:t>
      </w:r>
      <w:r w:rsidR="00075647" w:rsidRPr="00B54A94">
        <w:tab/>
      </w:r>
      <w:r w:rsidRPr="00B54A94">
        <w:t>wzór</w:t>
      </w:r>
      <w:proofErr w:type="gramEnd"/>
      <w:r w:rsidRPr="00B54A94">
        <w:t xml:space="preserve"> miesięcznego sprawozdania, o którym mowa w art. 80d ust. 3a pkt 2 ustawy, zawierającego kwoty opłat ewidencyjnych pobranych i przekazanych lub uiszczonych na </w:t>
      </w:r>
      <w:r w:rsidRPr="00B54A94">
        <w:lastRenderedPageBreak/>
        <w:t xml:space="preserve">rachunek Funduszu </w:t>
      </w:r>
      <w:r w:rsidR="00CC3E7C">
        <w:t>–</w:t>
      </w:r>
      <w:r w:rsidRPr="00B54A94">
        <w:t xml:space="preserve"> Centralna Ewidencja Pojazdów i Kierowców</w:t>
      </w:r>
      <w:r w:rsidR="00CC3E7C">
        <w:t>, zwanego dalej „Funduszem”</w:t>
      </w:r>
      <w:r w:rsidRPr="00B54A94">
        <w:t>.</w:t>
      </w:r>
    </w:p>
    <w:p w:rsidR="004A6527" w:rsidRPr="004A6527" w:rsidRDefault="004A6527" w:rsidP="00075647">
      <w:pPr>
        <w:pStyle w:val="ARTartustawynprozporzdzenia"/>
        <w:keepNext/>
      </w:pPr>
      <w:r w:rsidRPr="00075647">
        <w:rPr>
          <w:rStyle w:val="Ppogrubienie"/>
        </w:rPr>
        <w:t>§</w:t>
      </w:r>
      <w:r w:rsidR="00075647" w:rsidRPr="00075647">
        <w:rPr>
          <w:rStyle w:val="Ppogrubienie"/>
        </w:rPr>
        <w:t> </w:t>
      </w:r>
      <w:r w:rsidRPr="00075647">
        <w:rPr>
          <w:rStyle w:val="Ppogrubienie"/>
        </w:rPr>
        <w:t>2.</w:t>
      </w:r>
      <w:r w:rsidR="00CC417F">
        <w:rPr>
          <w:rStyle w:val="Ppogrubienie"/>
        </w:rPr>
        <w:t xml:space="preserve"> </w:t>
      </w:r>
      <w:r w:rsidRPr="004A6527">
        <w:t>1. Wysokość opłaty ewidencyjnej wynosi:</w:t>
      </w:r>
    </w:p>
    <w:p w:rsidR="004A6527" w:rsidRPr="004A6527" w:rsidRDefault="004A6527" w:rsidP="00075647">
      <w:pPr>
        <w:pStyle w:val="PKTpunkt"/>
        <w:keepNext/>
      </w:pPr>
      <w:proofErr w:type="gramStart"/>
      <w:r w:rsidRPr="004A6527">
        <w:t>1)</w:t>
      </w:r>
      <w:r w:rsidR="00075647">
        <w:tab/>
      </w:r>
      <w:r w:rsidRPr="004A6527">
        <w:t>0,5 zł</w:t>
      </w:r>
      <w:proofErr w:type="gramEnd"/>
      <w:r w:rsidRPr="004A6527">
        <w:t xml:space="preserve"> za:</w:t>
      </w:r>
    </w:p>
    <w:p w:rsidR="004A6527" w:rsidRPr="00B54A94" w:rsidRDefault="004A6527" w:rsidP="00B54A94">
      <w:pPr>
        <w:pStyle w:val="LITlitera"/>
      </w:pPr>
      <w:r w:rsidRPr="00B54A94">
        <w:t>a</w:t>
      </w:r>
      <w:proofErr w:type="gramStart"/>
      <w:r w:rsidRPr="00B54A94">
        <w:t>)</w:t>
      </w:r>
      <w:r w:rsidR="00075647" w:rsidRPr="00B54A94">
        <w:tab/>
      </w:r>
      <w:r w:rsidRPr="00B54A94">
        <w:t>wydanie</w:t>
      </w:r>
      <w:proofErr w:type="gramEnd"/>
      <w:r w:rsidRPr="00B54A94">
        <w:t>: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dowodu rejestracyjnego,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pozwolenia czasowego,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zalegalizowanych tablic rejestracyjnych (zalegalizowanej tablicy rejestracyjnej),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nalepki kontrolnej,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karty pojazdu dla pojazdu samochodowego innego niż określony w art. 77 ust. 1 ustawy,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prawa jazdy, w tym za wydanie nowego prawa jazdy na podstawie art. 18 ust. 2 pkt 2 ustawy z dnia 5 stycznia 2011 r. o kierujących pojazdami,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pozwolenia na kierowanie tramwajem, w tym za wydanie nowego pozwolenia na kierowanie tramwajem na podstawie art. 18 ust. 2 pkt 2 ustawy z dnia 5 stycznia 2011 r. o kierujących pojazdami,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zezwolenia na kierowanie pojazdem uprzywilejowanym,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zezwolenia na kierowanie pojazdem przewożącym wartości pieniężne albo inne przedmioty wartościowe lub niebezpieczne,</w:t>
      </w:r>
      <w:r w:rsidR="00E3512E" w:rsidRPr="00E3512E">
        <w:rPr>
          <w:rFonts w:ascii="Open Sans" w:hAnsi="Open Sans"/>
          <w:bCs w:val="0"/>
          <w:color w:val="333333"/>
          <w:shd w:val="clear" w:color="auto" w:fill="FFFFFF"/>
        </w:rPr>
        <w:t xml:space="preserve"> </w:t>
      </w:r>
      <w:r w:rsidR="00E3512E" w:rsidRPr="00E3512E">
        <w:t xml:space="preserve">o których mowa w </w:t>
      </w:r>
      <w:r w:rsidR="005A4F53" w:rsidRPr="005A4F53">
        <w:t>ustawie</w:t>
      </w:r>
      <w:r w:rsidR="00E3512E" w:rsidRPr="00E3512E">
        <w:t xml:space="preserve"> z dnia 22 sierpnia 1997 r. o ochro</w:t>
      </w:r>
      <w:r w:rsidR="00E3512E">
        <w:t xml:space="preserve">nie osób i mienia (Dz. U. </w:t>
      </w:r>
      <w:proofErr w:type="gramStart"/>
      <w:r w:rsidR="00E3512E">
        <w:t>z</w:t>
      </w:r>
      <w:proofErr w:type="gramEnd"/>
      <w:r w:rsidR="00E3512E">
        <w:t xml:space="preserve"> 2018 r. poz. 2142 i 2245 oraz z 2019</w:t>
      </w:r>
      <w:r w:rsidR="00E3512E" w:rsidRPr="00E3512E">
        <w:t xml:space="preserve"> r. poz. </w:t>
      </w:r>
      <w:r w:rsidR="00C27E82">
        <w:t>1495</w:t>
      </w:r>
      <w:r w:rsidR="00E3512E" w:rsidRPr="00E3512E">
        <w:t>)</w:t>
      </w:r>
      <w:r w:rsidR="00C27E82">
        <w:t>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zaświadczenia ADR,</w:t>
      </w:r>
      <w:r w:rsidR="00E3512E" w:rsidRPr="00E3512E">
        <w:rPr>
          <w:rFonts w:ascii="Open Sans" w:hAnsi="Open Sans"/>
          <w:bCs w:val="0"/>
          <w:color w:val="333333"/>
          <w:shd w:val="clear" w:color="auto" w:fill="FFFFFF"/>
        </w:rPr>
        <w:t xml:space="preserve"> </w:t>
      </w:r>
      <w:r w:rsidR="00E3512E" w:rsidRPr="00E3512E">
        <w:t>o których mowa w przepisach o przewozie towarów niebezpiecznych</w:t>
      </w:r>
      <w:r w:rsidR="00C27E82">
        <w:t>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blankietu profesjonalnego dowodu rejestracyjnego,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zalegalizowanych profesjonalnych tablic rejestracyjnych (zalegalizowanej profesjonalnej tablicy rejestracyjnej</w:t>
      </w:r>
      <w:r w:rsidR="000F1275">
        <w:t>),</w:t>
      </w:r>
    </w:p>
    <w:p w:rsidR="004A6527" w:rsidRPr="004A6527" w:rsidRDefault="004A6527" w:rsidP="00075647">
      <w:pPr>
        <w:pStyle w:val="LITlitera"/>
        <w:keepNext/>
      </w:pPr>
      <w:r w:rsidRPr="004A6527">
        <w:t>b</w:t>
      </w:r>
      <w:proofErr w:type="gramStart"/>
      <w:r w:rsidRPr="004A6527">
        <w:t>)</w:t>
      </w:r>
      <w:r w:rsidR="00075647">
        <w:tab/>
      </w:r>
      <w:r w:rsidRPr="004A6527">
        <w:t>przedłużenie</w:t>
      </w:r>
      <w:proofErr w:type="gramEnd"/>
      <w:r w:rsidRPr="004A6527">
        <w:t xml:space="preserve"> okresu ważności: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prawa jazdy określonej kategorii,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pozwolenia na kierowanie tramwajem,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zezwolenia na kierowanie pojazdem uprzywilejowanym,</w:t>
      </w:r>
    </w:p>
    <w:p w:rsidR="004A6527" w:rsidRPr="00B54A94" w:rsidRDefault="00075647" w:rsidP="00B54A94">
      <w:pPr>
        <w:pStyle w:val="TIRtiret"/>
      </w:pPr>
      <w:r w:rsidRPr="00B54A94">
        <w:t>–</w:t>
      </w:r>
      <w:r w:rsidRPr="00B54A94">
        <w:tab/>
      </w:r>
      <w:r w:rsidR="004A6527" w:rsidRPr="00B54A94">
        <w:t>zezwolenia na kierowanie pojazdem przewożącym wartości pieniężne albo inne przedmioty wartościowe lub niebezpieczne,</w:t>
      </w:r>
      <w:r w:rsidR="00E3512E" w:rsidRPr="00E3512E">
        <w:rPr>
          <w:rFonts w:ascii="Open Sans" w:hAnsi="Open Sans"/>
          <w:bCs w:val="0"/>
          <w:color w:val="333333"/>
          <w:shd w:val="clear" w:color="auto" w:fill="FFFFFF"/>
        </w:rPr>
        <w:t xml:space="preserve"> </w:t>
      </w:r>
      <w:r w:rsidR="00E3512E" w:rsidRPr="00E3512E">
        <w:t xml:space="preserve">o których mowa w </w:t>
      </w:r>
      <w:r w:rsidR="005A4F53" w:rsidRPr="005A4F53">
        <w:t>ustawie</w:t>
      </w:r>
      <w:r w:rsidR="00E3512E" w:rsidRPr="00E3512E">
        <w:t xml:space="preserve"> z dnia 22 sierpnia 1997 r. o ochronie osób i mienia</w:t>
      </w:r>
      <w:r w:rsidR="00C27E82">
        <w:t>,</w:t>
      </w:r>
    </w:p>
    <w:p w:rsidR="004A6527" w:rsidRPr="004A6527" w:rsidRDefault="004A6527" w:rsidP="00075647">
      <w:pPr>
        <w:pStyle w:val="LITlitera"/>
        <w:keepNext/>
      </w:pPr>
      <w:r w:rsidRPr="004A6527">
        <w:lastRenderedPageBreak/>
        <w:t>c</w:t>
      </w:r>
      <w:proofErr w:type="gramStart"/>
      <w:r w:rsidRPr="004A6527">
        <w:t>)</w:t>
      </w:r>
      <w:r w:rsidR="00075647">
        <w:tab/>
      </w:r>
      <w:r w:rsidRPr="004A6527">
        <w:t>rozszerzenie</w:t>
      </w:r>
      <w:proofErr w:type="gramEnd"/>
      <w:r w:rsidRPr="004A6527">
        <w:t xml:space="preserve"> zakresu zezwolenia na kierowanie: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pojazdem uprzywilejowanym,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pojazdem przewożącym wartości pieniężne albo inne przedmioty wartościowe lub niebezpieczne,</w:t>
      </w:r>
      <w:r w:rsidR="00E3512E" w:rsidRPr="00E3512E">
        <w:rPr>
          <w:rFonts w:ascii="Open Sans" w:hAnsi="Open Sans"/>
          <w:bCs w:val="0"/>
          <w:color w:val="333333"/>
          <w:shd w:val="clear" w:color="auto" w:fill="FFFFFF"/>
        </w:rPr>
        <w:t xml:space="preserve"> </w:t>
      </w:r>
      <w:r w:rsidR="00E3512E" w:rsidRPr="00E3512E">
        <w:t xml:space="preserve">o których mowa w </w:t>
      </w:r>
      <w:r w:rsidR="00027C62" w:rsidRPr="00027C62">
        <w:t>ustawie</w:t>
      </w:r>
      <w:r w:rsidR="00E3512E" w:rsidRPr="00E3512E">
        <w:t xml:space="preserve"> z dnia 22 sierpnia 1997 r. o ochronie osób i mienia</w:t>
      </w:r>
      <w:r w:rsidR="00C27E82">
        <w:t>,</w:t>
      </w:r>
    </w:p>
    <w:p w:rsidR="004A6527" w:rsidRPr="004A6527" w:rsidRDefault="004A6527" w:rsidP="00075647">
      <w:pPr>
        <w:pStyle w:val="LITlitera"/>
        <w:keepNext/>
      </w:pPr>
      <w:r w:rsidRPr="004A6527">
        <w:t>d</w:t>
      </w:r>
      <w:proofErr w:type="gramStart"/>
      <w:r w:rsidRPr="004A6527">
        <w:t>)</w:t>
      </w:r>
      <w:r w:rsidR="00075647">
        <w:tab/>
      </w:r>
      <w:r w:rsidRPr="004A6527">
        <w:t>wymianę</w:t>
      </w:r>
      <w:proofErr w:type="gramEnd"/>
      <w:r w:rsidRPr="004A6527">
        <w:t>: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na podstawie art. 150 ust. 1 ustawy, prawa jazdy lub innego dokumentu uprawniającego do kierowania pojazdami lub potwierdzającego dodatkowe kwalifikacje i wymagania w stosunku do kierującego pojazdem,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prawa jazdy na podstawie art. 124 ust. 1 ustawy z dnia 5 stycznia 2011 r. o kierujących pojazdami,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ważnego krajowego prawa jazdy wydanego za granicą,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prawa jazdy wydanego przez państwo członkowskie Unii Europejskiej,</w:t>
      </w:r>
    </w:p>
    <w:p w:rsidR="004A6527" w:rsidRPr="004A6527" w:rsidRDefault="004A6527" w:rsidP="00075647">
      <w:pPr>
        <w:pStyle w:val="LITlitera"/>
      </w:pPr>
      <w:r w:rsidRPr="004A6527">
        <w:t>e</w:t>
      </w:r>
      <w:proofErr w:type="gramStart"/>
      <w:r w:rsidRPr="004A6527">
        <w:t>)</w:t>
      </w:r>
      <w:r w:rsidR="00075647">
        <w:tab/>
      </w:r>
      <w:r w:rsidRPr="004A6527">
        <w:t>zwrot</w:t>
      </w:r>
      <w:proofErr w:type="gramEnd"/>
      <w:r w:rsidRPr="004A6527">
        <w:t xml:space="preserve"> zatrzymanego prawa jazdy lub pozwolenia na kierowanie tramwajem,</w:t>
      </w:r>
    </w:p>
    <w:p w:rsidR="004A6527" w:rsidRPr="004A6527" w:rsidRDefault="004A6527" w:rsidP="00075647">
      <w:pPr>
        <w:pStyle w:val="LITlitera"/>
      </w:pPr>
      <w:r w:rsidRPr="004A6527">
        <w:t>f</w:t>
      </w:r>
      <w:proofErr w:type="gramStart"/>
      <w:r w:rsidRPr="004A6527">
        <w:t>)</w:t>
      </w:r>
      <w:r w:rsidR="00075647">
        <w:tab/>
      </w:r>
      <w:r w:rsidRPr="004A6527">
        <w:t>przywrócenie</w:t>
      </w:r>
      <w:proofErr w:type="gramEnd"/>
      <w:r w:rsidRPr="004A6527">
        <w:t xml:space="preserve"> uprawnień do kierowania pojazdami,</w:t>
      </w:r>
    </w:p>
    <w:p w:rsidR="004A6527" w:rsidRPr="004A6527" w:rsidRDefault="004A6527" w:rsidP="00075647">
      <w:pPr>
        <w:pStyle w:val="LITlitera"/>
        <w:keepNext/>
      </w:pPr>
      <w:r w:rsidRPr="004A6527">
        <w:t>g</w:t>
      </w:r>
      <w:proofErr w:type="gramStart"/>
      <w:r w:rsidRPr="004A6527">
        <w:t>)</w:t>
      </w:r>
      <w:r w:rsidR="00075647">
        <w:tab/>
      </w:r>
      <w:r w:rsidRPr="004A6527">
        <w:t>skierowanie</w:t>
      </w:r>
      <w:proofErr w:type="gramEnd"/>
      <w:r w:rsidRPr="004A6527">
        <w:t xml:space="preserve"> na: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kurs reedukacyjny,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badanie, o którym mowa w art. 99 ust. 1 pkt 2 lub 3 ustawy z dnia 5 stycznia 2011 r. o kierujących pojazdami,</w:t>
      </w:r>
    </w:p>
    <w:p w:rsidR="004A6527" w:rsidRPr="004A6527" w:rsidRDefault="004A6527" w:rsidP="00075647">
      <w:pPr>
        <w:pStyle w:val="LITlitera"/>
      </w:pPr>
      <w:r w:rsidRPr="004A6527">
        <w:t>h</w:t>
      </w:r>
      <w:proofErr w:type="gramStart"/>
      <w:r w:rsidRPr="004A6527">
        <w:t>)</w:t>
      </w:r>
      <w:r w:rsidR="00075647">
        <w:tab/>
      </w:r>
      <w:r w:rsidRPr="004A6527">
        <w:t>wpis</w:t>
      </w:r>
      <w:proofErr w:type="gramEnd"/>
      <w:r w:rsidRPr="004A6527">
        <w:t xml:space="preserve"> w prawie jazdy potwierdzający odbycie kwalifikacji wstępnej, kwalifikacji wstępnej przyspieszonej, kwalifikacji wstępnej uzupełniającej, kwalifikacji wstępnej uzupełniającej przyspieszonej albo szkolenia okresowego, o których mowa w rozdziale 7a ustawy z dnia 6 września 2001 r. o transporcie drogowym;</w:t>
      </w:r>
    </w:p>
    <w:p w:rsidR="004A6527" w:rsidRPr="004A6527" w:rsidRDefault="004A6527" w:rsidP="00075647">
      <w:pPr>
        <w:pStyle w:val="PKTpunkt"/>
        <w:keepNext/>
      </w:pPr>
      <w:proofErr w:type="gramStart"/>
      <w:r w:rsidRPr="004A6527">
        <w:t>2)</w:t>
      </w:r>
      <w:r w:rsidR="00075647">
        <w:tab/>
      </w:r>
      <w:r w:rsidRPr="004A6527">
        <w:t>1 zł</w:t>
      </w:r>
      <w:proofErr w:type="gramEnd"/>
      <w:r w:rsidRPr="004A6527">
        <w:t xml:space="preserve"> za:</w:t>
      </w:r>
    </w:p>
    <w:p w:rsidR="004A6527" w:rsidRPr="004A6527" w:rsidRDefault="004A6527" w:rsidP="00075647">
      <w:pPr>
        <w:pStyle w:val="LITlitera"/>
        <w:keepNext/>
      </w:pPr>
      <w:r w:rsidRPr="004A6527">
        <w:t>a</w:t>
      </w:r>
      <w:proofErr w:type="gramStart"/>
      <w:r w:rsidRPr="004A6527">
        <w:t>)</w:t>
      </w:r>
      <w:r w:rsidR="00075647">
        <w:tab/>
      </w:r>
      <w:r w:rsidRPr="004A6527">
        <w:t>wpis</w:t>
      </w:r>
      <w:proofErr w:type="gramEnd"/>
      <w:r w:rsidRPr="004A6527">
        <w:t xml:space="preserve"> osoby do: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ewidencji instruktorów,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ewidencji wykładowców,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ewidencji egzaminatorów,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ewidencji uprawnionych lekarzy,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ewidencji uprawnionych psychologów,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ewidencji instruktorów techniki jazdy,</w:t>
      </w:r>
    </w:p>
    <w:p w:rsidR="004A6527" w:rsidRPr="004A6527" w:rsidRDefault="004A6527" w:rsidP="00075647">
      <w:pPr>
        <w:pStyle w:val="LITlitera"/>
        <w:keepNext/>
      </w:pPr>
      <w:r w:rsidRPr="004A6527">
        <w:t>b</w:t>
      </w:r>
      <w:proofErr w:type="gramStart"/>
      <w:r w:rsidRPr="004A6527">
        <w:t>)</w:t>
      </w:r>
      <w:r w:rsidR="00075647">
        <w:tab/>
      </w:r>
      <w:r w:rsidRPr="004A6527">
        <w:t>wpis</w:t>
      </w:r>
      <w:proofErr w:type="gramEnd"/>
      <w:r w:rsidRPr="004A6527">
        <w:t xml:space="preserve"> przedsiębiorcy do: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rejestru przedsiębiorców prowadzących ośrodek szkolenia kierowców,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rejestru przedsiębiorców prowadzących pracownię psychologiczną,</w:t>
      </w:r>
    </w:p>
    <w:p w:rsidR="004A6527" w:rsidRPr="004A6527" w:rsidRDefault="00075647" w:rsidP="00075647">
      <w:pPr>
        <w:pStyle w:val="TIRtiret"/>
      </w:pPr>
      <w:r>
        <w:lastRenderedPageBreak/>
        <w:t>–</w:t>
      </w:r>
      <w:r>
        <w:tab/>
      </w:r>
      <w:r w:rsidR="004A6527" w:rsidRPr="004A6527">
        <w:t>rejestru przedsiębiorców prowadzących ośrodek doskonalenia techniki jazdy,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rejestru przedsiębiorców prowadzących ośrodek szkolenia,</w:t>
      </w:r>
    </w:p>
    <w:p w:rsidR="004A6527" w:rsidRPr="004A6527" w:rsidRDefault="004A6527" w:rsidP="00075647">
      <w:pPr>
        <w:pStyle w:val="LITlitera"/>
      </w:pPr>
      <w:r w:rsidRPr="004A6527">
        <w:t>c</w:t>
      </w:r>
      <w:proofErr w:type="gramStart"/>
      <w:r w:rsidRPr="004A6527">
        <w:t>)</w:t>
      </w:r>
      <w:r w:rsidR="00075647">
        <w:tab/>
      </w:r>
      <w:r w:rsidRPr="004A6527">
        <w:t>przeprowadzenie</w:t>
      </w:r>
      <w:proofErr w:type="gramEnd"/>
      <w:r w:rsidRPr="004A6527">
        <w:t xml:space="preserve"> badania technicznego pojazdu,</w:t>
      </w:r>
    </w:p>
    <w:p w:rsidR="004A6527" w:rsidRPr="004A6527" w:rsidRDefault="004A6527" w:rsidP="00075647">
      <w:pPr>
        <w:pStyle w:val="LITlitera"/>
      </w:pPr>
      <w:r w:rsidRPr="004A6527">
        <w:t>d</w:t>
      </w:r>
      <w:proofErr w:type="gramStart"/>
      <w:r w:rsidRPr="004A6527">
        <w:t>)</w:t>
      </w:r>
      <w:r w:rsidR="00075647">
        <w:tab/>
      </w:r>
      <w:r w:rsidRPr="004A6527">
        <w:t>wpis</w:t>
      </w:r>
      <w:proofErr w:type="gramEnd"/>
      <w:r w:rsidRPr="004A6527">
        <w:t xml:space="preserve"> do rejestru przedsiębiorców prowadzących ośrodek szkolenia kierowców informacji o rozszerzeniu zakresu prowadzonego szkolenia,</w:t>
      </w:r>
    </w:p>
    <w:p w:rsidR="004A6527" w:rsidRPr="004A6527" w:rsidRDefault="004A6527" w:rsidP="00075647">
      <w:pPr>
        <w:pStyle w:val="LITlitera"/>
      </w:pPr>
      <w:r w:rsidRPr="004A6527">
        <w:t>e</w:t>
      </w:r>
      <w:proofErr w:type="gramStart"/>
      <w:r w:rsidRPr="004A6527">
        <w:t>)</w:t>
      </w:r>
      <w:r w:rsidR="00075647">
        <w:tab/>
      </w:r>
      <w:r w:rsidRPr="004A6527">
        <w:t>wydanie</w:t>
      </w:r>
      <w:proofErr w:type="gramEnd"/>
      <w:r w:rsidRPr="004A6527">
        <w:t xml:space="preserve"> poświadczenia </w:t>
      </w:r>
      <w:r w:rsidR="006B2BDD">
        <w:t xml:space="preserve">o spełnieniu </w:t>
      </w:r>
      <w:r w:rsidRPr="004A6527">
        <w:t xml:space="preserve">dodatkowych wymagań przez </w:t>
      </w:r>
      <w:r w:rsidR="006B2BDD">
        <w:t>przedsiębiorcę</w:t>
      </w:r>
      <w:r w:rsidR="000D143C">
        <w:t xml:space="preserve"> prowadzącego </w:t>
      </w:r>
      <w:r w:rsidRPr="004A6527">
        <w:t>ośrodek szkolenia kierowców,</w:t>
      </w:r>
    </w:p>
    <w:p w:rsidR="004A6527" w:rsidRPr="004A6527" w:rsidRDefault="004A6527" w:rsidP="00075647">
      <w:pPr>
        <w:pStyle w:val="LITlitera"/>
        <w:keepNext/>
      </w:pPr>
      <w:r w:rsidRPr="004A6527">
        <w:t>f</w:t>
      </w:r>
      <w:proofErr w:type="gramStart"/>
      <w:r w:rsidRPr="004A6527">
        <w:t>)</w:t>
      </w:r>
      <w:r w:rsidR="00075647">
        <w:tab/>
      </w:r>
      <w:r w:rsidRPr="004A6527">
        <w:t>wydanie</w:t>
      </w:r>
      <w:proofErr w:type="gramEnd"/>
      <w:r w:rsidRPr="004A6527">
        <w:t xml:space="preserve"> karty parkingowej: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osobie, o której mowa w art. 8 ust. 3a pkt 1 i 2 ustawy,</w:t>
      </w:r>
    </w:p>
    <w:p w:rsidR="004A6527" w:rsidRPr="004A6527" w:rsidRDefault="00075647" w:rsidP="00075647">
      <w:pPr>
        <w:pStyle w:val="TIRtiret"/>
      </w:pPr>
      <w:r>
        <w:t>–</w:t>
      </w:r>
      <w:r>
        <w:tab/>
      </w:r>
      <w:r w:rsidR="004A6527" w:rsidRPr="004A6527">
        <w:t>placówce, o której mowa w art. 8 ust. 3a pkt 3 ustawy,</w:t>
      </w:r>
    </w:p>
    <w:p w:rsidR="004A6527" w:rsidRDefault="004A6527" w:rsidP="00075647">
      <w:pPr>
        <w:pStyle w:val="LITlitera"/>
      </w:pPr>
      <w:r w:rsidRPr="004A6527">
        <w:t>g</w:t>
      </w:r>
      <w:proofErr w:type="gramStart"/>
      <w:r w:rsidRPr="004A6527">
        <w:t>)</w:t>
      </w:r>
      <w:r w:rsidR="00075647">
        <w:tab/>
      </w:r>
      <w:r w:rsidR="000D143C" w:rsidRPr="00E26353">
        <w:t>wpis</w:t>
      </w:r>
      <w:proofErr w:type="gramEnd"/>
      <w:r w:rsidR="000D143C" w:rsidRPr="00E26353">
        <w:t xml:space="preserve"> </w:t>
      </w:r>
      <w:r w:rsidR="006831F9">
        <w:t>do</w:t>
      </w:r>
      <w:r w:rsidR="000D143C">
        <w:t xml:space="preserve"> praw</w:t>
      </w:r>
      <w:r w:rsidR="006831F9">
        <w:t>a</w:t>
      </w:r>
      <w:r w:rsidRPr="004A6527">
        <w:t xml:space="preserve"> jazdy informacji o ograniczeniu uprawnienia do kierowania wyłącznie pojazdem w</w:t>
      </w:r>
      <w:r w:rsidR="00516616">
        <w:t>yposażonym w blokadę alkoholową,</w:t>
      </w:r>
    </w:p>
    <w:p w:rsidR="00516616" w:rsidRPr="004A6527" w:rsidRDefault="00516616" w:rsidP="00516616">
      <w:pPr>
        <w:pStyle w:val="LITlitera"/>
      </w:pPr>
      <w:r>
        <w:t>h</w:t>
      </w:r>
      <w:proofErr w:type="gramStart"/>
      <w:r>
        <w:t>)</w:t>
      </w:r>
      <w:r>
        <w:tab/>
        <w:t>dokonanie</w:t>
      </w:r>
      <w:proofErr w:type="gramEnd"/>
      <w:r>
        <w:t xml:space="preserve"> odczytu wskazania drogomierza.</w:t>
      </w:r>
    </w:p>
    <w:p w:rsidR="004A6527" w:rsidRPr="00B54A94" w:rsidRDefault="004A6527" w:rsidP="00B54A94">
      <w:pPr>
        <w:pStyle w:val="USTustnpkodeksu"/>
      </w:pPr>
      <w:r w:rsidRPr="00B54A94">
        <w:t>2.</w:t>
      </w:r>
      <w:r w:rsidR="00075647" w:rsidRPr="00B54A94">
        <w:t> </w:t>
      </w:r>
      <w:r w:rsidRPr="00B54A94">
        <w:t xml:space="preserve">Wysokość opłaty ewidencyjnej za wydanie wtórnika dokumentu, o którym mowa w ust. 1 pkt 1 lit. a </w:t>
      </w:r>
      <w:proofErr w:type="spellStart"/>
      <w:r w:rsidRPr="00B54A94">
        <w:t>tiret</w:t>
      </w:r>
      <w:proofErr w:type="spellEnd"/>
      <w:r w:rsidRPr="00B54A94">
        <w:t xml:space="preserve"> pierwsz</w:t>
      </w:r>
      <w:r w:rsidR="00BA0954">
        <w:t>e–</w:t>
      </w:r>
      <w:r w:rsidRPr="00B54A94">
        <w:t>siódme i dziesiąte, jest równa wysokości opłaty ewidencyjnej za wydanie tego dokumentu w oryginale.</w:t>
      </w:r>
    </w:p>
    <w:p w:rsidR="004A6527" w:rsidRPr="004A6527" w:rsidRDefault="004A6527" w:rsidP="00075647">
      <w:pPr>
        <w:pStyle w:val="ARTartustawynprozporzdzenia"/>
        <w:keepNext/>
      </w:pPr>
      <w:r w:rsidRPr="00075647">
        <w:rPr>
          <w:rStyle w:val="Ppogrubienie"/>
        </w:rPr>
        <w:t>§</w:t>
      </w:r>
      <w:r w:rsidR="00075647" w:rsidRPr="00075647">
        <w:rPr>
          <w:rStyle w:val="Ppogrubienie"/>
        </w:rPr>
        <w:t> </w:t>
      </w:r>
      <w:r w:rsidRPr="00075647">
        <w:rPr>
          <w:rStyle w:val="Ppogrubienie"/>
        </w:rPr>
        <w:t>3.</w:t>
      </w:r>
      <w:r w:rsidR="00642EE6">
        <w:rPr>
          <w:rStyle w:val="Ppogrubienie"/>
        </w:rPr>
        <w:t xml:space="preserve"> </w:t>
      </w:r>
      <w:r w:rsidRPr="004A6527">
        <w:t xml:space="preserve">1. Opłatę ewidencyjną wnosi się na rachunek bankowy organu lub podmiotu zobowiązanego do jej pobierania, zwanego dalej </w:t>
      </w:r>
      <w:r w:rsidR="00075647">
        <w:t>„</w:t>
      </w:r>
      <w:r w:rsidRPr="004A6527">
        <w:t>pobierającym</w:t>
      </w:r>
      <w:r w:rsidR="00642EE6">
        <w:t>”</w:t>
      </w:r>
      <w:r w:rsidR="00BA0954">
        <w:t>,</w:t>
      </w:r>
      <w:r w:rsidRPr="004A6527">
        <w:t xml:space="preserve"> </w:t>
      </w:r>
      <w:r w:rsidR="006831F9">
        <w:t xml:space="preserve">albo </w:t>
      </w:r>
      <w:r w:rsidRPr="004A6527">
        <w:t>gotówką w kasie, o ile pobierający posiada kasę</w:t>
      </w:r>
      <w:r w:rsidR="00BA0954">
        <w:t>,</w:t>
      </w:r>
      <w:r w:rsidRPr="004A6527">
        <w:t xml:space="preserve"> </w:t>
      </w:r>
      <w:r w:rsidR="006831F9">
        <w:t>albo</w:t>
      </w:r>
      <w:r w:rsidR="006831F9" w:rsidRPr="004A6527">
        <w:t xml:space="preserve"> </w:t>
      </w:r>
      <w:r w:rsidRPr="004A6527">
        <w:t>w formie bezgotówkowej za pomocą karty płatniczej, jeżeli pobierający jest wyposażony w odpowiednie urządzenie do autoryzacji transakcji rozliczeń bezgotówkowych.</w:t>
      </w:r>
    </w:p>
    <w:p w:rsidR="004A6527" w:rsidRPr="004A6527" w:rsidRDefault="004A6527" w:rsidP="00B54A94">
      <w:pPr>
        <w:pStyle w:val="USTustnpkodeksu"/>
      </w:pPr>
      <w:r w:rsidRPr="004A6527">
        <w:t>2.</w:t>
      </w:r>
      <w:r w:rsidR="00075647">
        <w:t> </w:t>
      </w:r>
      <w:r w:rsidRPr="004A6527">
        <w:t xml:space="preserve">Opłata ewidencyjna jest pobierana łącznie z innymi opłatami za wykonanie czynności, których dotyczą, </w:t>
      </w:r>
      <w:proofErr w:type="gramStart"/>
      <w:r w:rsidRPr="004A6527">
        <w:t>chyba że</w:t>
      </w:r>
      <w:proofErr w:type="gramEnd"/>
      <w:r w:rsidRPr="004A6527">
        <w:t xml:space="preserve"> przewiduje się wniesienie tylko opłaty ewidencyjnej. W przypadku pobierania opłaty ewidencyjnej łącznie z innymi opłatami na dowodzie wpłaty wyodrębnia się kwoty poszczególnych opłat.</w:t>
      </w:r>
    </w:p>
    <w:p w:rsidR="004A6527" w:rsidRPr="004A6527" w:rsidRDefault="004A6527" w:rsidP="00B54A94">
      <w:pPr>
        <w:pStyle w:val="ARTartustawynprozporzdzenia"/>
      </w:pPr>
      <w:r w:rsidRPr="00B54A94">
        <w:rPr>
          <w:b/>
        </w:rPr>
        <w:t>§</w:t>
      </w:r>
      <w:r w:rsidR="00075647" w:rsidRPr="00B54A94">
        <w:rPr>
          <w:b/>
        </w:rPr>
        <w:t> </w:t>
      </w:r>
      <w:r w:rsidRPr="00B54A94">
        <w:rPr>
          <w:b/>
        </w:rPr>
        <w:t>4.</w:t>
      </w:r>
      <w:r w:rsidR="00642EE6">
        <w:rPr>
          <w:b/>
        </w:rPr>
        <w:t xml:space="preserve"> </w:t>
      </w:r>
      <w:r w:rsidRPr="004A6527">
        <w:t>1. Pobierający odnotowuje opłaty ewidencyjne, pobrane i przekazane na rachunek bankowy pobierającego, w ewidencji pobranych i przekazanych opłat ewidencyjnych prowadzonej w postaci elektronicznej</w:t>
      </w:r>
      <w:r w:rsidR="00966F11">
        <w:t xml:space="preserve"> podając:</w:t>
      </w:r>
    </w:p>
    <w:p w:rsidR="004A6527" w:rsidRPr="004A6527" w:rsidRDefault="004A6527" w:rsidP="00B54A94">
      <w:pPr>
        <w:pStyle w:val="PKTpunkt"/>
      </w:pPr>
      <w:proofErr w:type="gramStart"/>
      <w:r w:rsidRPr="004A6527">
        <w:t>1)</w:t>
      </w:r>
      <w:r w:rsidR="00075647">
        <w:tab/>
      </w:r>
      <w:r w:rsidRPr="004A6527">
        <w:t>w</w:t>
      </w:r>
      <w:proofErr w:type="gramEnd"/>
      <w:r w:rsidRPr="004A6527">
        <w:t xml:space="preserve"> przypadku organów właściwych w sprawach rejestracji pojazdów, organów właściwych w sprawach wydawania dokumentów stwierdzających uprawnienia do kierowania pojazdami, wojewodów, marszałków województw i przewodniczących powiatowych zespołów do spraw orzekania o niepełnosprawności </w:t>
      </w:r>
      <w:r w:rsidR="00642EE6">
        <w:t>–</w:t>
      </w:r>
      <w:r w:rsidRPr="004A6527">
        <w:t xml:space="preserve"> tytuł pobranej opłaty ewidencyjnej i liczbę opłat pobranych z tego tytułu w każdym miesiącu;</w:t>
      </w:r>
    </w:p>
    <w:p w:rsidR="004A6527" w:rsidRPr="004A6527" w:rsidRDefault="004A6527" w:rsidP="00B54A94">
      <w:pPr>
        <w:pStyle w:val="PKTpunkt"/>
      </w:pPr>
      <w:proofErr w:type="gramStart"/>
      <w:r w:rsidRPr="004A6527">
        <w:lastRenderedPageBreak/>
        <w:t>2)</w:t>
      </w:r>
      <w:r w:rsidR="00075647">
        <w:tab/>
      </w:r>
      <w:r w:rsidRPr="004A6527">
        <w:t>w</w:t>
      </w:r>
      <w:proofErr w:type="gramEnd"/>
      <w:r w:rsidRPr="004A6527">
        <w:t xml:space="preserve"> przypadku stacji kontroli pojazdów </w:t>
      </w:r>
      <w:r w:rsidR="00642EE6">
        <w:t>–</w:t>
      </w:r>
      <w:r w:rsidRPr="004A6527">
        <w:t xml:space="preserve"> liczbę pobranych opłat ewidencyjnych za badania techniczne pojazdu oraz numery rejestracyjne pojazdów poddanych badaniom technicznym.</w:t>
      </w:r>
    </w:p>
    <w:p w:rsidR="004A6527" w:rsidRPr="004A6527" w:rsidRDefault="004A6527" w:rsidP="00B54A94">
      <w:pPr>
        <w:pStyle w:val="ARTartustawynprozporzdzenia"/>
      </w:pPr>
      <w:r w:rsidRPr="00B54A94">
        <w:rPr>
          <w:b/>
        </w:rPr>
        <w:t>§</w:t>
      </w:r>
      <w:r w:rsidR="00075647" w:rsidRPr="00B54A94">
        <w:rPr>
          <w:b/>
        </w:rPr>
        <w:t> </w:t>
      </w:r>
      <w:r w:rsidRPr="00B54A94">
        <w:rPr>
          <w:b/>
        </w:rPr>
        <w:t>5</w:t>
      </w:r>
      <w:r w:rsidR="00B54A94">
        <w:rPr>
          <w:b/>
        </w:rPr>
        <w:t>.</w:t>
      </w:r>
      <w:r w:rsidR="00075647">
        <w:t> </w:t>
      </w:r>
      <w:r w:rsidRPr="004A6527">
        <w:t>Pobierający</w:t>
      </w:r>
      <w:r w:rsidR="00075647">
        <w:t> </w:t>
      </w:r>
      <w:r w:rsidRPr="004A6527">
        <w:t>przekazuje</w:t>
      </w:r>
      <w:r w:rsidR="00075647">
        <w:t> </w:t>
      </w:r>
      <w:r w:rsidRPr="004A6527">
        <w:t>opłaty ewidencyjne, pobrane w miesiącu poprzedzającym, do 10 dnia każdego miesiąca na rachunek bankowy Funduszu. W przypadku stacji kontroli pojazdów w tytule przelewu bankowego należy wskazać kod rozpoznawczy stacji kontroli pojazdów, o którym mowa w przepisach wydanych na podstawie art. 84a ust. 1</w:t>
      </w:r>
      <w:r w:rsidR="00D40590" w:rsidRPr="00D40590">
        <w:rPr>
          <w:rFonts w:ascii="Times New Roman" w:hAnsi="Times New Roman"/>
        </w:rPr>
        <w:t xml:space="preserve"> </w:t>
      </w:r>
      <w:r w:rsidR="00D40590" w:rsidRPr="00D40590">
        <w:t xml:space="preserve">pkt 1a </w:t>
      </w:r>
      <w:r w:rsidRPr="004A6527">
        <w:t>ustawy.</w:t>
      </w:r>
    </w:p>
    <w:p w:rsidR="006831F9" w:rsidRPr="00B54A94" w:rsidRDefault="004A6527" w:rsidP="006831F9">
      <w:pPr>
        <w:pStyle w:val="ARTartustawynprozporzdzenia"/>
      </w:pPr>
      <w:r w:rsidRPr="007556FB">
        <w:rPr>
          <w:b/>
        </w:rPr>
        <w:t>§</w:t>
      </w:r>
      <w:r w:rsidR="00075647" w:rsidRPr="007556FB">
        <w:rPr>
          <w:b/>
        </w:rPr>
        <w:t> </w:t>
      </w:r>
      <w:r w:rsidRPr="007556FB">
        <w:rPr>
          <w:b/>
        </w:rPr>
        <w:t>6</w:t>
      </w:r>
      <w:r w:rsidR="00B54A94" w:rsidRPr="007556FB">
        <w:rPr>
          <w:b/>
        </w:rPr>
        <w:t>.</w:t>
      </w:r>
      <w:r w:rsidR="00075647" w:rsidRPr="00B54A94">
        <w:t> </w:t>
      </w:r>
      <w:r w:rsidRPr="00B54A94">
        <w:t>Pobierający</w:t>
      </w:r>
      <w:proofErr w:type="gramStart"/>
      <w:r w:rsidRPr="00B54A94">
        <w:t>,</w:t>
      </w:r>
      <w:r w:rsidR="00075647" w:rsidRPr="00B54A94">
        <w:t> </w:t>
      </w:r>
      <w:r w:rsidRPr="00B54A94">
        <w:t>na</w:t>
      </w:r>
      <w:proofErr w:type="gramEnd"/>
      <w:r w:rsidR="00075647" w:rsidRPr="00B54A94">
        <w:t> </w:t>
      </w:r>
      <w:r w:rsidRPr="00B54A94">
        <w:t>podstawie ewidencji pobranych i przekazanych opłat ewidencyjnych, dokonuje do 10 dnia każdego miesiąca rozliczenia opłat ewidencyjnych pobranych i przekazanych na rachunek bankowy Funduszu w poprzednim miesiącu. W tym samym terminie pobierający przekazuje ministrowi właściwemu do spraw informatyzacji sprawozdanie z pobranych i przekazanych opłat ewidencyjnych na rachunek Funduszu</w:t>
      </w:r>
      <w:r w:rsidR="006831F9">
        <w:t>.</w:t>
      </w:r>
      <w:r w:rsidRPr="00B54A94">
        <w:t xml:space="preserve"> </w:t>
      </w:r>
    </w:p>
    <w:p w:rsidR="004A6527" w:rsidRPr="00B54A94" w:rsidRDefault="004A6527" w:rsidP="00B54A94">
      <w:pPr>
        <w:pStyle w:val="ARTartustawynprozporzdzenia"/>
      </w:pPr>
      <w:r w:rsidRPr="00D644F4">
        <w:rPr>
          <w:b/>
        </w:rPr>
        <w:t>§</w:t>
      </w:r>
      <w:r w:rsidR="00075647" w:rsidRPr="00D644F4">
        <w:rPr>
          <w:b/>
        </w:rPr>
        <w:t> </w:t>
      </w:r>
      <w:r w:rsidRPr="00D644F4">
        <w:rPr>
          <w:b/>
        </w:rPr>
        <w:t>7</w:t>
      </w:r>
      <w:r w:rsidR="00B54A94" w:rsidRPr="00D644F4">
        <w:rPr>
          <w:b/>
        </w:rPr>
        <w:t>.</w:t>
      </w:r>
      <w:r w:rsidR="00075647" w:rsidRPr="00D644F4">
        <w:t> </w:t>
      </w:r>
      <w:r w:rsidRPr="00D644F4">
        <w:t>Zakład</w:t>
      </w:r>
      <w:r w:rsidR="00075647" w:rsidRPr="00D644F4">
        <w:t> </w:t>
      </w:r>
      <w:r w:rsidRPr="00D644F4">
        <w:t>ubezpieczeń</w:t>
      </w:r>
      <w:proofErr w:type="gramStart"/>
      <w:r w:rsidRPr="00D644F4">
        <w:t>,</w:t>
      </w:r>
      <w:r w:rsidR="00075647" w:rsidRPr="00D644F4">
        <w:t> </w:t>
      </w:r>
      <w:r w:rsidRPr="00D644F4">
        <w:t>o</w:t>
      </w:r>
      <w:proofErr w:type="gramEnd"/>
      <w:r w:rsidR="00075647" w:rsidRPr="00D644F4">
        <w:t> </w:t>
      </w:r>
      <w:r w:rsidRPr="00D644F4">
        <w:t>którym mowa w art. 30 ust. 1 ustawy z dnia 22 maja 2003 r. o ubezpieczeniach obowiązkowych, Ubezpieczeniowym Funduszu Gwarancyjnym i Polskim Biurze Ubezpieczycieli Komunikacyjnych (Dz.</w:t>
      </w:r>
      <w:r w:rsidR="007556FB" w:rsidRPr="00D644F4">
        <w:t xml:space="preserve"> </w:t>
      </w:r>
      <w:r w:rsidRPr="00D644F4">
        <w:t xml:space="preserve">U. </w:t>
      </w:r>
      <w:proofErr w:type="gramStart"/>
      <w:r w:rsidRPr="00D644F4">
        <w:t>z</w:t>
      </w:r>
      <w:proofErr w:type="gramEnd"/>
      <w:r w:rsidR="00D644F4" w:rsidRPr="00D644F4">
        <w:t xml:space="preserve"> 201</w:t>
      </w:r>
      <w:r w:rsidR="00580B9D">
        <w:t>9</w:t>
      </w:r>
      <w:r w:rsidR="00D644F4" w:rsidRPr="00D644F4">
        <w:t xml:space="preserve"> r. poz. </w:t>
      </w:r>
      <w:r w:rsidR="00580B9D">
        <w:t>2214</w:t>
      </w:r>
      <w:r w:rsidRPr="00D644F4">
        <w:t>), przekazuje</w:t>
      </w:r>
      <w:r w:rsidRPr="00B54A94">
        <w:t xml:space="preserve"> do 10 dnia każdego miesiąca opłaty ewidencyjne, należne za miesiąc poprzedni, na rachunek bankowy Funduszu. W tym samym terminie zakład ubezpieczeń przekazuje ministrowi właściwemu do spraw informatyzacji sprawozdanie z uiszczonych opłat ewidencyjnych na rachunek Funduszu.</w:t>
      </w:r>
    </w:p>
    <w:p w:rsidR="004A6527" w:rsidRPr="00B54A94" w:rsidRDefault="004A6527" w:rsidP="00B54A94">
      <w:pPr>
        <w:pStyle w:val="ARTartustawynprozporzdzenia"/>
      </w:pPr>
      <w:r w:rsidRPr="00B54A94">
        <w:rPr>
          <w:b/>
        </w:rPr>
        <w:t>§</w:t>
      </w:r>
      <w:r w:rsidR="00075647" w:rsidRPr="00B54A94">
        <w:rPr>
          <w:b/>
        </w:rPr>
        <w:t> </w:t>
      </w:r>
      <w:r w:rsidRPr="00B54A94">
        <w:rPr>
          <w:b/>
        </w:rPr>
        <w:t>8</w:t>
      </w:r>
      <w:r w:rsidR="00B54A94" w:rsidRPr="00B54A94">
        <w:rPr>
          <w:b/>
        </w:rPr>
        <w:t>.</w:t>
      </w:r>
      <w:r w:rsidR="00075647" w:rsidRPr="00B54A94">
        <w:t> </w:t>
      </w:r>
      <w:r w:rsidRPr="00B54A94">
        <w:t>Wzór</w:t>
      </w:r>
      <w:r w:rsidR="00075647" w:rsidRPr="00B54A94">
        <w:t> </w:t>
      </w:r>
      <w:r w:rsidRPr="00B54A94">
        <w:t>sprawozdania</w:t>
      </w:r>
      <w:proofErr w:type="gramStart"/>
      <w:r w:rsidRPr="00B54A94">
        <w:t>,</w:t>
      </w:r>
      <w:r w:rsidR="00075647" w:rsidRPr="00B54A94">
        <w:t> </w:t>
      </w:r>
      <w:r w:rsidRPr="00B54A94">
        <w:t>o</w:t>
      </w:r>
      <w:proofErr w:type="gramEnd"/>
      <w:r w:rsidR="00075647" w:rsidRPr="00B54A94">
        <w:t> </w:t>
      </w:r>
      <w:r w:rsidR="00D644F4">
        <w:t>którym mowa w § 6 i</w:t>
      </w:r>
      <w:r w:rsidRPr="00B54A94">
        <w:t xml:space="preserve"> </w:t>
      </w:r>
      <w:r w:rsidR="00642EE6">
        <w:t xml:space="preserve">§ </w:t>
      </w:r>
      <w:r w:rsidRPr="00B54A94">
        <w:t>7, jest określony w załączniku do rozporządzenia.</w:t>
      </w:r>
    </w:p>
    <w:p w:rsidR="004A6527" w:rsidRPr="00EB3D34" w:rsidRDefault="004A6527" w:rsidP="00EB3D34">
      <w:pPr>
        <w:pStyle w:val="ARTartustawynprozporzdzenia"/>
      </w:pPr>
      <w:r w:rsidRPr="00EB3D34">
        <w:rPr>
          <w:b/>
        </w:rPr>
        <w:t>§</w:t>
      </w:r>
      <w:r w:rsidR="00075647" w:rsidRPr="00EB3D34">
        <w:rPr>
          <w:b/>
        </w:rPr>
        <w:t> </w:t>
      </w:r>
      <w:r w:rsidR="00EB3D34" w:rsidRPr="00EB3D34">
        <w:rPr>
          <w:b/>
        </w:rPr>
        <w:t>9.</w:t>
      </w:r>
      <w:r w:rsidR="00075647" w:rsidRPr="00EB3D34">
        <w:t> </w:t>
      </w:r>
      <w:r w:rsidRPr="00EB3D34">
        <w:t>Przepisy</w:t>
      </w:r>
      <w:r w:rsidR="00075647" w:rsidRPr="00EB3D34">
        <w:t> </w:t>
      </w:r>
      <w:r w:rsidRPr="00EB3D34">
        <w:t>rozporządzenia</w:t>
      </w:r>
      <w:r w:rsidR="00075647" w:rsidRPr="00EB3D34">
        <w:t> </w:t>
      </w:r>
      <w:r w:rsidRPr="00EB3D34">
        <w:t>określające wysokość opłaty ewidencyjnej, o której mowa w:</w:t>
      </w:r>
    </w:p>
    <w:p w:rsidR="004A6527" w:rsidRPr="004A6527" w:rsidRDefault="004A6527" w:rsidP="00B54A94">
      <w:pPr>
        <w:pStyle w:val="PKTpunkt"/>
      </w:pPr>
      <w:proofErr w:type="gramStart"/>
      <w:r w:rsidRPr="004A6527">
        <w:t>1)</w:t>
      </w:r>
      <w:r w:rsidR="00075647">
        <w:tab/>
      </w:r>
      <w:r w:rsidRPr="004A6527">
        <w:t>art</w:t>
      </w:r>
      <w:proofErr w:type="gramEnd"/>
      <w:r w:rsidRPr="004A6527">
        <w:t>. 8 ust. 4 i 5 ustawy, stosuje się z dniem wdrożenia rozwiązań technicznych umożliwiających funkcjonowanie centralnej ewidencji posiadaczy</w:t>
      </w:r>
      <w:r w:rsidR="00EB3D34">
        <w:t xml:space="preserve"> kart parkingowych, określony</w:t>
      </w:r>
      <w:r w:rsidR="00BF29B9">
        <w:t xml:space="preserve">m </w:t>
      </w:r>
      <w:r w:rsidRPr="004A6527">
        <w:t xml:space="preserve">w komunikacie, o którym mowa w art. 10b ust. 2 ustawy z dnia 24 lipca 2015 r. o zmianie ustawy </w:t>
      </w:r>
      <w:r w:rsidR="006E48CE">
        <w:t>–</w:t>
      </w:r>
      <w:r w:rsidRPr="004A6527">
        <w:t xml:space="preserve"> Prawo o ruchu drogowym oraz niektórych innych ustaw (Dz.</w:t>
      </w:r>
      <w:r w:rsidR="007556FB">
        <w:t xml:space="preserve"> </w:t>
      </w:r>
      <w:r w:rsidRPr="004A6527">
        <w:t xml:space="preserve">U. </w:t>
      </w:r>
      <w:proofErr w:type="gramStart"/>
      <w:r w:rsidRPr="004A6527">
        <w:t>poz</w:t>
      </w:r>
      <w:proofErr w:type="gramEnd"/>
      <w:r w:rsidRPr="004A6527">
        <w:t xml:space="preserve">. 1273, z </w:t>
      </w:r>
      <w:proofErr w:type="spellStart"/>
      <w:r w:rsidRPr="004A6527">
        <w:t>późn</w:t>
      </w:r>
      <w:proofErr w:type="spellEnd"/>
      <w:r w:rsidRPr="004A6527">
        <w:t xml:space="preserve">. </w:t>
      </w:r>
      <w:proofErr w:type="gramStart"/>
      <w:r w:rsidR="007556FB">
        <w:t>zm</w:t>
      </w:r>
      <w:proofErr w:type="gramEnd"/>
      <w:r w:rsidR="007556FB">
        <w:t>.</w:t>
      </w:r>
      <w:r w:rsidR="000641A7">
        <w:rPr>
          <w:rStyle w:val="Odwoanieprzypisudolnego"/>
        </w:rPr>
        <w:footnoteReference w:id="3"/>
      </w:r>
      <w:r w:rsidR="0090136E">
        <w:rPr>
          <w:rStyle w:val="IGindeksgrny"/>
        </w:rPr>
        <w:t>)</w:t>
      </w:r>
      <w:r w:rsidRPr="004A6527">
        <w:t>);</w:t>
      </w:r>
    </w:p>
    <w:p w:rsidR="004A6527" w:rsidRPr="004A6527" w:rsidRDefault="004A6527" w:rsidP="00B54A94">
      <w:pPr>
        <w:pStyle w:val="PKTpunkt"/>
      </w:pPr>
      <w:proofErr w:type="gramStart"/>
      <w:r w:rsidRPr="004A6527">
        <w:t>2)</w:t>
      </w:r>
      <w:r w:rsidR="00075647">
        <w:tab/>
      </w:r>
      <w:r w:rsidRPr="004A6527">
        <w:t>art</w:t>
      </w:r>
      <w:proofErr w:type="gramEnd"/>
      <w:r w:rsidRPr="004A6527">
        <w:t xml:space="preserve">. 28 ust. 8 i 9, art. 31 ust. 3, art. 33 ust. 2 pkt 1, art. 38 ust. 2 pkt 1, art. 58 ust. 2 pkt 1, art. 77 ust. 2 pkt 1, art. 85 ust. 8, art. 87 ust. 3 pkt 1, art. 101 ust. 1 pkt 3 i ust. 2 pkt 3, art. </w:t>
      </w:r>
      <w:r w:rsidRPr="004A6527">
        <w:lastRenderedPageBreak/>
        <w:t>109 ust. 1, 3 i 4, art. 110 oraz art. 117 ust. 3 pkt 1 ustawy z dnia 5 stycznia 2011 r. o kierujących pojazdami, stosuje się z dniem wdrożenia rozwiązań technicznych, określonym w komunikacie, o którym mowa w art. 138a ust. 2 ustawy z dnia 5 stycznia 2011 r. o kierujących pojazdami.</w:t>
      </w:r>
    </w:p>
    <w:p w:rsidR="004A6527" w:rsidRPr="009669D8" w:rsidRDefault="004A6527" w:rsidP="00EB3D34">
      <w:pPr>
        <w:pStyle w:val="ARTartustawynprozporzdzenia"/>
        <w:rPr>
          <w:rStyle w:val="IGindeksgrny"/>
        </w:rPr>
      </w:pPr>
      <w:r w:rsidRPr="00EB3D34">
        <w:rPr>
          <w:b/>
        </w:rPr>
        <w:t>§</w:t>
      </w:r>
      <w:r w:rsidR="00075647" w:rsidRPr="00EB3D34">
        <w:rPr>
          <w:b/>
        </w:rPr>
        <w:t> </w:t>
      </w:r>
      <w:r w:rsidRPr="00EB3D34">
        <w:rPr>
          <w:b/>
        </w:rPr>
        <w:t>10</w:t>
      </w:r>
      <w:r w:rsidR="00EB3D34" w:rsidRPr="00EB3D34">
        <w:rPr>
          <w:b/>
        </w:rPr>
        <w:t>.</w:t>
      </w:r>
      <w:r w:rsidR="00075647">
        <w:t> </w:t>
      </w:r>
      <w:r w:rsidRPr="004A6527">
        <w:t>Rozporządzenie</w:t>
      </w:r>
      <w:r w:rsidR="00075647">
        <w:t> </w:t>
      </w:r>
      <w:r w:rsidRPr="004A6527">
        <w:t>wchodzi</w:t>
      </w:r>
      <w:r w:rsidR="00075647">
        <w:t> </w:t>
      </w:r>
      <w:r w:rsidR="002108EC">
        <w:t>w życie z dniem 1</w:t>
      </w:r>
      <w:r w:rsidRPr="004A6527">
        <w:t xml:space="preserve"> </w:t>
      </w:r>
      <w:r w:rsidR="002108EC">
        <w:t>stycznia 2020</w:t>
      </w:r>
      <w:r w:rsidRPr="004A6527">
        <w:t xml:space="preserve"> r.</w:t>
      </w:r>
      <w:r w:rsidR="009669D8">
        <w:rPr>
          <w:rStyle w:val="Odwoanieprzypisudolnego"/>
        </w:rPr>
        <w:footnoteReference w:customMarkFollows="1" w:id="4"/>
        <w:t>5</w:t>
      </w:r>
      <w:r w:rsidR="009669D8">
        <w:rPr>
          <w:rStyle w:val="IGindeksgrny"/>
        </w:rPr>
        <w:t>)</w:t>
      </w:r>
    </w:p>
    <w:p w:rsidR="007556FB" w:rsidRPr="004A6527" w:rsidRDefault="007556FB" w:rsidP="00EB3D34">
      <w:pPr>
        <w:pStyle w:val="ARTartustawynprozporzdzenia"/>
      </w:pPr>
    </w:p>
    <w:p w:rsidR="007556FB" w:rsidRDefault="007556FB" w:rsidP="007556FB">
      <w:pPr>
        <w:pStyle w:val="NAZORGWYDnazwaorganuwydajcegoprojektowanyakt"/>
      </w:pPr>
    </w:p>
    <w:p w:rsidR="004A6527" w:rsidRPr="004A6527" w:rsidRDefault="004A6527" w:rsidP="007556FB">
      <w:pPr>
        <w:pStyle w:val="NAZORGWYDnazwaorganuwydajcegoprojektowanyakt"/>
      </w:pPr>
      <w:r w:rsidRPr="004A6527">
        <w:t>MINISTER CYFRYZACJI</w:t>
      </w:r>
    </w:p>
    <w:p w:rsidR="007556FB" w:rsidRDefault="007556FB" w:rsidP="004A6527">
      <w:pPr>
        <w:rPr>
          <w:u w:val="single"/>
        </w:rPr>
      </w:pPr>
    </w:p>
    <w:p w:rsidR="004A6527" w:rsidRDefault="004A6527" w:rsidP="004A6527">
      <w:pPr>
        <w:rPr>
          <w:u w:val="single"/>
        </w:rPr>
      </w:pPr>
      <w:proofErr w:type="gramStart"/>
      <w:r w:rsidRPr="004A6527">
        <w:rPr>
          <w:u w:val="single"/>
        </w:rPr>
        <w:t>w</w:t>
      </w:r>
      <w:proofErr w:type="gramEnd"/>
      <w:r w:rsidRPr="004A6527">
        <w:rPr>
          <w:u w:val="single"/>
        </w:rPr>
        <w:t xml:space="preserve"> porozumieniu:</w:t>
      </w:r>
    </w:p>
    <w:p w:rsidR="007556FB" w:rsidRPr="004A6527" w:rsidRDefault="007556FB" w:rsidP="004A6527">
      <w:pPr>
        <w:rPr>
          <w:u w:val="single"/>
        </w:rPr>
      </w:pPr>
    </w:p>
    <w:p w:rsidR="004A6527" w:rsidRPr="004A6527" w:rsidRDefault="004A6527" w:rsidP="007556FB">
      <w:pPr>
        <w:pStyle w:val="NAZORGWPOROZUMIENIUnazwaorganuwporozumieniuzktrymaktjestwydawany"/>
      </w:pPr>
      <w:r w:rsidRPr="004A6527">
        <w:t>MINISTER INFRASTRUKTURY</w:t>
      </w:r>
    </w:p>
    <w:p w:rsidR="004A6527" w:rsidRPr="004A6527" w:rsidRDefault="004A6527" w:rsidP="007556FB">
      <w:pPr>
        <w:pStyle w:val="NAZORGWPOROZUMIENIUnazwaorganuwporozumieniuzktrymaktjestwydawany"/>
      </w:pPr>
      <w:r w:rsidRPr="004A6527">
        <w:t>MINISTER RODZINY, PRACY</w:t>
      </w:r>
    </w:p>
    <w:p w:rsidR="004A6527" w:rsidRPr="004A6527" w:rsidRDefault="004A6527" w:rsidP="007556FB">
      <w:pPr>
        <w:pStyle w:val="NAZORGWPOROZUMIENIUnazwaorganuwporozumieniuzktrymaktjestwydawany"/>
      </w:pPr>
      <w:r w:rsidRPr="004A6527">
        <w:t>I POLITYKI SPOŁECZNEJ</w:t>
      </w:r>
    </w:p>
    <w:p w:rsidR="00CB0308" w:rsidRDefault="004A6527" w:rsidP="007556FB">
      <w:pPr>
        <w:pStyle w:val="NAZORGWPOROZUMIENIUnazwaorganuwporozumieniuzktrymaktjestwydawany"/>
      </w:pPr>
      <w:r w:rsidRPr="004A6527">
        <w:t>MINISTER FINANSÓW</w:t>
      </w:r>
    </w:p>
    <w:p w:rsidR="009140CD" w:rsidRDefault="009140CD">
      <w:pPr>
        <w:widowControl/>
        <w:autoSpaceDE/>
        <w:autoSpaceDN/>
        <w:adjustRightInd/>
      </w:pPr>
    </w:p>
    <w:p w:rsidR="009140CD" w:rsidRDefault="009140CD">
      <w:pPr>
        <w:widowControl/>
        <w:autoSpaceDE/>
        <w:autoSpaceDN/>
        <w:adjustRightInd/>
      </w:pPr>
    </w:p>
    <w:p w:rsidR="009140CD" w:rsidRDefault="009140CD">
      <w:pPr>
        <w:widowControl/>
        <w:autoSpaceDE/>
        <w:autoSpaceDN/>
        <w:adjustRightInd/>
      </w:pPr>
    </w:p>
    <w:p w:rsidR="009140CD" w:rsidRDefault="009140CD">
      <w:pPr>
        <w:widowControl/>
        <w:autoSpaceDE/>
        <w:autoSpaceDN/>
        <w:adjustRightInd/>
      </w:pPr>
    </w:p>
    <w:p w:rsidR="009140CD" w:rsidRDefault="009140CD">
      <w:pPr>
        <w:widowControl/>
        <w:autoSpaceDE/>
        <w:autoSpaceDN/>
        <w:adjustRightInd/>
      </w:pPr>
    </w:p>
    <w:p w:rsidR="009140CD" w:rsidRDefault="009140CD">
      <w:pPr>
        <w:widowControl/>
        <w:autoSpaceDE/>
        <w:autoSpaceDN/>
        <w:adjustRightInd/>
      </w:pPr>
    </w:p>
    <w:p w:rsidR="009140CD" w:rsidRPr="009140CD" w:rsidRDefault="009140CD" w:rsidP="009140CD">
      <w:pPr>
        <w:widowControl/>
        <w:autoSpaceDE/>
        <w:autoSpaceDN/>
        <w:adjustRightInd/>
      </w:pPr>
    </w:p>
    <w:p w:rsidR="005155A4" w:rsidRDefault="005155A4">
      <w:pPr>
        <w:widowControl/>
        <w:autoSpaceDE/>
        <w:autoSpaceDN/>
        <w:adjustRightInd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>
        <w:br w:type="page"/>
      </w:r>
    </w:p>
    <w:p w:rsidR="005155A4" w:rsidRDefault="005155A4" w:rsidP="005155A4">
      <w:pPr>
        <w:jc w:val="center"/>
        <w:rPr>
          <w:b/>
        </w:rPr>
      </w:pPr>
      <w:r w:rsidRPr="005155A4">
        <w:rPr>
          <w:b/>
        </w:rPr>
        <w:lastRenderedPageBreak/>
        <w:t>UZASADNIENIE</w:t>
      </w:r>
    </w:p>
    <w:p w:rsidR="005155A4" w:rsidRPr="005155A4" w:rsidRDefault="005155A4" w:rsidP="005155A4">
      <w:pPr>
        <w:jc w:val="center"/>
        <w:rPr>
          <w:b/>
        </w:rPr>
      </w:pPr>
    </w:p>
    <w:p w:rsidR="00690AAB" w:rsidRDefault="00163DC7" w:rsidP="005155A4">
      <w:pPr>
        <w:jc w:val="both"/>
        <w:rPr>
          <w:rFonts w:eastAsia="Times New Roman" w:cs="Times New Roman"/>
        </w:rPr>
      </w:pPr>
      <w:r>
        <w:rPr>
          <w:rFonts w:cs="Times New Roman"/>
        </w:rPr>
        <w:t xml:space="preserve">Konieczność opracowania </w:t>
      </w:r>
      <w:r w:rsidR="00EC74E8">
        <w:rPr>
          <w:rFonts w:cs="Times New Roman"/>
        </w:rPr>
        <w:t>p</w:t>
      </w:r>
      <w:r w:rsidR="00EC74E8" w:rsidRPr="005155A4">
        <w:rPr>
          <w:rFonts w:cs="Times New Roman"/>
        </w:rPr>
        <w:t>rojekt</w:t>
      </w:r>
      <w:r w:rsidR="00EC74E8">
        <w:rPr>
          <w:rFonts w:cs="Times New Roman"/>
        </w:rPr>
        <w:t>u</w:t>
      </w:r>
      <w:r w:rsidR="00EC74E8" w:rsidRPr="005155A4">
        <w:rPr>
          <w:rFonts w:cs="Times New Roman"/>
        </w:rPr>
        <w:t xml:space="preserve"> </w:t>
      </w:r>
      <w:r>
        <w:rPr>
          <w:rFonts w:cs="Times New Roman"/>
        </w:rPr>
        <w:t xml:space="preserve">nowego </w:t>
      </w:r>
      <w:r w:rsidR="005155A4" w:rsidRPr="005155A4">
        <w:rPr>
          <w:rFonts w:cs="Times New Roman"/>
        </w:rPr>
        <w:t>rozporządzenia</w:t>
      </w:r>
      <w:r>
        <w:rPr>
          <w:rFonts w:cs="Times New Roman"/>
        </w:rPr>
        <w:t xml:space="preserve"> Ministra Cyfryzacji</w:t>
      </w:r>
      <w:r w:rsidR="005155A4" w:rsidRPr="005155A4">
        <w:rPr>
          <w:rFonts w:cs="Times New Roman"/>
        </w:rPr>
        <w:t xml:space="preserve"> w sprawie opłaty ewidencyjnej stanowiącej przychód Funduszu – Centralna Ewidencja Pojazdów i</w:t>
      </w:r>
      <w:r w:rsidR="003737EC">
        <w:rPr>
          <w:rFonts w:cs="Times New Roman"/>
        </w:rPr>
        <w:t> </w:t>
      </w:r>
      <w:r w:rsidR="005155A4" w:rsidRPr="005155A4">
        <w:rPr>
          <w:rFonts w:cs="Times New Roman"/>
        </w:rPr>
        <w:t xml:space="preserve">Kierowców </w:t>
      </w:r>
      <w:r>
        <w:rPr>
          <w:rFonts w:cs="Times New Roman"/>
        </w:rPr>
        <w:t xml:space="preserve">podyktowana jest </w:t>
      </w:r>
      <w:r w:rsidR="00DC5010">
        <w:rPr>
          <w:rFonts w:cs="Times New Roman"/>
        </w:rPr>
        <w:t xml:space="preserve">utratą mocy obecnie obowiązującego rozporządzenia </w:t>
      </w:r>
      <w:r w:rsidR="00DC5010" w:rsidRPr="00DC5010">
        <w:rPr>
          <w:rFonts w:cs="Times New Roman"/>
        </w:rPr>
        <w:t xml:space="preserve">Ministra Cyfryzacji z dnia </w:t>
      </w:r>
      <w:r w:rsidR="00FD7B90">
        <w:rPr>
          <w:rFonts w:cs="Times New Roman"/>
        </w:rPr>
        <w:t>11</w:t>
      </w:r>
      <w:r w:rsidR="00DC5010" w:rsidRPr="00DC5010">
        <w:rPr>
          <w:rFonts w:cs="Times New Roman"/>
        </w:rPr>
        <w:t xml:space="preserve"> </w:t>
      </w:r>
      <w:r w:rsidR="00FD7B90">
        <w:rPr>
          <w:rFonts w:cs="Times New Roman"/>
        </w:rPr>
        <w:t>lipca</w:t>
      </w:r>
      <w:r w:rsidR="00DC5010" w:rsidRPr="00DC5010">
        <w:rPr>
          <w:rFonts w:cs="Times New Roman"/>
        </w:rPr>
        <w:t xml:space="preserve"> 201</w:t>
      </w:r>
      <w:r w:rsidR="00FD7B90">
        <w:rPr>
          <w:rFonts w:cs="Times New Roman"/>
        </w:rPr>
        <w:t>9</w:t>
      </w:r>
      <w:r w:rsidR="00DC5010" w:rsidRPr="00DC5010">
        <w:rPr>
          <w:rFonts w:cs="Times New Roman"/>
        </w:rPr>
        <w:t xml:space="preserve"> r. w sprawie opłaty ewidencyjnej stanowiącej przychód Funduszu – Centralna Ewidencja Pojazdów i Kierowców (Dz. U. </w:t>
      </w:r>
      <w:proofErr w:type="gramStart"/>
      <w:r w:rsidR="00DC5010" w:rsidRPr="00DC5010">
        <w:rPr>
          <w:rFonts w:cs="Times New Roman"/>
        </w:rPr>
        <w:t>poz</w:t>
      </w:r>
      <w:proofErr w:type="gramEnd"/>
      <w:r w:rsidR="00DC5010" w:rsidRPr="00DC5010">
        <w:rPr>
          <w:rFonts w:cs="Times New Roman"/>
        </w:rPr>
        <w:t xml:space="preserve">. </w:t>
      </w:r>
      <w:r w:rsidR="00FD7B90">
        <w:rPr>
          <w:rFonts w:cs="Times New Roman"/>
        </w:rPr>
        <w:t>1288</w:t>
      </w:r>
      <w:r w:rsidR="00DC5010" w:rsidRPr="00DC5010">
        <w:rPr>
          <w:rFonts w:cs="Times New Roman"/>
        </w:rPr>
        <w:t>)</w:t>
      </w:r>
      <w:r w:rsidR="00DC5010">
        <w:rPr>
          <w:rFonts w:cs="Times New Roman"/>
        </w:rPr>
        <w:t xml:space="preserve"> na skutek zmian przepisu upoważniającego</w:t>
      </w:r>
      <w:r w:rsidR="004975E6">
        <w:rPr>
          <w:rFonts w:cs="Times New Roman"/>
        </w:rPr>
        <w:t>, tj. art. 80d ust. 7</w:t>
      </w:r>
      <w:r w:rsidR="004975E6" w:rsidRPr="004975E6">
        <w:t xml:space="preserve"> </w:t>
      </w:r>
      <w:r w:rsidR="004975E6" w:rsidRPr="004975E6">
        <w:rPr>
          <w:rFonts w:cs="Times New Roman"/>
        </w:rPr>
        <w:t xml:space="preserve">ustawy z dnia 20 czerwca 1997 r. – Prawo o ruchu drogowym (Dz. U. </w:t>
      </w:r>
      <w:proofErr w:type="gramStart"/>
      <w:r w:rsidR="004975E6" w:rsidRPr="004975E6">
        <w:rPr>
          <w:rFonts w:cs="Times New Roman"/>
        </w:rPr>
        <w:t>z</w:t>
      </w:r>
      <w:proofErr w:type="gramEnd"/>
      <w:r w:rsidR="004975E6" w:rsidRPr="004975E6">
        <w:rPr>
          <w:rFonts w:cs="Times New Roman"/>
        </w:rPr>
        <w:t xml:space="preserve"> 2018 r. poz. 1990, z </w:t>
      </w:r>
      <w:proofErr w:type="spellStart"/>
      <w:r w:rsidR="004975E6" w:rsidRPr="004975E6">
        <w:rPr>
          <w:rFonts w:cs="Times New Roman"/>
        </w:rPr>
        <w:t>późn</w:t>
      </w:r>
      <w:proofErr w:type="spellEnd"/>
      <w:r w:rsidR="004975E6" w:rsidRPr="004975E6">
        <w:rPr>
          <w:rFonts w:cs="Times New Roman"/>
        </w:rPr>
        <w:t xml:space="preserve">. </w:t>
      </w:r>
      <w:proofErr w:type="gramStart"/>
      <w:r w:rsidR="004975E6" w:rsidRPr="004975E6">
        <w:rPr>
          <w:rFonts w:cs="Times New Roman"/>
        </w:rPr>
        <w:t>zm</w:t>
      </w:r>
      <w:proofErr w:type="gramEnd"/>
      <w:r w:rsidR="004975E6" w:rsidRPr="004975E6">
        <w:rPr>
          <w:rFonts w:cs="Times New Roman"/>
        </w:rPr>
        <w:t>.)</w:t>
      </w:r>
      <w:r w:rsidR="003737EC">
        <w:rPr>
          <w:rFonts w:cs="Times New Roman"/>
        </w:rPr>
        <w:t xml:space="preserve"> wprowadzonego u</w:t>
      </w:r>
      <w:r w:rsidR="005155A4" w:rsidRPr="005155A4">
        <w:rPr>
          <w:rFonts w:cs="Times New Roman"/>
        </w:rPr>
        <w:t>sta</w:t>
      </w:r>
      <w:r w:rsidR="005155A4">
        <w:rPr>
          <w:rFonts w:cs="Times New Roman"/>
        </w:rPr>
        <w:t>w</w:t>
      </w:r>
      <w:r w:rsidR="003737EC">
        <w:rPr>
          <w:rFonts w:cs="Times New Roman"/>
        </w:rPr>
        <w:t>ą</w:t>
      </w:r>
      <w:r w:rsidR="005155A4">
        <w:rPr>
          <w:rFonts w:cs="Times New Roman"/>
        </w:rPr>
        <w:t xml:space="preserve"> z dnia </w:t>
      </w:r>
      <w:r w:rsidR="00FD7B90">
        <w:rPr>
          <w:rFonts w:cs="Times New Roman"/>
        </w:rPr>
        <w:t>10</w:t>
      </w:r>
      <w:r w:rsidR="005155A4">
        <w:rPr>
          <w:rFonts w:cs="Times New Roman"/>
        </w:rPr>
        <w:t xml:space="preserve"> </w:t>
      </w:r>
      <w:r w:rsidR="00FD7B90">
        <w:rPr>
          <w:rFonts w:cs="Times New Roman"/>
        </w:rPr>
        <w:t>maja 2019</w:t>
      </w:r>
      <w:r w:rsidR="005155A4">
        <w:rPr>
          <w:rFonts w:cs="Times New Roman"/>
        </w:rPr>
        <w:t xml:space="preserve"> r.</w:t>
      </w:r>
      <w:r w:rsidR="005155A4" w:rsidRPr="005155A4">
        <w:rPr>
          <w:rFonts w:cs="Times New Roman"/>
        </w:rPr>
        <w:t xml:space="preserve"> o zmianie ustawy – </w:t>
      </w:r>
      <w:r w:rsidR="00FD7B90">
        <w:rPr>
          <w:rFonts w:cs="Times New Roman"/>
        </w:rPr>
        <w:t>Prawo o ruchu drogowym oraz ustawy – Kodeks karny</w:t>
      </w:r>
      <w:r w:rsidR="005155A4" w:rsidRPr="005155A4">
        <w:rPr>
          <w:rFonts w:cs="Times New Roman"/>
        </w:rPr>
        <w:t xml:space="preserve"> (Dz. U. poz</w:t>
      </w:r>
      <w:proofErr w:type="gramStart"/>
      <w:r w:rsidR="005155A4" w:rsidRPr="005155A4">
        <w:rPr>
          <w:rFonts w:cs="Times New Roman"/>
        </w:rPr>
        <w:t xml:space="preserve">. </w:t>
      </w:r>
      <w:r w:rsidR="00FD7B90">
        <w:rPr>
          <w:rFonts w:cs="Times New Roman"/>
        </w:rPr>
        <w:t>870</w:t>
      </w:r>
      <w:r w:rsidR="005155A4" w:rsidRPr="005155A4">
        <w:rPr>
          <w:rFonts w:cs="Times New Roman"/>
        </w:rPr>
        <w:t>)</w:t>
      </w:r>
      <w:r w:rsidR="003737EC">
        <w:rPr>
          <w:rFonts w:cs="Times New Roman"/>
        </w:rPr>
        <w:t>. Ustawa</w:t>
      </w:r>
      <w:proofErr w:type="gramEnd"/>
      <w:r w:rsidR="003737EC">
        <w:rPr>
          <w:rFonts w:cs="Times New Roman"/>
        </w:rPr>
        <w:t xml:space="preserve"> ta </w:t>
      </w:r>
      <w:r w:rsidR="005155A4" w:rsidRPr="005155A4">
        <w:rPr>
          <w:rFonts w:eastAsia="Times New Roman" w:cs="Times New Roman"/>
        </w:rPr>
        <w:t xml:space="preserve">wprowadziła </w:t>
      </w:r>
      <w:r w:rsidR="002F606A">
        <w:rPr>
          <w:rFonts w:eastAsia="Times New Roman" w:cs="Times New Roman"/>
        </w:rPr>
        <w:t xml:space="preserve">nowe </w:t>
      </w:r>
      <w:r w:rsidR="00FD7B90">
        <w:rPr>
          <w:rFonts w:eastAsia="Times New Roman" w:cs="Times New Roman"/>
        </w:rPr>
        <w:t xml:space="preserve">regulacje dotyczące </w:t>
      </w:r>
      <w:r w:rsidR="003737EC">
        <w:rPr>
          <w:rFonts w:eastAsia="Times New Roman" w:cs="Times New Roman"/>
        </w:rPr>
        <w:t xml:space="preserve">odczytu wskazania </w:t>
      </w:r>
      <w:r w:rsidR="00FD7B90">
        <w:rPr>
          <w:rFonts w:eastAsia="Times New Roman" w:cs="Times New Roman"/>
        </w:rPr>
        <w:t>drogomierza</w:t>
      </w:r>
      <w:r w:rsidR="003737EC">
        <w:rPr>
          <w:rFonts w:eastAsia="Times New Roman" w:cs="Times New Roman"/>
        </w:rPr>
        <w:t xml:space="preserve"> po jego wymianie. W </w:t>
      </w:r>
      <w:r w:rsidR="00690AAB">
        <w:rPr>
          <w:rFonts w:eastAsia="Times New Roman" w:cs="Times New Roman"/>
        </w:rPr>
        <w:t>związku z</w:t>
      </w:r>
      <w:r w:rsidR="00462B8D">
        <w:rPr>
          <w:rFonts w:eastAsia="Times New Roman" w:cs="Times New Roman"/>
        </w:rPr>
        <w:t xml:space="preserve"> </w:t>
      </w:r>
      <w:r w:rsidR="00690AAB">
        <w:rPr>
          <w:rFonts w:eastAsia="Times New Roman" w:cs="Times New Roman"/>
        </w:rPr>
        <w:t>powyższym zaszła konieczność dostosowania przepisów obowiązującego rozporządzenia do zmian wprowadzonych ww. ustawą.</w:t>
      </w:r>
      <w:r w:rsidR="003737EC">
        <w:rPr>
          <w:rFonts w:eastAsia="Times New Roman" w:cs="Times New Roman"/>
        </w:rPr>
        <w:t xml:space="preserve"> </w:t>
      </w:r>
      <w:r w:rsidR="00690AAB">
        <w:rPr>
          <w:rFonts w:eastAsia="Times New Roman" w:cs="Times New Roman"/>
        </w:rPr>
        <w:t xml:space="preserve"> </w:t>
      </w:r>
    </w:p>
    <w:p w:rsidR="005155A4" w:rsidRPr="005155A4" w:rsidRDefault="005155A4" w:rsidP="005155A4">
      <w:pPr>
        <w:jc w:val="both"/>
        <w:rPr>
          <w:rFonts w:eastAsia="Times New Roman" w:cs="Times New Roman"/>
        </w:rPr>
      </w:pPr>
    </w:p>
    <w:p w:rsidR="005155A4" w:rsidRPr="005155A4" w:rsidRDefault="005155A4" w:rsidP="005155A4">
      <w:pPr>
        <w:jc w:val="both"/>
      </w:pPr>
      <w:r w:rsidRPr="005155A4">
        <w:t>Rozporządzenie określa:</w:t>
      </w:r>
    </w:p>
    <w:p w:rsidR="005155A4" w:rsidRPr="005155A4" w:rsidRDefault="00516616" w:rsidP="00516616">
      <w:pPr>
        <w:pStyle w:val="PKTpunkt"/>
      </w:pPr>
      <w:proofErr w:type="gramStart"/>
      <w:r>
        <w:t>1)</w:t>
      </w:r>
      <w:r>
        <w:tab/>
      </w:r>
      <w:r w:rsidR="005155A4" w:rsidRPr="005155A4">
        <w:t>wysokość</w:t>
      </w:r>
      <w:proofErr w:type="gramEnd"/>
      <w:r w:rsidR="005155A4" w:rsidRPr="005155A4">
        <w:t xml:space="preserve"> opłaty ewidencyjnej, o której mowa w art. 8 ust. 4 i 5, art. 75 ust. 2, art. 77 ust. 3 i 3a, art. 80t ust. 2, </w:t>
      </w:r>
      <w:r>
        <w:t xml:space="preserve">art. 81b ust. 3, </w:t>
      </w:r>
      <w:r w:rsidR="005155A4" w:rsidRPr="005155A4">
        <w:t xml:space="preserve">art. 83 ust. 1 i art. 150 ust. 1 ustawy </w:t>
      </w:r>
      <w:r w:rsidR="005B1B61" w:rsidRPr="005B1B61">
        <w:t xml:space="preserve">z dnia 20 czerwca 1997 r. – Prawo o ruchu drogowym </w:t>
      </w:r>
      <w:r w:rsidR="005155A4" w:rsidRPr="005155A4">
        <w:t xml:space="preserve">oraz </w:t>
      </w:r>
      <w:r w:rsidR="00F87E45">
        <w:t xml:space="preserve">w </w:t>
      </w:r>
      <w:r w:rsidR="005155A4" w:rsidRPr="005155A4">
        <w:t xml:space="preserve">art. 10 ust. 1, art. 13 ust. 6, art. 14 ust. 1, art. 15 ust. 5, art. 16 ust. 1 i 5, art. 18 ust. 2, art. 28 ust. 8 i 9, art. 31 ust. 3, art. 33 ust. 2 pkt 1, art. 38 ust. 2 pkt 1, art. 58 ust. 2 pkt 1, art. 77 ust. 2 pkt 1, art. 85 ust. 8, art. 87 ust. 3 pkt 1, art. 97 ust. 3, art. 101 ust. 1 pkt 3 oraz ust. 2 pkt 3, art. 102 ust. 2, art. 103 ust. 3 i 3a, art. 109 ust. 1, 3 i 4, art. 110, art. 115 ust. 6, art. 117 ust. 3 pkt 1 i art. 124 ust. 3 </w:t>
      </w:r>
      <w:proofErr w:type="gramStart"/>
      <w:r w:rsidR="005155A4" w:rsidRPr="005155A4">
        <w:t>ustawy</w:t>
      </w:r>
      <w:proofErr w:type="gramEnd"/>
      <w:r w:rsidR="005155A4" w:rsidRPr="005155A4">
        <w:t xml:space="preserve"> z dnia 5 stycznia 2011 r. o kierujących pojazdami (Dz.</w:t>
      </w:r>
      <w:r w:rsidR="00F87E45">
        <w:t xml:space="preserve"> </w:t>
      </w:r>
      <w:r w:rsidR="005155A4" w:rsidRPr="005155A4">
        <w:t xml:space="preserve">U. </w:t>
      </w:r>
      <w:proofErr w:type="gramStart"/>
      <w:r w:rsidR="005155A4" w:rsidRPr="005155A4">
        <w:t>z</w:t>
      </w:r>
      <w:proofErr w:type="gramEnd"/>
      <w:r w:rsidR="005155A4" w:rsidRPr="005155A4">
        <w:t xml:space="preserve"> 2019 r. poz. 341</w:t>
      </w:r>
      <w:r w:rsidR="00D65E7A">
        <w:t xml:space="preserve">, z </w:t>
      </w:r>
      <w:proofErr w:type="spellStart"/>
      <w:r w:rsidR="00D65E7A">
        <w:t>późn</w:t>
      </w:r>
      <w:proofErr w:type="spellEnd"/>
      <w:r w:rsidR="00D65E7A">
        <w:t xml:space="preserve">. </w:t>
      </w:r>
      <w:proofErr w:type="gramStart"/>
      <w:r w:rsidR="00D65E7A">
        <w:t>zm</w:t>
      </w:r>
      <w:proofErr w:type="gramEnd"/>
      <w:r w:rsidR="00D65E7A">
        <w:t>.</w:t>
      </w:r>
      <w:r w:rsidR="005155A4" w:rsidRPr="005155A4">
        <w:t xml:space="preserve">), </w:t>
      </w:r>
      <w:r w:rsidR="00F87E45">
        <w:t>a także</w:t>
      </w:r>
      <w:r w:rsidR="00F87E45" w:rsidRPr="005155A4">
        <w:t xml:space="preserve"> </w:t>
      </w:r>
      <w:r w:rsidR="005155A4" w:rsidRPr="005155A4">
        <w:t>w art. 39g ust. 9 pkt 2 ustawy z dnia 6 września 2001 r. o transporcie drogowym (Dz.</w:t>
      </w:r>
      <w:r w:rsidR="00F87E45">
        <w:t xml:space="preserve"> </w:t>
      </w:r>
      <w:r w:rsidR="005155A4" w:rsidRPr="005155A4">
        <w:t xml:space="preserve">U. </w:t>
      </w:r>
      <w:proofErr w:type="gramStart"/>
      <w:r w:rsidR="005155A4" w:rsidRPr="005155A4">
        <w:t>z</w:t>
      </w:r>
      <w:proofErr w:type="gramEnd"/>
      <w:r w:rsidR="005155A4" w:rsidRPr="005155A4">
        <w:t xml:space="preserve"> 2019 r. poz. </w:t>
      </w:r>
      <w:r w:rsidR="00397557">
        <w:t>2140</w:t>
      </w:r>
      <w:r w:rsidR="005155A4" w:rsidRPr="005155A4">
        <w:t xml:space="preserve">) i w art. 25 ust. 1 pkt 2 ustawy z dnia 19 sierpnia 2011 r. o przewozie towarów niebezpiecznych (Dz. U. </w:t>
      </w:r>
      <w:proofErr w:type="gramStart"/>
      <w:r w:rsidR="005155A4" w:rsidRPr="005155A4">
        <w:t>z</w:t>
      </w:r>
      <w:proofErr w:type="gramEnd"/>
      <w:r w:rsidR="005155A4" w:rsidRPr="005155A4">
        <w:t xml:space="preserve"> 2019 r. poz. 382</w:t>
      </w:r>
      <w:r w:rsidR="00F87E45">
        <w:t xml:space="preserve">, </w:t>
      </w:r>
      <w:r>
        <w:t xml:space="preserve">z </w:t>
      </w:r>
      <w:proofErr w:type="spellStart"/>
      <w:r>
        <w:t>późn</w:t>
      </w:r>
      <w:proofErr w:type="spellEnd"/>
      <w:r>
        <w:t xml:space="preserve">. </w:t>
      </w:r>
      <w:proofErr w:type="gramStart"/>
      <w:r>
        <w:t>zm</w:t>
      </w:r>
      <w:proofErr w:type="gramEnd"/>
      <w:r>
        <w:t>.</w:t>
      </w:r>
      <w:r w:rsidR="005155A4" w:rsidRPr="005155A4">
        <w:t>) oraz sposób jej wnoszenia;</w:t>
      </w:r>
    </w:p>
    <w:p w:rsidR="005155A4" w:rsidRPr="005155A4" w:rsidRDefault="00516616" w:rsidP="00516616">
      <w:pPr>
        <w:pStyle w:val="PKTpunkt"/>
      </w:pPr>
      <w:proofErr w:type="gramStart"/>
      <w:r>
        <w:t>2)</w:t>
      </w:r>
      <w:r>
        <w:tab/>
      </w:r>
      <w:r w:rsidR="005155A4" w:rsidRPr="005155A4">
        <w:t>tryb</w:t>
      </w:r>
      <w:proofErr w:type="gramEnd"/>
      <w:r w:rsidR="005155A4" w:rsidRPr="005155A4">
        <w:t xml:space="preserve"> i zasady pobierania, ewidencjonowania, przekazywania i rozliczania opłaty ewidencyjnej przez organy i podmioty zobowiązane do jej pobierania;</w:t>
      </w:r>
    </w:p>
    <w:p w:rsidR="005155A4" w:rsidRPr="005155A4" w:rsidRDefault="00516616" w:rsidP="00516616">
      <w:pPr>
        <w:pStyle w:val="PKTpunkt"/>
      </w:pPr>
      <w:proofErr w:type="gramStart"/>
      <w:r>
        <w:t>3)</w:t>
      </w:r>
      <w:r>
        <w:tab/>
      </w:r>
      <w:r w:rsidR="005155A4" w:rsidRPr="005155A4">
        <w:t>wzór</w:t>
      </w:r>
      <w:proofErr w:type="gramEnd"/>
      <w:r w:rsidR="005155A4" w:rsidRPr="005155A4">
        <w:t xml:space="preserve"> miesięcznego sprawozdania, o którym mowa w art. 80d ust. 3a pkt 2 ustawy, zawierającego kwoty opłat ewidencyjnych pobranych i przekazanych lub uiszczonych na rachunek Funduszu </w:t>
      </w:r>
      <w:r w:rsidR="00F87E45">
        <w:t>–</w:t>
      </w:r>
      <w:r w:rsidR="005155A4" w:rsidRPr="005155A4">
        <w:t xml:space="preserve"> Centralna Ewidencja Pojazdów i Kierowców</w:t>
      </w:r>
      <w:r w:rsidR="00EB7E91">
        <w:t>, zwanego dalej „Funduszem”</w:t>
      </w:r>
      <w:r w:rsidR="005155A4" w:rsidRPr="005155A4">
        <w:t>.</w:t>
      </w:r>
    </w:p>
    <w:p w:rsidR="00215D77" w:rsidRDefault="00215D77" w:rsidP="00700D1D">
      <w:pPr>
        <w:ind w:firstLine="170"/>
        <w:jc w:val="both"/>
      </w:pPr>
      <w:r>
        <w:t xml:space="preserve">Wysokość opłaty za dokonanie odczytu wskazania drogomierza po wymianie określono na </w:t>
      </w:r>
      <w:r>
        <w:lastRenderedPageBreak/>
        <w:t>kwotę 1 zł. Taka sama kwota jest obecnie pobierana przez stacje kontroli pojazdów za przeprowadzenie badania technicznego. Biorąc pod uwagę, iż czynności realizowane przez diagnostę związane z odczytem wskazania drogomierza obejmują m.in. identyfikację pojazdu, weryfikację jego danych a następnie odczyt wskazania drogomierza i przekazanie zestawu danych określonych w projekcie rozporządzenia w sprawie katalogu danych gromadzonych w centralnej ewidencji pojazdów, a zatem są to czynności analogiczne jak w przypadku przeprowadzania badania technicznego</w:t>
      </w:r>
      <w:r w:rsidR="00DD4FB7">
        <w:t>,</w:t>
      </w:r>
      <w:r>
        <w:t xml:space="preserve"> wysokość pobieranej opłaty ewidencyjnej jest taka sama jak w przypadku badania technicznego</w:t>
      </w:r>
      <w:r w:rsidR="00DD4FB7">
        <w:t>. Określając wysokość opłaty wzięto pod uwagę również</w:t>
      </w:r>
      <w:r>
        <w:t xml:space="preserve"> zakres danych, który w efekcie wykonania tej czynności </w:t>
      </w:r>
      <w:r w:rsidR="00DD4FB7">
        <w:t>będzie</w:t>
      </w:r>
      <w:r>
        <w:t xml:space="preserve"> przekazywany do centralnej ewidencji pojazdów</w:t>
      </w:r>
      <w:r w:rsidR="00DD4FB7">
        <w:t>, gromadzony w tej ewidencji i udostępniany uprawnionym podmiotom a także obywatelom i przedsiębiorcom</w:t>
      </w:r>
      <w:r>
        <w:t>.</w:t>
      </w:r>
    </w:p>
    <w:p w:rsidR="00DD1D87" w:rsidRPr="006C0EFC" w:rsidRDefault="00215D77" w:rsidP="00700D1D">
      <w:pPr>
        <w:ind w:firstLine="170"/>
        <w:jc w:val="both"/>
      </w:pPr>
      <w:r>
        <w:t xml:space="preserve">  </w:t>
      </w:r>
      <w:r w:rsidR="005155A4" w:rsidRPr="005155A4">
        <w:t xml:space="preserve">Przepisy obowiązującego obecnie rozporządzenia </w:t>
      </w:r>
      <w:r w:rsidR="00BF6CF6">
        <w:t xml:space="preserve">Ministra Cyfryzacji z dnia </w:t>
      </w:r>
      <w:r w:rsidR="00F7792C">
        <w:t>11</w:t>
      </w:r>
      <w:r w:rsidR="00BF6CF6">
        <w:t xml:space="preserve"> </w:t>
      </w:r>
      <w:r w:rsidR="00F7792C">
        <w:t>lipca</w:t>
      </w:r>
      <w:r w:rsidR="00BF6CF6">
        <w:t xml:space="preserve"> 201</w:t>
      </w:r>
      <w:r w:rsidR="00F7792C">
        <w:t>9</w:t>
      </w:r>
      <w:r w:rsidR="00BF6CF6">
        <w:t xml:space="preserve"> r. </w:t>
      </w:r>
      <w:r w:rsidR="00BF6CF6" w:rsidRPr="00BF6CF6">
        <w:t xml:space="preserve">w sprawie opłaty ewidencyjnej stanowiącej przychód Funduszu – Centralna Ewidencja Pojazdów i Kierowców </w:t>
      </w:r>
      <w:r w:rsidR="00BF6CF6">
        <w:t xml:space="preserve">zachowano w </w:t>
      </w:r>
      <w:r w:rsidR="00BF29B9">
        <w:t xml:space="preserve">niemalże </w:t>
      </w:r>
      <w:r w:rsidR="00BF6CF6">
        <w:t xml:space="preserve">niezmienionym brzmieniu i dokonano ich transpozycji </w:t>
      </w:r>
      <w:r w:rsidR="005155A4" w:rsidRPr="005155A4">
        <w:t>do projekt</w:t>
      </w:r>
      <w:r w:rsidR="00BF6CF6">
        <w:t>owanego aktu.</w:t>
      </w:r>
      <w:r w:rsidR="005155A4" w:rsidRPr="005155A4">
        <w:t xml:space="preserve"> Treść rozporządzenia oraz załącznika do rozporządzenia, określającego wzór sprawozdania z opłat ewidencyjnych pobranych i przekaza</w:t>
      </w:r>
      <w:r w:rsidR="009A1CDC">
        <w:t>nych lub uiszczonych na rachunek</w:t>
      </w:r>
      <w:r w:rsidR="005155A4" w:rsidRPr="005155A4">
        <w:t xml:space="preserve"> Funduszu, uzupełniono odpowiednio o przepisy dotyczące pobierania opłaty e</w:t>
      </w:r>
      <w:r w:rsidR="00EE00D3">
        <w:t>widencyjnej określonej w art. 81b</w:t>
      </w:r>
      <w:r w:rsidR="005155A4" w:rsidRPr="005155A4">
        <w:t xml:space="preserve"> ust</w:t>
      </w:r>
      <w:r w:rsidR="00F87E45">
        <w:t>.</w:t>
      </w:r>
      <w:r w:rsidR="00EE00D3">
        <w:t xml:space="preserve"> 3</w:t>
      </w:r>
      <w:r w:rsidR="005155A4" w:rsidRPr="005155A4">
        <w:t xml:space="preserve"> ustawy</w:t>
      </w:r>
      <w:r w:rsidR="00EE00D3" w:rsidRPr="00EE00D3">
        <w:rPr>
          <w:rFonts w:cs="Times New Roman"/>
        </w:rPr>
        <w:t xml:space="preserve"> </w:t>
      </w:r>
      <w:r w:rsidR="00EE00D3" w:rsidRPr="00EE00D3">
        <w:t>z dnia 20 czerwca 1997 r. – Prawo o ruchu drogowym</w:t>
      </w:r>
      <w:r w:rsidR="00F87E45">
        <w:t>,</w:t>
      </w:r>
      <w:r w:rsidR="009A1CDC">
        <w:t xml:space="preserve"> </w:t>
      </w:r>
      <w:r w:rsidR="005155A4" w:rsidRPr="005155A4">
        <w:t xml:space="preserve">tj. za </w:t>
      </w:r>
      <w:r w:rsidR="00EE00D3">
        <w:t>dokonanie odczytu wskazania drogomierza (§ 2 pkt 2 lit. h projektu</w:t>
      </w:r>
      <w:r w:rsidR="00700D1D" w:rsidRPr="00700D1D">
        <w:t xml:space="preserve"> </w:t>
      </w:r>
      <w:r w:rsidR="00700D1D">
        <w:t>oraz Część B załącznika</w:t>
      </w:r>
      <w:r w:rsidR="00EE00D3">
        <w:t>)</w:t>
      </w:r>
      <w:r w:rsidR="005155A4" w:rsidRPr="005155A4">
        <w:t>.</w:t>
      </w:r>
      <w:r w:rsidR="001F22CB">
        <w:t xml:space="preserve"> </w:t>
      </w:r>
      <w:r w:rsidR="001F22CB" w:rsidRPr="006C0EFC">
        <w:t xml:space="preserve">Dodatkowo w </w:t>
      </w:r>
      <w:r w:rsidR="001F22CB" w:rsidRPr="00346101">
        <w:rPr>
          <w:rStyle w:val="Ppogrubienie"/>
          <w:b w:val="0"/>
        </w:rPr>
        <w:t>§ 2</w:t>
      </w:r>
      <w:r w:rsidR="009A708F">
        <w:rPr>
          <w:rStyle w:val="Ppogrubienie"/>
          <w:b w:val="0"/>
        </w:rPr>
        <w:t xml:space="preserve"> ust.</w:t>
      </w:r>
      <w:r w:rsidR="001F22CB" w:rsidRPr="00346101">
        <w:rPr>
          <w:rStyle w:val="Ppogrubienie"/>
          <w:b w:val="0"/>
        </w:rPr>
        <w:t xml:space="preserve"> </w:t>
      </w:r>
      <w:r w:rsidR="001F22CB" w:rsidRPr="006C0EFC">
        <w:t xml:space="preserve">1 pkt 1 lit. a </w:t>
      </w:r>
      <w:proofErr w:type="spellStart"/>
      <w:r w:rsidR="001F22CB" w:rsidRPr="006C0EFC">
        <w:t>tiret</w:t>
      </w:r>
      <w:proofErr w:type="spellEnd"/>
      <w:r w:rsidR="001F22CB" w:rsidRPr="006C0EFC">
        <w:t xml:space="preserve"> dziewiąte i dziesiąte dostosowano brzmienie regulacji do przepisów ustawy – dla zezwoleń na kierowanie pojazdem przewożącym wartości pieniężne albo inne przedmioty wartościowe lub niebezpieczne oraz zaświadczeń ADR. Analogicznych zmian dokonano w </w:t>
      </w:r>
      <w:r w:rsidR="001F22CB" w:rsidRPr="00346101">
        <w:rPr>
          <w:rStyle w:val="Ppogrubienie"/>
          <w:b w:val="0"/>
        </w:rPr>
        <w:t>§ 2</w:t>
      </w:r>
      <w:r w:rsidR="009A708F">
        <w:rPr>
          <w:rStyle w:val="Ppogrubienie"/>
          <w:b w:val="0"/>
        </w:rPr>
        <w:t xml:space="preserve"> ust.</w:t>
      </w:r>
      <w:r w:rsidR="001F22CB" w:rsidRPr="00346101">
        <w:rPr>
          <w:rStyle w:val="Ppogrubienie"/>
          <w:b w:val="0"/>
        </w:rPr>
        <w:t xml:space="preserve"> </w:t>
      </w:r>
      <w:r w:rsidR="001F22CB" w:rsidRPr="006C0EFC">
        <w:t>1. pkt 1 lit.</w:t>
      </w:r>
      <w:r w:rsidR="00346101">
        <w:t xml:space="preserve"> </w:t>
      </w:r>
      <w:r w:rsidR="001F22CB" w:rsidRPr="006C0EFC">
        <w:t xml:space="preserve">b </w:t>
      </w:r>
      <w:proofErr w:type="spellStart"/>
      <w:r w:rsidR="001F22CB" w:rsidRPr="006C0EFC">
        <w:t>tiret</w:t>
      </w:r>
      <w:proofErr w:type="spellEnd"/>
      <w:r w:rsidR="001F22CB" w:rsidRPr="006C0EFC">
        <w:t xml:space="preserve"> czwarte i lit. c </w:t>
      </w:r>
      <w:proofErr w:type="spellStart"/>
      <w:r w:rsidR="001F22CB" w:rsidRPr="006C0EFC">
        <w:t>tiret</w:t>
      </w:r>
      <w:proofErr w:type="spellEnd"/>
      <w:r w:rsidR="001F22CB" w:rsidRPr="006C0EFC">
        <w:t xml:space="preserve"> drugie.</w:t>
      </w:r>
      <w:r w:rsidR="009A708F">
        <w:t xml:space="preserve"> (i załącznik)</w:t>
      </w:r>
      <w:r w:rsidR="001F22CB" w:rsidRPr="006C0EFC">
        <w:t xml:space="preserve"> Prze</w:t>
      </w:r>
      <w:r w:rsidR="009A708F">
        <w:t>redagowano</w:t>
      </w:r>
      <w:r w:rsidR="001F22CB" w:rsidRPr="006C0EFC">
        <w:t xml:space="preserve"> również brzmienie </w:t>
      </w:r>
      <w:r w:rsidR="001F22CB" w:rsidRPr="00346101">
        <w:t>§ 4 łącząc ust. 1 i 2</w:t>
      </w:r>
      <w:r w:rsidR="001F22CB" w:rsidRPr="006C0EFC">
        <w:t xml:space="preserve"> – rezygnując ze zdania wstępnego ust. 2</w:t>
      </w:r>
      <w:r w:rsidR="006C0EFC" w:rsidRPr="006C0EFC">
        <w:t>, jednocześnie</w:t>
      </w:r>
      <w:r w:rsidR="001F22CB" w:rsidRPr="006C0EFC">
        <w:t xml:space="preserve"> pozostawiając merytoryczny zakres regulacji bez zmian</w:t>
      </w:r>
      <w:r w:rsidR="006C0EFC" w:rsidRPr="006C0EFC">
        <w:t>.</w:t>
      </w:r>
    </w:p>
    <w:p w:rsidR="00700D1D" w:rsidRDefault="00700D1D" w:rsidP="00700D1D">
      <w:pPr>
        <w:ind w:firstLine="170"/>
        <w:jc w:val="both"/>
      </w:pPr>
    </w:p>
    <w:p w:rsidR="005155A4" w:rsidRPr="005155A4" w:rsidRDefault="005155A4" w:rsidP="005155A4">
      <w:pPr>
        <w:jc w:val="both"/>
      </w:pPr>
      <w:r w:rsidRPr="005155A4">
        <w:t xml:space="preserve">Rozporządzenie wejdzie w życie z dniem 1 </w:t>
      </w:r>
      <w:r w:rsidR="00F9503F">
        <w:t>stycznia 2020</w:t>
      </w:r>
      <w:r w:rsidRPr="005155A4">
        <w:t xml:space="preserve"> r.</w:t>
      </w:r>
    </w:p>
    <w:p w:rsidR="00DE6295" w:rsidRDefault="00DE6295" w:rsidP="005155A4">
      <w:pPr>
        <w:jc w:val="both"/>
      </w:pPr>
    </w:p>
    <w:p w:rsidR="005155A4" w:rsidRPr="005155A4" w:rsidRDefault="005155A4" w:rsidP="005155A4">
      <w:pPr>
        <w:jc w:val="both"/>
      </w:pPr>
      <w:r w:rsidRPr="005155A4">
        <w:t>Przedmiot projektu rozporządzenia jest zgodny z prawem Unii Europejskiej</w:t>
      </w:r>
      <w:r w:rsidR="00BF6CF6">
        <w:t>.</w:t>
      </w:r>
    </w:p>
    <w:p w:rsidR="00DE6295" w:rsidRDefault="00DE6295" w:rsidP="005155A4">
      <w:pPr>
        <w:jc w:val="both"/>
        <w:rPr>
          <w:rFonts w:eastAsia="Times New Roman" w:cs="Times New Roman"/>
        </w:rPr>
      </w:pPr>
    </w:p>
    <w:p w:rsidR="005155A4" w:rsidRDefault="005155A4" w:rsidP="005155A4">
      <w:pPr>
        <w:jc w:val="both"/>
        <w:rPr>
          <w:rFonts w:eastAsia="Times New Roman" w:cs="Times New Roman"/>
        </w:rPr>
      </w:pPr>
      <w:r w:rsidRPr="005155A4">
        <w:rPr>
          <w:rFonts w:eastAsia="Times New Roman" w:cs="Times New Roman"/>
        </w:rPr>
        <w:t xml:space="preserve">Projektowana regulacja nie zawiera przepisów technicznych w rozumieniu rozporządzenia Rady Ministrów z dnia 23 grudnia 2002 r. w sprawie sposobu funkcjonowania krajowego systemu notyfikacji norm i aktów prawnych (Dz. U. </w:t>
      </w:r>
      <w:proofErr w:type="gramStart"/>
      <w:r w:rsidRPr="005155A4">
        <w:rPr>
          <w:rFonts w:eastAsia="Times New Roman" w:cs="Times New Roman"/>
        </w:rPr>
        <w:t>poz</w:t>
      </w:r>
      <w:proofErr w:type="gramEnd"/>
      <w:r w:rsidRPr="005155A4">
        <w:rPr>
          <w:rFonts w:eastAsia="Times New Roman" w:cs="Times New Roman"/>
        </w:rPr>
        <w:t>. 2039</w:t>
      </w:r>
      <w:r w:rsidR="00F9503F">
        <w:rPr>
          <w:rFonts w:eastAsia="Times New Roman" w:cs="Times New Roman"/>
        </w:rPr>
        <w:t xml:space="preserve">, z </w:t>
      </w:r>
      <w:proofErr w:type="spellStart"/>
      <w:r w:rsidR="00F9503F">
        <w:rPr>
          <w:rFonts w:eastAsia="Times New Roman" w:cs="Times New Roman"/>
        </w:rPr>
        <w:t>późn</w:t>
      </w:r>
      <w:proofErr w:type="spellEnd"/>
      <w:r w:rsidR="00F9503F">
        <w:rPr>
          <w:rFonts w:eastAsia="Times New Roman" w:cs="Times New Roman"/>
        </w:rPr>
        <w:t xml:space="preserve">. </w:t>
      </w:r>
      <w:proofErr w:type="gramStart"/>
      <w:r w:rsidR="00F9503F">
        <w:rPr>
          <w:rFonts w:eastAsia="Times New Roman" w:cs="Times New Roman"/>
        </w:rPr>
        <w:t>zm</w:t>
      </w:r>
      <w:proofErr w:type="gramEnd"/>
      <w:r w:rsidR="00F9503F">
        <w:rPr>
          <w:rFonts w:eastAsia="Times New Roman" w:cs="Times New Roman"/>
        </w:rPr>
        <w:t>.</w:t>
      </w:r>
      <w:r w:rsidRPr="005155A4">
        <w:rPr>
          <w:rFonts w:eastAsia="Times New Roman" w:cs="Times New Roman"/>
        </w:rPr>
        <w:t>) i nie podlega notyfikacji Komisji Europejskiej.</w:t>
      </w:r>
    </w:p>
    <w:p w:rsidR="00DE6295" w:rsidRPr="005155A4" w:rsidRDefault="00DE6295" w:rsidP="005155A4">
      <w:pPr>
        <w:jc w:val="both"/>
        <w:rPr>
          <w:rFonts w:eastAsia="Times New Roman" w:cs="Times New Roman"/>
        </w:rPr>
      </w:pPr>
    </w:p>
    <w:p w:rsidR="005155A4" w:rsidRDefault="005155A4" w:rsidP="005155A4">
      <w:pPr>
        <w:jc w:val="both"/>
        <w:rPr>
          <w:rFonts w:eastAsia="Times New Roman" w:cs="Times New Roman"/>
        </w:rPr>
      </w:pPr>
      <w:r w:rsidRPr="005155A4">
        <w:rPr>
          <w:rFonts w:eastAsia="Times New Roman" w:cs="Times New Roman"/>
        </w:rPr>
        <w:t xml:space="preserve">Projektowana regulacja nie będzie wymagała notyfikacji Komisji Europejskiej w trybie ustawy z dnia 30 kwietnia 2004 r. o postępowaniu w sprawach dotyczących pomocy publicznej (Dz. U. </w:t>
      </w:r>
      <w:proofErr w:type="gramStart"/>
      <w:r w:rsidRPr="005155A4">
        <w:rPr>
          <w:rFonts w:eastAsia="Times New Roman" w:cs="Times New Roman"/>
        </w:rPr>
        <w:t>z</w:t>
      </w:r>
      <w:proofErr w:type="gramEnd"/>
      <w:r w:rsidRPr="005155A4">
        <w:rPr>
          <w:rFonts w:eastAsia="Times New Roman" w:cs="Times New Roman"/>
        </w:rPr>
        <w:t xml:space="preserve"> 2018 r. poz. 362</w:t>
      </w:r>
      <w:r w:rsidR="00F9503F">
        <w:rPr>
          <w:rFonts w:eastAsia="Times New Roman" w:cs="Times New Roman"/>
        </w:rPr>
        <w:t xml:space="preserve">, z </w:t>
      </w:r>
      <w:proofErr w:type="spellStart"/>
      <w:r w:rsidR="00F9503F">
        <w:rPr>
          <w:rFonts w:eastAsia="Times New Roman" w:cs="Times New Roman"/>
        </w:rPr>
        <w:t>późn</w:t>
      </w:r>
      <w:proofErr w:type="spellEnd"/>
      <w:r w:rsidR="00F9503F">
        <w:rPr>
          <w:rFonts w:eastAsia="Times New Roman" w:cs="Times New Roman"/>
        </w:rPr>
        <w:t xml:space="preserve">. </w:t>
      </w:r>
      <w:proofErr w:type="gramStart"/>
      <w:r w:rsidR="00F9503F">
        <w:rPr>
          <w:rFonts w:eastAsia="Times New Roman" w:cs="Times New Roman"/>
        </w:rPr>
        <w:t>zm</w:t>
      </w:r>
      <w:proofErr w:type="gramEnd"/>
      <w:r w:rsidR="00F9503F">
        <w:rPr>
          <w:rFonts w:eastAsia="Times New Roman" w:cs="Times New Roman"/>
        </w:rPr>
        <w:t>.</w:t>
      </w:r>
      <w:r w:rsidRPr="005155A4">
        <w:rPr>
          <w:rFonts w:eastAsia="Times New Roman" w:cs="Times New Roman"/>
        </w:rPr>
        <w:t>).</w:t>
      </w:r>
    </w:p>
    <w:p w:rsidR="00DE6295" w:rsidRPr="005155A4" w:rsidRDefault="00DE6295" w:rsidP="005155A4">
      <w:pPr>
        <w:jc w:val="both"/>
        <w:rPr>
          <w:rFonts w:eastAsia="Times New Roman" w:cs="Times New Roman"/>
        </w:rPr>
      </w:pPr>
    </w:p>
    <w:p w:rsidR="005155A4" w:rsidRDefault="005155A4" w:rsidP="005155A4">
      <w:pPr>
        <w:jc w:val="both"/>
        <w:rPr>
          <w:rFonts w:eastAsia="Times New Roman" w:cs="Times New Roman"/>
        </w:rPr>
      </w:pPr>
      <w:r w:rsidRPr="005155A4">
        <w:rPr>
          <w:rFonts w:eastAsia="Times New Roman" w:cs="Times New Roman"/>
        </w:rPr>
        <w:t xml:space="preserve">Projekt </w:t>
      </w:r>
      <w:r w:rsidR="00FA468C">
        <w:rPr>
          <w:rFonts w:eastAsia="Times New Roman" w:cs="Times New Roman"/>
        </w:rPr>
        <w:t xml:space="preserve">rozporządzenia </w:t>
      </w:r>
      <w:r w:rsidRPr="005155A4">
        <w:rPr>
          <w:rFonts w:eastAsia="Times New Roman" w:cs="Times New Roman"/>
        </w:rPr>
        <w:t>nie wymaga przedłożenia instytucjom i organom Unii Europejskiej, w tym Europejskiemu Bankowi Centralnemu</w:t>
      </w:r>
      <w:r w:rsidR="00FA468C">
        <w:rPr>
          <w:rFonts w:eastAsia="Times New Roman" w:cs="Times New Roman"/>
        </w:rPr>
        <w:t>,</w:t>
      </w:r>
      <w:r w:rsidRPr="005155A4">
        <w:rPr>
          <w:rFonts w:eastAsia="Times New Roman" w:cs="Times New Roman"/>
        </w:rPr>
        <w:t xml:space="preserve"> w celu uzyskania opinii, dokonania powiadomienia, konsultacji albo uzgodnienia.</w:t>
      </w:r>
    </w:p>
    <w:p w:rsidR="00DE6295" w:rsidRPr="005155A4" w:rsidRDefault="00DE6295" w:rsidP="005155A4">
      <w:pPr>
        <w:jc w:val="both"/>
        <w:rPr>
          <w:rFonts w:eastAsia="Times New Roman" w:cs="Times New Roman"/>
        </w:rPr>
      </w:pPr>
    </w:p>
    <w:p w:rsidR="00E84F0A" w:rsidRPr="00E84F0A" w:rsidRDefault="005155A4" w:rsidP="00E84F0A">
      <w:pPr>
        <w:pStyle w:val="StylWyjustowanyInterliniapojedyncze"/>
        <w:rPr>
          <w:bCs/>
        </w:rPr>
      </w:pPr>
      <w:r w:rsidRPr="005155A4">
        <w:t xml:space="preserve">Projekt </w:t>
      </w:r>
      <w:r w:rsidR="00FA468C">
        <w:t xml:space="preserve">rozporządzenia </w:t>
      </w:r>
      <w:r w:rsidRPr="005155A4">
        <w:t xml:space="preserve">został udostępniony na stronie Rządowego Centrum Legislacji w serwisie „Rządowy Proces Legislacyjny” oraz w Biuletynie Informacji Publicznej na </w:t>
      </w:r>
      <w:r w:rsidR="00FA468C">
        <w:t>stronie podmiotowej Ministra</w:t>
      </w:r>
      <w:r w:rsidRPr="005155A4">
        <w:t xml:space="preserve"> Cyfryzacji, zgodnie z art. 5 ustawy z dnia 7 lipca 2005 r. o działalności lobbingowej w procesie stanowienia prawa (Dz. U. z 2017 r. poz</w:t>
      </w:r>
      <w:proofErr w:type="gramStart"/>
      <w:r w:rsidRPr="005155A4">
        <w:t>. 248).</w:t>
      </w:r>
      <w:r w:rsidR="007809CC">
        <w:t xml:space="preserve"> </w:t>
      </w:r>
      <w:r w:rsidR="00121620">
        <w:t>Żaden</w:t>
      </w:r>
      <w:proofErr w:type="gramEnd"/>
      <w:r w:rsidR="00121620">
        <w:t xml:space="preserve"> podmiot nie zgłosił zainteresowania pracami nad projektem</w:t>
      </w:r>
      <w:r w:rsidR="00E84F0A" w:rsidRPr="00E84F0A">
        <w:rPr>
          <w:bCs/>
        </w:rPr>
        <w:t xml:space="preserve"> w trybie przepisów o działalności lobbingowej w procesie stanowienia prawa.</w:t>
      </w:r>
    </w:p>
    <w:p w:rsidR="00680C9E" w:rsidRDefault="00680C9E" w:rsidP="005155A4">
      <w:pPr>
        <w:jc w:val="both"/>
        <w:rPr>
          <w:rFonts w:eastAsia="Times New Roman" w:cs="Times New Roman"/>
        </w:rPr>
      </w:pPr>
    </w:p>
    <w:p w:rsidR="005155A4" w:rsidRPr="005155A4" w:rsidRDefault="00680C9E" w:rsidP="005155A4">
      <w:pPr>
        <w:jc w:val="both"/>
      </w:pPr>
      <w:r w:rsidRPr="00680C9E">
        <w:rPr>
          <w:rFonts w:eastAsia="Times New Roman" w:cs="Times New Roman"/>
        </w:rPr>
        <w:t xml:space="preserve">Projekt rozporządzenia nie ma wpływu na konkurencyjność gospodarki i przedsiębiorczość, w tym funkcjonowanie </w:t>
      </w:r>
      <w:proofErr w:type="spellStart"/>
      <w:r>
        <w:rPr>
          <w:rFonts w:eastAsia="Times New Roman" w:cs="Times New Roman"/>
        </w:rPr>
        <w:t>mikro</w:t>
      </w:r>
      <w:r w:rsidRPr="00680C9E">
        <w:rPr>
          <w:rFonts w:eastAsia="Times New Roman" w:cs="Times New Roman"/>
        </w:rPr>
        <w:t>przedsiębiorców</w:t>
      </w:r>
      <w:proofErr w:type="spellEnd"/>
      <w:r>
        <w:rPr>
          <w:rFonts w:eastAsia="Times New Roman" w:cs="Times New Roman"/>
        </w:rPr>
        <w:t xml:space="preserve"> oraz małych i średnich przedsiębiorców</w:t>
      </w:r>
      <w:r w:rsidRPr="00680C9E">
        <w:rPr>
          <w:rFonts w:eastAsia="Times New Roman" w:cs="Times New Roman"/>
        </w:rPr>
        <w:t>.</w:t>
      </w:r>
      <w:r w:rsidR="005155A4" w:rsidRPr="005155A4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2"/>
        <w:gridCol w:w="11"/>
        <w:gridCol w:w="285"/>
        <w:gridCol w:w="285"/>
        <w:gridCol w:w="716"/>
        <w:gridCol w:w="850"/>
        <w:gridCol w:w="398"/>
        <w:gridCol w:w="27"/>
        <w:gridCol w:w="85"/>
        <w:gridCol w:w="276"/>
        <w:gridCol w:w="65"/>
        <w:gridCol w:w="708"/>
        <w:gridCol w:w="851"/>
        <w:gridCol w:w="46"/>
        <w:gridCol w:w="112"/>
        <w:gridCol w:w="267"/>
        <w:gridCol w:w="425"/>
        <w:gridCol w:w="16"/>
        <w:gridCol w:w="332"/>
        <w:gridCol w:w="78"/>
        <w:gridCol w:w="708"/>
        <w:gridCol w:w="1111"/>
      </w:tblGrid>
      <w:tr w:rsidR="0023364C" w:rsidRPr="0023364C" w:rsidTr="00565D28">
        <w:trPr>
          <w:trHeight w:val="1611"/>
        </w:trPr>
        <w:tc>
          <w:tcPr>
            <w:tcW w:w="5995" w:type="dxa"/>
            <w:gridSpan w:val="14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Calibri" w:cs="Times New Roman"/>
                <w:color w:val="000000"/>
                <w:sz w:val="20"/>
                <w:lang w:eastAsia="en-US"/>
              </w:rPr>
            </w:pPr>
            <w:bookmarkStart w:id="0" w:name="t1"/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lastRenderedPageBreak/>
              <w:t xml:space="preserve">Nazwa projektu 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Calibri" w:cs="Times New Roman"/>
                <w:b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Rozporządzenie Ministra Cyfryzacji </w:t>
            </w:r>
            <w:r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w sprawie opłaty ewidencyjnej 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stanowiącej przychód Funduszu </w:t>
            </w:r>
            <w:r w:rsidR="002E4D33">
              <w:rPr>
                <w:rFonts w:eastAsia="Calibri" w:cs="Times New Roman"/>
                <w:color w:val="000000"/>
                <w:sz w:val="20"/>
                <w:lang w:eastAsia="en-US"/>
              </w:rPr>
              <w:t>–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Centralna Ewidencja Pojazdów i Kierowców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Calibri" w:cs="Times New Roman"/>
                <w:b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>Ministerstwo wiodące i ministerstwa współpracujące</w:t>
            </w:r>
          </w:p>
          <w:bookmarkEnd w:id="0"/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Ministerstwo Cyfryzacji, Ministerstwo Rodziny, Pracy i Polityki Społecznej, Ministerstwo Infrastruktury, Ministerstwo Finansów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sz w:val="20"/>
                <w:lang w:eastAsia="en-US"/>
              </w:rPr>
              <w:t xml:space="preserve">Osoba odpowiedzialna za projekt w randze Ministra, Sekretarza Stanu lub Podsekretarza Stanu 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sz w:val="20"/>
                <w:lang w:eastAsia="en-US"/>
              </w:rPr>
              <w:t>Karol Okoński – Sekretarz Stanu w Ministerstwie Cyfryzacji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Calibri" w:cs="Times New Roman"/>
                <w:b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>Kontakt do opiekuna merytorycznego projektu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Ewa Mierzwińska</w:t>
            </w:r>
            <w:r w:rsidR="00746522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– Departament Systemów Państwowych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lang w:val="en-US"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val="en-US" w:eastAsia="en-US"/>
              </w:rPr>
              <w:t>Tel. 22 556 84 18, ewa.mierzwinska@mc.gov.pl</w:t>
            </w:r>
          </w:p>
        </w:tc>
        <w:tc>
          <w:tcPr>
            <w:tcW w:w="3049" w:type="dxa"/>
            <w:gridSpan w:val="8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sz w:val="20"/>
                <w:lang w:eastAsia="en-US"/>
              </w:rPr>
              <w:t>Data sporządzenia</w:t>
            </w:r>
            <w:r w:rsidRPr="0023364C">
              <w:rPr>
                <w:rFonts w:eastAsia="Calibri" w:cs="Times New Roman"/>
                <w:b/>
                <w:sz w:val="20"/>
                <w:lang w:eastAsia="en-US"/>
              </w:rPr>
              <w:br/>
            </w:r>
            <w:r w:rsidR="00016F4E">
              <w:rPr>
                <w:rFonts w:eastAsia="Calibri" w:cs="Times New Roman"/>
                <w:sz w:val="20"/>
                <w:lang w:eastAsia="en-US"/>
              </w:rPr>
              <w:t>9 grudnia</w:t>
            </w:r>
            <w:r w:rsidRPr="0023364C">
              <w:rPr>
                <w:rFonts w:eastAsia="Calibri" w:cs="Times New Roman"/>
                <w:sz w:val="20"/>
                <w:lang w:eastAsia="en-US"/>
              </w:rPr>
              <w:t xml:space="preserve"> 2019 r.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0"/>
                <w:lang w:eastAsia="en-US"/>
              </w:rPr>
            </w:pP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sz w:val="20"/>
                <w:lang w:eastAsia="en-US"/>
              </w:rPr>
              <w:t xml:space="preserve">Źródło: </w:t>
            </w:r>
            <w:bookmarkStart w:id="1" w:name="Lista1"/>
          </w:p>
          <w:bookmarkEnd w:id="1"/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Upoważnienie ustawowe"/>
                    <w:listEntry w:val="Expose Premiera"/>
                    <w:listEntry w:val="decyzja PRM/RM"/>
                    <w:listEntry w:val="Prawo UE"/>
                    <w:listEntry w:val="Orzeczenie TK"/>
                    <w:listEntry w:val="Stategia"/>
                    <w:listEntry w:val="inne"/>
                  </w:ddList>
                </w:ffData>
              </w:fldChar>
            </w:r>
            <w:r w:rsidRPr="0023364C">
              <w:rPr>
                <w:rFonts w:eastAsia="Calibri" w:cs="Times New Roman"/>
                <w:sz w:val="20"/>
                <w:lang w:eastAsia="en-US"/>
              </w:rPr>
              <w:instrText xml:space="preserve"> FORMDROPDOWN </w:instrText>
            </w:r>
            <w:r w:rsidR="004307F4">
              <w:rPr>
                <w:rFonts w:eastAsia="Calibri" w:cs="Times New Roman"/>
                <w:sz w:val="20"/>
                <w:lang w:eastAsia="en-US"/>
              </w:rPr>
            </w:r>
            <w:r w:rsidR="004307F4">
              <w:rPr>
                <w:rFonts w:eastAsia="Calibri" w:cs="Times New Roman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sz w:val="20"/>
                <w:lang w:eastAsia="en-US"/>
              </w:rPr>
              <w:fldChar w:fldCharType="end"/>
            </w:r>
            <w:r>
              <w:rPr>
                <w:rFonts w:eastAsia="Calibri" w:cs="Times New Roman"/>
                <w:sz w:val="20"/>
                <w:lang w:eastAsia="en-US"/>
              </w:rPr>
              <w:t xml:space="preserve"> </w:t>
            </w:r>
            <w:r w:rsidR="00FA468C">
              <w:rPr>
                <w:rFonts w:eastAsia="Calibri" w:cs="Times New Roman"/>
                <w:sz w:val="20"/>
                <w:lang w:eastAsia="en-US"/>
              </w:rPr>
              <w:t xml:space="preserve"> -</w:t>
            </w:r>
            <w:r w:rsidRPr="0023364C">
              <w:rPr>
                <w:rFonts w:eastAsia="Calibri" w:cs="Times New Roman"/>
                <w:sz w:val="20"/>
                <w:lang w:eastAsia="en-US"/>
              </w:rPr>
              <w:t xml:space="preserve"> art. 80d ust. 7 ustawy z dnia 20 czerwca 1997 r. – Prawo o ruchu drogowym (Dz. U. </w:t>
            </w:r>
            <w:proofErr w:type="gramStart"/>
            <w:r w:rsidRPr="0023364C">
              <w:rPr>
                <w:rFonts w:eastAsia="Calibri" w:cs="Times New Roman"/>
                <w:sz w:val="20"/>
                <w:lang w:eastAsia="en-US"/>
              </w:rPr>
              <w:t>z</w:t>
            </w:r>
            <w:proofErr w:type="gramEnd"/>
            <w:r w:rsidRPr="0023364C">
              <w:rPr>
                <w:rFonts w:eastAsia="Calibri" w:cs="Times New Roman"/>
                <w:sz w:val="20"/>
                <w:lang w:eastAsia="en-US"/>
              </w:rPr>
              <w:t xml:space="preserve"> 2018 r. poz. 1990</w:t>
            </w:r>
            <w:r w:rsidR="00FA468C">
              <w:rPr>
                <w:rFonts w:eastAsia="Calibri" w:cs="Times New Roman"/>
                <w:sz w:val="20"/>
                <w:lang w:eastAsia="en-US"/>
              </w:rPr>
              <w:t>,</w:t>
            </w:r>
            <w:r w:rsidRPr="0023364C">
              <w:rPr>
                <w:rFonts w:eastAsia="Calibri" w:cs="Times New Roman"/>
                <w:sz w:val="20"/>
                <w:lang w:eastAsia="en-US"/>
              </w:rPr>
              <w:t xml:space="preserve"> z </w:t>
            </w:r>
            <w:proofErr w:type="spellStart"/>
            <w:r w:rsidRPr="0023364C">
              <w:rPr>
                <w:rFonts w:eastAsia="Calibri" w:cs="Times New Roman"/>
                <w:sz w:val="20"/>
                <w:lang w:eastAsia="en-US"/>
              </w:rPr>
              <w:t>późn</w:t>
            </w:r>
            <w:proofErr w:type="spellEnd"/>
            <w:r w:rsidRPr="0023364C">
              <w:rPr>
                <w:rFonts w:eastAsia="Calibri" w:cs="Times New Roman"/>
                <w:sz w:val="20"/>
                <w:lang w:eastAsia="en-US"/>
              </w:rPr>
              <w:t xml:space="preserve">. </w:t>
            </w:r>
            <w:proofErr w:type="gramStart"/>
            <w:r w:rsidRPr="0023364C">
              <w:rPr>
                <w:rFonts w:eastAsia="Calibri" w:cs="Times New Roman"/>
                <w:sz w:val="20"/>
                <w:lang w:eastAsia="en-US"/>
              </w:rPr>
              <w:t>zm</w:t>
            </w:r>
            <w:proofErr w:type="gramEnd"/>
            <w:r w:rsidRPr="0023364C">
              <w:rPr>
                <w:rFonts w:eastAsia="Calibri" w:cs="Times New Roman"/>
                <w:sz w:val="20"/>
                <w:lang w:eastAsia="en-US"/>
              </w:rPr>
              <w:t>.)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sz w:val="20"/>
                <w:lang w:eastAsia="en-US"/>
              </w:rPr>
            </w:pPr>
          </w:p>
          <w:p w:rsidR="00257DD5" w:rsidRDefault="0023364C" w:rsidP="0023364C">
            <w:pPr>
              <w:widowControl/>
              <w:autoSpaceDE/>
              <w:autoSpaceDN/>
              <w:adjustRightInd/>
              <w:spacing w:before="120" w:line="240" w:lineRule="auto"/>
              <w:rPr>
                <w:rFonts w:eastAsia="Calibri" w:cs="Times New Roman"/>
                <w:b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>Nr w wykazie prac:</w:t>
            </w:r>
          </w:p>
          <w:p w:rsidR="0023364C" w:rsidRPr="0023364C" w:rsidRDefault="0023364C" w:rsidP="00257DD5">
            <w:pPr>
              <w:rPr>
                <w:rFonts w:eastAsia="Calibri"/>
                <w:lang w:eastAsia="en-US"/>
              </w:rPr>
            </w:pPr>
            <w:r w:rsidRPr="0023364C">
              <w:rPr>
                <w:rFonts w:eastAsia="Calibri"/>
                <w:lang w:eastAsia="en-US"/>
              </w:rPr>
              <w:t xml:space="preserve"> </w:t>
            </w:r>
            <w:r w:rsidR="00257DD5" w:rsidRPr="00257DD5">
              <w:rPr>
                <w:rFonts w:eastAsia="Calibri"/>
                <w:sz w:val="20"/>
                <w:lang w:eastAsia="en-US"/>
              </w:rPr>
              <w:t>139</w:t>
            </w:r>
          </w:p>
          <w:p w:rsidR="0023364C" w:rsidRPr="0023364C" w:rsidRDefault="0023364C" w:rsidP="00F9503F">
            <w:pPr>
              <w:widowControl/>
              <w:autoSpaceDE/>
              <w:autoSpaceDN/>
              <w:adjustRightInd/>
              <w:spacing w:before="120"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99CC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ind w:left="57"/>
              <w:jc w:val="center"/>
              <w:rPr>
                <w:rFonts w:eastAsia="Calibri" w:cs="Times New Roman"/>
                <w:b/>
                <w:color w:val="FFFFFF"/>
                <w:sz w:val="32"/>
                <w:szCs w:val="32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FFFFFF"/>
                <w:sz w:val="32"/>
                <w:szCs w:val="32"/>
                <w:lang w:eastAsia="en-US"/>
              </w:rPr>
              <w:t>OCENA SKUTKÓW REGULACJI</w:t>
            </w:r>
          </w:p>
        </w:tc>
      </w:tr>
      <w:tr w:rsidR="0023364C" w:rsidRPr="0023364C" w:rsidTr="00565D28">
        <w:trPr>
          <w:trHeight w:val="333"/>
        </w:trPr>
        <w:tc>
          <w:tcPr>
            <w:tcW w:w="9044" w:type="dxa"/>
            <w:gridSpan w:val="22"/>
            <w:shd w:val="clear" w:color="auto" w:fill="99CCFF"/>
            <w:vAlign w:val="center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23364C">
              <w:rPr>
                <w:rFonts w:eastAsia="Calibri" w:cs="Times New Roman"/>
                <w:b/>
                <w:sz w:val="22"/>
                <w:szCs w:val="22"/>
                <w:lang w:eastAsia="en-US"/>
              </w:rPr>
              <w:t>Jaki problem jest rozwiązywany?</w:t>
            </w:r>
            <w:bookmarkStart w:id="2" w:name="Wybór1"/>
            <w:bookmarkEnd w:id="2"/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FFFFFF"/>
          </w:tcPr>
          <w:p w:rsidR="0023364C" w:rsidRPr="006E34AD" w:rsidRDefault="0023364C" w:rsidP="00257DD5">
            <w:pPr>
              <w:widowControl/>
              <w:suppressAutoHyphens/>
              <w:spacing w:before="120" w:line="276" w:lineRule="auto"/>
              <w:ind w:firstLine="510"/>
              <w:jc w:val="both"/>
              <w:rPr>
                <w:rFonts w:eastAsia="Calibri" w:cs="Times New Roman"/>
                <w:bCs/>
                <w:color w:val="000000"/>
                <w:spacing w:val="-2"/>
                <w:lang w:eastAsia="en-US"/>
              </w:rPr>
            </w:pPr>
            <w:r w:rsidRPr="006E34AD">
              <w:rPr>
                <w:rFonts w:cs="Times New Roman"/>
                <w:bCs/>
                <w:sz w:val="20"/>
              </w:rPr>
              <w:t xml:space="preserve">Wprowadzenie ustawą z dnia </w:t>
            </w:r>
            <w:r w:rsidR="00606D34">
              <w:rPr>
                <w:rFonts w:cs="Times New Roman"/>
                <w:bCs/>
                <w:sz w:val="20"/>
              </w:rPr>
              <w:t>15 marca 2019</w:t>
            </w:r>
            <w:r w:rsidRPr="006E34AD">
              <w:rPr>
                <w:rFonts w:cs="Times New Roman"/>
                <w:bCs/>
                <w:sz w:val="20"/>
              </w:rPr>
              <w:t xml:space="preserve"> r. o zmianie ustawy – Prawo o ruchu drogowym oraz </w:t>
            </w:r>
            <w:r w:rsidR="00606D34">
              <w:rPr>
                <w:rFonts w:cs="Times New Roman"/>
                <w:bCs/>
                <w:sz w:val="20"/>
              </w:rPr>
              <w:t>ustawy – Kodeks karny</w:t>
            </w:r>
            <w:r w:rsidRPr="006E34AD">
              <w:rPr>
                <w:rFonts w:cs="Times New Roman"/>
                <w:bCs/>
                <w:sz w:val="20"/>
              </w:rPr>
              <w:t xml:space="preserve"> </w:t>
            </w:r>
            <w:r w:rsidRPr="006E34AD">
              <w:rPr>
                <w:rFonts w:cs="Times New Roman"/>
                <w:sz w:val="20"/>
              </w:rPr>
              <w:t>(Dz.</w:t>
            </w:r>
            <w:r w:rsidR="002E4D33" w:rsidRPr="006E34AD">
              <w:rPr>
                <w:rFonts w:cs="Times New Roman"/>
                <w:sz w:val="20"/>
              </w:rPr>
              <w:t xml:space="preserve"> </w:t>
            </w:r>
            <w:r w:rsidRPr="006E34AD">
              <w:rPr>
                <w:rFonts w:cs="Times New Roman"/>
                <w:sz w:val="20"/>
              </w:rPr>
              <w:t xml:space="preserve">U. </w:t>
            </w:r>
            <w:proofErr w:type="gramStart"/>
            <w:r w:rsidRPr="006E34AD">
              <w:rPr>
                <w:rFonts w:cs="Times New Roman"/>
                <w:sz w:val="20"/>
              </w:rPr>
              <w:t>z</w:t>
            </w:r>
            <w:proofErr w:type="gramEnd"/>
            <w:r w:rsidRPr="006E34AD">
              <w:rPr>
                <w:rFonts w:cs="Times New Roman"/>
                <w:sz w:val="20"/>
              </w:rPr>
              <w:t xml:space="preserve"> 201</w:t>
            </w:r>
            <w:r w:rsidR="00606D34">
              <w:rPr>
                <w:rFonts w:cs="Times New Roman"/>
                <w:sz w:val="20"/>
              </w:rPr>
              <w:t>9</w:t>
            </w:r>
            <w:r w:rsidRPr="006E34AD">
              <w:rPr>
                <w:rFonts w:cs="Times New Roman"/>
                <w:sz w:val="20"/>
              </w:rPr>
              <w:t xml:space="preserve"> r. poz. </w:t>
            </w:r>
            <w:r w:rsidR="00606D34">
              <w:rPr>
                <w:rFonts w:cs="Times New Roman"/>
                <w:sz w:val="20"/>
              </w:rPr>
              <w:t>870</w:t>
            </w:r>
            <w:r w:rsidRPr="006E34AD">
              <w:rPr>
                <w:rFonts w:cs="Times New Roman"/>
                <w:sz w:val="20"/>
              </w:rPr>
              <w:t xml:space="preserve">) </w:t>
            </w:r>
            <w:r w:rsidRPr="006E34AD">
              <w:rPr>
                <w:rFonts w:cs="Times New Roman"/>
                <w:bCs/>
                <w:sz w:val="20"/>
              </w:rPr>
              <w:t xml:space="preserve">nowej opłaty ewidencyjnej, spowoduje </w:t>
            </w:r>
            <w:r w:rsidR="002E4D33" w:rsidRPr="006E34AD">
              <w:rPr>
                <w:rFonts w:cs="Times New Roman"/>
                <w:bCs/>
                <w:sz w:val="20"/>
              </w:rPr>
              <w:t>utratę mocy obowiązującej</w:t>
            </w:r>
            <w:r w:rsidRPr="006E34AD">
              <w:rPr>
                <w:rFonts w:cs="Times New Roman"/>
                <w:bCs/>
                <w:sz w:val="20"/>
              </w:rPr>
              <w:t xml:space="preserve">, od dnia </w:t>
            </w:r>
            <w:r w:rsidR="00606D34">
              <w:rPr>
                <w:rFonts w:cs="Times New Roman"/>
                <w:bCs/>
                <w:sz w:val="20"/>
              </w:rPr>
              <w:t>1 stycznia 2020</w:t>
            </w:r>
            <w:r w:rsidR="00FA468C" w:rsidRPr="006E34AD">
              <w:rPr>
                <w:rFonts w:cs="Times New Roman"/>
                <w:bCs/>
                <w:sz w:val="20"/>
              </w:rPr>
              <w:t xml:space="preserve"> </w:t>
            </w:r>
            <w:r w:rsidR="00606D34">
              <w:rPr>
                <w:rFonts w:cs="Times New Roman"/>
                <w:bCs/>
                <w:sz w:val="20"/>
              </w:rPr>
              <w:t xml:space="preserve">r., </w:t>
            </w:r>
            <w:r w:rsidRPr="006E34AD">
              <w:rPr>
                <w:rFonts w:cs="Times New Roman"/>
                <w:bCs/>
                <w:sz w:val="20"/>
              </w:rPr>
              <w:t>wydanego na podstawie art. 80d ust. 7</w:t>
            </w:r>
            <w:r w:rsidR="002E4D33" w:rsidRPr="006E34AD">
              <w:rPr>
                <w:rFonts w:cs="Times New Roman"/>
                <w:bCs/>
                <w:sz w:val="20"/>
              </w:rPr>
              <w:t xml:space="preserve"> ustawy z dnia 20 czerwca 1997 r. – Prawo o ruchu drogowym</w:t>
            </w:r>
            <w:r w:rsidRPr="006E34AD">
              <w:rPr>
                <w:rFonts w:cs="Times New Roman"/>
                <w:bCs/>
                <w:sz w:val="20"/>
              </w:rPr>
              <w:t>. Jednocześnie wobec rozszerzenia katalogu opłat ewidencyjnych o nową opłatę</w:t>
            </w:r>
            <w:r w:rsidR="002E4D33" w:rsidRPr="006E34AD">
              <w:rPr>
                <w:rFonts w:cs="Times New Roman"/>
                <w:bCs/>
                <w:sz w:val="20"/>
              </w:rPr>
              <w:t>,</w:t>
            </w:r>
            <w:r w:rsidRPr="006E34AD">
              <w:rPr>
                <w:rFonts w:cs="Times New Roman"/>
                <w:bCs/>
                <w:sz w:val="20"/>
              </w:rPr>
              <w:t xml:space="preserve"> </w:t>
            </w:r>
            <w:r w:rsidR="002E4D33" w:rsidRPr="006E34AD">
              <w:rPr>
                <w:rFonts w:cs="Times New Roman"/>
                <w:bCs/>
                <w:sz w:val="20"/>
              </w:rPr>
              <w:t>konieczne jest</w:t>
            </w:r>
            <w:r w:rsidRPr="006E34AD">
              <w:rPr>
                <w:rFonts w:cs="Times New Roman"/>
                <w:bCs/>
                <w:sz w:val="20"/>
              </w:rPr>
              <w:t xml:space="preserve"> uwzględnieni</w:t>
            </w:r>
            <w:r w:rsidR="002E4D33" w:rsidRPr="006E34AD">
              <w:rPr>
                <w:rFonts w:cs="Times New Roman"/>
                <w:bCs/>
                <w:sz w:val="20"/>
              </w:rPr>
              <w:t>e</w:t>
            </w:r>
            <w:r w:rsidRPr="006E34AD">
              <w:rPr>
                <w:rFonts w:cs="Times New Roman"/>
                <w:bCs/>
                <w:sz w:val="20"/>
              </w:rPr>
              <w:t xml:space="preserve"> tej opłaty w rozporządzeniu w sprawie opłaty ewidencyjnej </w:t>
            </w:r>
            <w:r w:rsidRPr="006E34AD">
              <w:rPr>
                <w:rFonts w:eastAsia="Calibri" w:cs="Times New Roman"/>
                <w:bCs/>
                <w:color w:val="000000"/>
                <w:sz w:val="20"/>
                <w:lang w:eastAsia="en-US"/>
              </w:rPr>
              <w:t xml:space="preserve">stanowiącej przychód Funduszu </w:t>
            </w:r>
            <w:r w:rsidR="002E4D33" w:rsidRPr="006E34AD">
              <w:rPr>
                <w:rFonts w:eastAsia="Calibri" w:cs="Times New Roman"/>
                <w:bCs/>
                <w:color w:val="000000"/>
                <w:sz w:val="20"/>
                <w:lang w:eastAsia="en-US"/>
              </w:rPr>
              <w:t>–</w:t>
            </w:r>
            <w:r w:rsidRPr="006E34AD">
              <w:rPr>
                <w:rFonts w:eastAsia="Calibri" w:cs="Times New Roman"/>
                <w:bCs/>
                <w:color w:val="000000"/>
                <w:sz w:val="20"/>
                <w:lang w:eastAsia="en-US"/>
              </w:rPr>
              <w:t xml:space="preserve"> Centralna Ewidencja Pojazdów i Kierowców</w:t>
            </w:r>
            <w:r w:rsidRPr="006E34AD">
              <w:rPr>
                <w:rFonts w:cs="Times New Roman"/>
                <w:bCs/>
                <w:sz w:val="20"/>
              </w:rPr>
              <w:t xml:space="preserve">. Wobec powyższego </w:t>
            </w:r>
            <w:r w:rsidR="00ED44ED" w:rsidRPr="006E34AD">
              <w:rPr>
                <w:rFonts w:cs="Times New Roman"/>
                <w:bCs/>
                <w:sz w:val="20"/>
              </w:rPr>
              <w:t xml:space="preserve">celowe </w:t>
            </w:r>
            <w:r w:rsidRPr="006E34AD">
              <w:rPr>
                <w:rFonts w:cs="Times New Roman"/>
                <w:bCs/>
                <w:sz w:val="20"/>
              </w:rPr>
              <w:t xml:space="preserve">jest wydanie nowego rozporządzenia. </w:t>
            </w: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99CCFF"/>
            <w:vAlign w:val="center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>Rekomendowane rozwiązanie, w tym planowane narzędzia interwencji, i oczekiwany efekt</w:t>
            </w:r>
          </w:p>
        </w:tc>
      </w:tr>
      <w:tr w:rsidR="0023364C" w:rsidRPr="0023364C" w:rsidTr="00016F4E">
        <w:trPr>
          <w:trHeight w:val="1613"/>
        </w:trPr>
        <w:tc>
          <w:tcPr>
            <w:tcW w:w="9044" w:type="dxa"/>
            <w:gridSpan w:val="22"/>
            <w:shd w:val="clear" w:color="auto" w:fill="auto"/>
          </w:tcPr>
          <w:p w:rsidR="0023364C" w:rsidRPr="006E34AD" w:rsidRDefault="0023364C" w:rsidP="00E84F0A">
            <w:pPr>
              <w:widowControl/>
              <w:suppressAutoHyphens/>
              <w:spacing w:line="276" w:lineRule="auto"/>
              <w:ind w:firstLine="510"/>
              <w:jc w:val="both"/>
              <w:rPr>
                <w:rFonts w:cs="Times New Roman"/>
                <w:bCs/>
                <w:sz w:val="20"/>
              </w:rPr>
            </w:pPr>
            <w:r w:rsidRPr="006E34AD">
              <w:rPr>
                <w:rFonts w:cs="Times New Roman"/>
                <w:bCs/>
                <w:sz w:val="20"/>
              </w:rPr>
              <w:t xml:space="preserve">Niniejszy projekt rozporządzenia w sprawie opłaty ewidencyjnej stanowiącej przychód Funduszu – Centralna Ewidencja Pojazdów i Kierowców stanowi realizację zmian wprowadzonych ustawą </w:t>
            </w:r>
            <w:r w:rsidR="00606D34" w:rsidRPr="006E34AD">
              <w:rPr>
                <w:rFonts w:cs="Times New Roman"/>
                <w:bCs/>
                <w:sz w:val="20"/>
              </w:rPr>
              <w:t xml:space="preserve">z dnia </w:t>
            </w:r>
            <w:r w:rsidR="00606D34">
              <w:rPr>
                <w:rFonts w:cs="Times New Roman"/>
                <w:bCs/>
                <w:sz w:val="20"/>
              </w:rPr>
              <w:t>15 marca 2019</w:t>
            </w:r>
            <w:r w:rsidR="00606D34" w:rsidRPr="006E34AD">
              <w:rPr>
                <w:rFonts w:cs="Times New Roman"/>
                <w:bCs/>
                <w:sz w:val="20"/>
              </w:rPr>
              <w:t xml:space="preserve"> r. o zmianie ustawy – Prawo o ruchu drogowym oraz </w:t>
            </w:r>
            <w:r w:rsidR="00606D34">
              <w:rPr>
                <w:rFonts w:cs="Times New Roman"/>
                <w:bCs/>
                <w:sz w:val="20"/>
              </w:rPr>
              <w:t>ustawy – Kodeks karny</w:t>
            </w:r>
            <w:r w:rsidRPr="006E34AD">
              <w:rPr>
                <w:rFonts w:cs="Times New Roman"/>
                <w:bCs/>
                <w:sz w:val="20"/>
              </w:rPr>
              <w:t xml:space="preserve">. Ustawa ta wprowadziła </w:t>
            </w:r>
            <w:r w:rsidR="00606D34">
              <w:rPr>
                <w:rFonts w:cs="Times New Roman"/>
                <w:bCs/>
                <w:sz w:val="20"/>
              </w:rPr>
              <w:t>obowiązek pobierania opłaty ewidencyjnej za przeprowadzenie odczytu wskazania drogomierza po jego wymianie przez stację kontro</w:t>
            </w:r>
            <w:bookmarkStart w:id="3" w:name="_GoBack"/>
            <w:bookmarkEnd w:id="3"/>
            <w:r w:rsidR="00606D34">
              <w:rPr>
                <w:rFonts w:cs="Times New Roman"/>
                <w:bCs/>
                <w:sz w:val="20"/>
              </w:rPr>
              <w:t>li pojazdów.</w:t>
            </w:r>
          </w:p>
        </w:tc>
      </w:tr>
      <w:tr w:rsidR="0023364C" w:rsidRPr="0023364C" w:rsidTr="00565D28">
        <w:trPr>
          <w:trHeight w:val="307"/>
        </w:trPr>
        <w:tc>
          <w:tcPr>
            <w:tcW w:w="9044" w:type="dxa"/>
            <w:gridSpan w:val="22"/>
            <w:shd w:val="clear" w:color="auto" w:fill="99CCFF"/>
            <w:vAlign w:val="center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23364C">
              <w:rPr>
                <w:rFonts w:eastAsia="Calibri" w:cs="Times New Roman"/>
                <w:b/>
                <w:spacing w:val="-2"/>
                <w:sz w:val="22"/>
                <w:szCs w:val="22"/>
                <w:lang w:eastAsia="en-US"/>
              </w:rPr>
              <w:t>Jak problem został rozwiązany w innych krajach, w szczególności krajach członkowskich OECD/UE</w:t>
            </w:r>
            <w:r w:rsidRPr="0023364C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?</w:t>
            </w:r>
            <w:r w:rsidRPr="0023364C">
              <w:rPr>
                <w:rFonts w:eastAsia="Calibri" w:cs="Times New Roman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auto"/>
          </w:tcPr>
          <w:p w:rsidR="0023364C" w:rsidRPr="00DD2927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DD2927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Nie dotyczy</w:t>
            </w:r>
            <w:r w:rsidR="00FA468C" w:rsidRPr="00DD2927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.</w:t>
            </w:r>
            <w:r w:rsidRPr="00DD2927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</w:t>
            </w:r>
          </w:p>
        </w:tc>
      </w:tr>
      <w:tr w:rsidR="0023364C" w:rsidRPr="0023364C" w:rsidTr="00565D28">
        <w:trPr>
          <w:trHeight w:val="359"/>
        </w:trPr>
        <w:tc>
          <w:tcPr>
            <w:tcW w:w="9044" w:type="dxa"/>
            <w:gridSpan w:val="22"/>
            <w:shd w:val="clear" w:color="auto" w:fill="99CCFF"/>
            <w:vAlign w:val="center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Podmioty, na które oddziałuje projekt</w:t>
            </w:r>
          </w:p>
        </w:tc>
      </w:tr>
      <w:tr w:rsidR="0023364C" w:rsidRPr="0023364C" w:rsidTr="00565D28">
        <w:trPr>
          <w:trHeight w:val="142"/>
        </w:trPr>
        <w:tc>
          <w:tcPr>
            <w:tcW w:w="1403" w:type="dxa"/>
            <w:gridSpan w:val="2"/>
            <w:shd w:val="clear" w:color="auto" w:fill="auto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Grupa</w:t>
            </w:r>
          </w:p>
        </w:tc>
        <w:tc>
          <w:tcPr>
            <w:tcW w:w="2534" w:type="dxa"/>
            <w:gridSpan w:val="5"/>
            <w:shd w:val="clear" w:color="auto" w:fill="auto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Wielkość</w:t>
            </w:r>
          </w:p>
        </w:tc>
        <w:tc>
          <w:tcPr>
            <w:tcW w:w="2012" w:type="dxa"/>
            <w:gridSpan w:val="6"/>
            <w:shd w:val="clear" w:color="auto" w:fill="auto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Źródło danych</w:t>
            </w:r>
            <w:r w:rsidRPr="0023364C" w:rsidDel="00260F33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</w:t>
            </w:r>
          </w:p>
        </w:tc>
        <w:tc>
          <w:tcPr>
            <w:tcW w:w="3095" w:type="dxa"/>
            <w:gridSpan w:val="9"/>
            <w:shd w:val="clear" w:color="auto" w:fill="auto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Oddziaływanie</w:t>
            </w:r>
          </w:p>
        </w:tc>
      </w:tr>
      <w:tr w:rsidR="0023364C" w:rsidRPr="0023364C" w:rsidTr="00565D28">
        <w:trPr>
          <w:trHeight w:val="142"/>
        </w:trPr>
        <w:tc>
          <w:tcPr>
            <w:tcW w:w="1403" w:type="dxa"/>
            <w:gridSpan w:val="2"/>
            <w:shd w:val="clear" w:color="auto" w:fill="auto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Minister Cyfryzacji</w:t>
            </w:r>
          </w:p>
        </w:tc>
        <w:tc>
          <w:tcPr>
            <w:tcW w:w="2534" w:type="dxa"/>
            <w:gridSpan w:val="5"/>
            <w:shd w:val="clear" w:color="auto" w:fill="auto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1</w:t>
            </w:r>
          </w:p>
        </w:tc>
        <w:tc>
          <w:tcPr>
            <w:tcW w:w="2012" w:type="dxa"/>
            <w:gridSpan w:val="6"/>
            <w:shd w:val="clear" w:color="auto" w:fill="auto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Informacja ogólnodostępna</w:t>
            </w:r>
          </w:p>
        </w:tc>
        <w:tc>
          <w:tcPr>
            <w:tcW w:w="3095" w:type="dxa"/>
            <w:gridSpan w:val="9"/>
            <w:shd w:val="clear" w:color="auto" w:fill="auto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Minister Cyfryzacji jest organem prowadzącym centralną ewidencję pojazdów.</w:t>
            </w:r>
          </w:p>
        </w:tc>
      </w:tr>
      <w:tr w:rsidR="0023364C" w:rsidRPr="0023364C" w:rsidTr="00565D28">
        <w:trPr>
          <w:trHeight w:val="142"/>
        </w:trPr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4C" w:rsidRPr="0023364C" w:rsidRDefault="00606D34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lang w:eastAsia="en-US"/>
              </w:rPr>
              <w:t>Stacje kontroli pojazdów</w:t>
            </w:r>
          </w:p>
        </w:tc>
        <w:tc>
          <w:tcPr>
            <w:tcW w:w="2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4C" w:rsidRPr="0023364C" w:rsidRDefault="00606D34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Ok. 5000</w:t>
            </w:r>
          </w:p>
        </w:tc>
        <w:tc>
          <w:tcPr>
            <w:tcW w:w="2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Informacja ogólnodostępna</w:t>
            </w:r>
          </w:p>
        </w:tc>
        <w:tc>
          <w:tcPr>
            <w:tcW w:w="3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4C" w:rsidRPr="0023364C" w:rsidRDefault="00FA468C" w:rsidP="00606D34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Organy</w:t>
            </w:r>
            <w:r w:rsidR="0023364C"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obowiązane do pobierania opłat ewidencyjnych za </w:t>
            </w:r>
            <w:r w:rsidR="00606D34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odczyt wskazania drogomierza po jego wymianie</w:t>
            </w:r>
          </w:p>
        </w:tc>
      </w:tr>
      <w:tr w:rsidR="0023364C" w:rsidRPr="0023364C" w:rsidTr="00565D28">
        <w:trPr>
          <w:trHeight w:val="302"/>
        </w:trPr>
        <w:tc>
          <w:tcPr>
            <w:tcW w:w="9044" w:type="dxa"/>
            <w:gridSpan w:val="22"/>
            <w:shd w:val="clear" w:color="auto" w:fill="99CCFF"/>
            <w:vAlign w:val="center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>Informacje na temat zakresu, czasu trwania i podsumowanie wyników konsultacji</w:t>
            </w:r>
          </w:p>
        </w:tc>
      </w:tr>
      <w:tr w:rsidR="0023364C" w:rsidRPr="0023364C" w:rsidTr="00565D28">
        <w:trPr>
          <w:trHeight w:val="342"/>
        </w:trPr>
        <w:tc>
          <w:tcPr>
            <w:tcW w:w="9044" w:type="dxa"/>
            <w:gridSpan w:val="22"/>
            <w:shd w:val="clear" w:color="auto" w:fill="FFFFFF"/>
          </w:tcPr>
          <w:p w:rsidR="00D36D35" w:rsidRDefault="00D36D35" w:rsidP="00D36D35">
            <w:pPr>
              <w:spacing w:line="276" w:lineRule="auto"/>
              <w:jc w:val="both"/>
              <w:rPr>
                <w:rFonts w:eastAsia="Calibri" w:cs="Times New Roman"/>
                <w:sz w:val="20"/>
              </w:rPr>
            </w:pPr>
            <w:r w:rsidRPr="006248C3">
              <w:rPr>
                <w:rFonts w:eastAsia="Calibri" w:cs="Times New Roman"/>
                <w:sz w:val="20"/>
              </w:rPr>
              <w:t xml:space="preserve"> Projekt rozporządzenia został zamieszczony w Biuletynie Informacji Publicznej na stronie podmiotowej Rządowego Centrum Legislacji, w serwisie „Rządowy Proces Legislacyjny” oraz w Biuletynie Informacji Publicznej na stronie podmiotowej Ministra Cyfryzacji.</w:t>
            </w:r>
            <w:r>
              <w:rPr>
                <w:rFonts w:eastAsia="Calibri" w:cs="Times New Roman"/>
                <w:sz w:val="20"/>
              </w:rPr>
              <w:t xml:space="preserve"> Nikt nie zgłosił zainteresowania pracami nad projektem </w:t>
            </w:r>
            <w:r w:rsidRPr="002C0A3B">
              <w:rPr>
                <w:rFonts w:eastAsia="Calibri" w:cs="Times New Roman"/>
                <w:sz w:val="20"/>
              </w:rPr>
              <w:t>w trybie przepisów o działalności lobbingowej w procesie stanowienia prawa.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Cs/>
                <w:color w:val="000000"/>
                <w:sz w:val="20"/>
                <w:lang w:eastAsia="en-US"/>
              </w:rPr>
            </w:pPr>
          </w:p>
        </w:tc>
      </w:tr>
      <w:tr w:rsidR="0023364C" w:rsidRPr="0023364C" w:rsidTr="00565D28">
        <w:trPr>
          <w:trHeight w:val="363"/>
        </w:trPr>
        <w:tc>
          <w:tcPr>
            <w:tcW w:w="9044" w:type="dxa"/>
            <w:gridSpan w:val="22"/>
            <w:shd w:val="clear" w:color="auto" w:fill="99CCFF"/>
            <w:vAlign w:val="center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 xml:space="preserve"> Wpływ na sektor finansów publicznych</w:t>
            </w:r>
          </w:p>
        </w:tc>
      </w:tr>
      <w:tr w:rsidR="0023364C" w:rsidRPr="0023364C" w:rsidTr="00565D28">
        <w:trPr>
          <w:trHeight w:val="142"/>
        </w:trPr>
        <w:tc>
          <w:tcPr>
            <w:tcW w:w="1403" w:type="dxa"/>
            <w:gridSpan w:val="2"/>
            <w:vMerge w:val="restart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40" w:after="40" w:line="276" w:lineRule="auto"/>
              <w:rPr>
                <w:rFonts w:eastAsia="Calibri" w:cs="Times New Roman"/>
                <w:i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(ceny stałe z …… r.)</w:t>
            </w:r>
          </w:p>
        </w:tc>
        <w:tc>
          <w:tcPr>
            <w:tcW w:w="7641" w:type="dxa"/>
            <w:gridSpan w:val="20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Skutki w okresie 10 lat od wejścia w życie zmian [mln zł]</w:t>
            </w:r>
          </w:p>
        </w:tc>
      </w:tr>
      <w:tr w:rsidR="0023364C" w:rsidRPr="0023364C" w:rsidTr="00565D28">
        <w:trPr>
          <w:trHeight w:val="142"/>
        </w:trPr>
        <w:tc>
          <w:tcPr>
            <w:tcW w:w="1403" w:type="dxa"/>
            <w:gridSpan w:val="2"/>
            <w:vMerge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40" w:after="40" w:line="240" w:lineRule="auto"/>
              <w:rPr>
                <w:rFonts w:eastAsia="Calibri" w:cs="Times New Roman"/>
                <w:i/>
                <w:color w:val="000000"/>
                <w:sz w:val="20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i/>
                <w:color w:val="000000"/>
                <w:spacing w:val="-2"/>
                <w:sz w:val="20"/>
                <w:lang w:eastAsia="en-US"/>
              </w:rPr>
              <w:t>Łącznie (0-10)</w:t>
            </w:r>
          </w:p>
        </w:tc>
      </w:tr>
      <w:tr w:rsidR="0023364C" w:rsidRPr="0023364C" w:rsidTr="00565D28">
        <w:trPr>
          <w:trHeight w:val="321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>Dochody ogółem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21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budżet</w:t>
            </w:r>
            <w:proofErr w:type="gramEnd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państwa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44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JST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44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pozostałe</w:t>
            </w:r>
            <w:proofErr w:type="gramEnd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jednostki (oddzielnie)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30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>Wydatki ogółem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30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budżet</w:t>
            </w:r>
            <w:proofErr w:type="gramEnd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państwa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51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JST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51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pozostałe</w:t>
            </w:r>
            <w:proofErr w:type="gramEnd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jednostki (oddzielnie)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60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>Saldo ogółem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60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budżet</w:t>
            </w:r>
            <w:proofErr w:type="gramEnd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państwa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57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JST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57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pozostałe</w:t>
            </w:r>
            <w:proofErr w:type="gramEnd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jednostki (oddzielnie)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16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5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426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348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Źródła finansowania </w:t>
            </w:r>
          </w:p>
        </w:tc>
        <w:tc>
          <w:tcPr>
            <w:tcW w:w="7641" w:type="dxa"/>
            <w:gridSpan w:val="20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Nie dotyczy</w:t>
            </w:r>
            <w:r w:rsidR="002529B8">
              <w:rPr>
                <w:rFonts w:eastAsia="Calibri" w:cs="Times New Roman"/>
                <w:color w:val="000000"/>
                <w:sz w:val="20"/>
                <w:lang w:eastAsia="en-US"/>
              </w:rPr>
              <w:t>.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</w:tr>
      <w:tr w:rsidR="0023364C" w:rsidRPr="0023364C" w:rsidTr="00565D28">
        <w:trPr>
          <w:trHeight w:val="1926"/>
        </w:trPr>
        <w:tc>
          <w:tcPr>
            <w:tcW w:w="1403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Dodatkowe informacje, w tym wskazanie źródeł danych i przyjętych do obliczeń założeń</w:t>
            </w:r>
          </w:p>
        </w:tc>
        <w:tc>
          <w:tcPr>
            <w:tcW w:w="7641" w:type="dxa"/>
            <w:gridSpan w:val="20"/>
            <w:shd w:val="clear" w:color="auto" w:fill="FFFFFF"/>
          </w:tcPr>
          <w:p w:rsidR="0023364C" w:rsidRPr="00346101" w:rsidRDefault="0023364C" w:rsidP="00E84F0A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/>
                <w:sz w:val="20"/>
                <w:lang w:eastAsia="en-US"/>
              </w:rPr>
            </w:pPr>
            <w:r w:rsidRPr="00346101">
              <w:rPr>
                <w:rFonts w:eastAsia="Calibri"/>
                <w:sz w:val="20"/>
                <w:lang w:eastAsia="en-US"/>
              </w:rPr>
              <w:t xml:space="preserve">Skutki finansowe wprowadzenia regulacji w zakresie </w:t>
            </w:r>
            <w:r w:rsidR="00606D34" w:rsidRPr="00346101">
              <w:rPr>
                <w:rFonts w:eastAsia="Calibri"/>
                <w:sz w:val="20"/>
                <w:lang w:eastAsia="en-US"/>
              </w:rPr>
              <w:t xml:space="preserve">wymiany drogomierza </w:t>
            </w:r>
            <w:r w:rsidRPr="00346101">
              <w:rPr>
                <w:rFonts w:eastAsia="Calibri"/>
                <w:sz w:val="20"/>
                <w:lang w:eastAsia="en-US"/>
              </w:rPr>
              <w:t>zostały określ</w:t>
            </w:r>
            <w:r w:rsidR="002529B8" w:rsidRPr="00346101">
              <w:rPr>
                <w:rFonts w:eastAsia="Calibri"/>
                <w:sz w:val="20"/>
                <w:lang w:eastAsia="en-US"/>
              </w:rPr>
              <w:t>o</w:t>
            </w:r>
            <w:r w:rsidRPr="00346101">
              <w:rPr>
                <w:rFonts w:eastAsia="Calibri"/>
                <w:sz w:val="20"/>
                <w:lang w:eastAsia="en-US"/>
              </w:rPr>
              <w:t xml:space="preserve">ne w ocenie skutków regulacji dla ustawy z dnia </w:t>
            </w:r>
            <w:r w:rsidR="00ED0DEC" w:rsidRPr="00346101">
              <w:rPr>
                <w:bCs/>
                <w:sz w:val="20"/>
              </w:rPr>
              <w:t>15 marca 2019 r. o zmianie ustawy – Prawo o ruchu drogowym oraz ustawy – Kodeks karny</w:t>
            </w:r>
            <w:r w:rsidR="00ED44ED" w:rsidRPr="00346101">
              <w:rPr>
                <w:rFonts w:eastAsia="Calibri"/>
                <w:sz w:val="20"/>
                <w:lang w:eastAsia="en-US"/>
              </w:rPr>
              <w:t xml:space="preserve">. </w:t>
            </w:r>
          </w:p>
        </w:tc>
      </w:tr>
      <w:tr w:rsidR="0023364C" w:rsidRPr="0023364C" w:rsidTr="00565D28">
        <w:trPr>
          <w:trHeight w:val="345"/>
        </w:trPr>
        <w:tc>
          <w:tcPr>
            <w:tcW w:w="9044" w:type="dxa"/>
            <w:gridSpan w:val="22"/>
            <w:shd w:val="clear" w:color="auto" w:fill="99CCFF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20" w:after="120" w:line="240" w:lineRule="auto"/>
              <w:jc w:val="both"/>
              <w:rPr>
                <w:rFonts w:eastAsia="Calibri" w:cs="Times New Roman"/>
                <w:b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pacing w:val="-2"/>
                <w:sz w:val="20"/>
                <w:lang w:eastAsia="en-US"/>
              </w:rPr>
              <w:t xml:space="preserve">Wpływ na </w:t>
            </w: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Skutki</w:t>
            </w:r>
          </w:p>
        </w:tc>
      </w:tr>
      <w:tr w:rsidR="0023364C" w:rsidRPr="0023364C" w:rsidTr="00565D28">
        <w:trPr>
          <w:trHeight w:val="142"/>
        </w:trPr>
        <w:tc>
          <w:tcPr>
            <w:tcW w:w="2689" w:type="dxa"/>
            <w:gridSpan w:val="5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Czas w latach od wejścia w życie zmian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86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782" w:type="dxa"/>
            <w:gridSpan w:val="5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332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86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i/>
                <w:color w:val="000000"/>
                <w:spacing w:val="-2"/>
                <w:sz w:val="20"/>
                <w:lang w:eastAsia="en-US"/>
              </w:rPr>
              <w:t>Łącznie</w:t>
            </w:r>
            <w:r w:rsidRPr="0023364C" w:rsidDel="0073273A">
              <w:rPr>
                <w:rFonts w:eastAsia="Calibri" w:cs="Times New Roman"/>
                <w:i/>
                <w:color w:val="000000"/>
                <w:spacing w:val="-2"/>
                <w:sz w:val="20"/>
                <w:lang w:eastAsia="en-US"/>
              </w:rPr>
              <w:t xml:space="preserve"> </w:t>
            </w:r>
            <w:r w:rsidRPr="0023364C">
              <w:rPr>
                <w:rFonts w:eastAsia="Calibri" w:cs="Times New Roman"/>
                <w:i/>
                <w:color w:val="000000"/>
                <w:spacing w:val="-2"/>
                <w:sz w:val="20"/>
                <w:lang w:eastAsia="en-US"/>
              </w:rPr>
              <w:t>(0-10)</w:t>
            </w:r>
          </w:p>
        </w:tc>
      </w:tr>
      <w:tr w:rsidR="0023364C" w:rsidRPr="0023364C" w:rsidTr="00565D28">
        <w:trPr>
          <w:trHeight w:val="142"/>
        </w:trPr>
        <w:tc>
          <w:tcPr>
            <w:tcW w:w="1392" w:type="dxa"/>
            <w:vMerge w:val="restart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W ujęciu pieniężnym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</w:pPr>
            <w:r w:rsidRPr="0023364C"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  <w:t xml:space="preserve">(w mln zł, 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  <w:t>ceny</w:t>
            </w:r>
            <w:proofErr w:type="gramEnd"/>
            <w:r w:rsidRPr="0023364C"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  <w:t xml:space="preserve"> stałe z …… r.)</w:t>
            </w:r>
          </w:p>
        </w:tc>
        <w:tc>
          <w:tcPr>
            <w:tcW w:w="1297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duże</w:t>
            </w:r>
            <w:proofErr w:type="gramEnd"/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przedsiębiorstwa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Brak wpływu</w:t>
            </w:r>
          </w:p>
        </w:tc>
        <w:tc>
          <w:tcPr>
            <w:tcW w:w="786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782" w:type="dxa"/>
            <w:gridSpan w:val="5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332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86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142"/>
        </w:trPr>
        <w:tc>
          <w:tcPr>
            <w:tcW w:w="1392" w:type="dxa"/>
            <w:vMerge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297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sektor</w:t>
            </w:r>
            <w:proofErr w:type="gramEnd"/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mikro-, małych i średnich przedsiębiorstw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Brak wpływu</w:t>
            </w:r>
          </w:p>
        </w:tc>
        <w:tc>
          <w:tcPr>
            <w:tcW w:w="786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782" w:type="dxa"/>
            <w:gridSpan w:val="5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332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86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142"/>
        </w:trPr>
        <w:tc>
          <w:tcPr>
            <w:tcW w:w="1392" w:type="dxa"/>
            <w:vMerge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297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sz w:val="21"/>
                <w:szCs w:val="21"/>
                <w:lang w:eastAsia="en-US"/>
              </w:rPr>
              <w:t>rodzina</w:t>
            </w:r>
            <w:proofErr w:type="gramEnd"/>
            <w:r w:rsidRPr="0023364C">
              <w:rPr>
                <w:rFonts w:eastAsia="Calibri" w:cs="Times New Roman"/>
                <w:sz w:val="21"/>
                <w:szCs w:val="21"/>
                <w:lang w:eastAsia="en-US"/>
              </w:rPr>
              <w:t xml:space="preserve">, obywatele oraz </w:t>
            </w:r>
            <w:r w:rsidRPr="0023364C">
              <w:rPr>
                <w:rFonts w:eastAsia="Calibri" w:cs="Times New Roman"/>
                <w:sz w:val="21"/>
                <w:szCs w:val="21"/>
                <w:lang w:eastAsia="en-US"/>
              </w:rPr>
              <w:lastRenderedPageBreak/>
              <w:t>gospodarstwa domowe</w:t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lastRenderedPageBreak/>
              <w:t>Brak wpływu</w:t>
            </w:r>
          </w:p>
        </w:tc>
        <w:tc>
          <w:tcPr>
            <w:tcW w:w="786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782" w:type="dxa"/>
            <w:gridSpan w:val="5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332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86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0</w:t>
            </w:r>
          </w:p>
        </w:tc>
      </w:tr>
      <w:tr w:rsidR="0023364C" w:rsidRPr="0023364C" w:rsidTr="00565D28">
        <w:trPr>
          <w:trHeight w:val="142"/>
        </w:trPr>
        <w:tc>
          <w:tcPr>
            <w:tcW w:w="1392" w:type="dxa"/>
            <w:vMerge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297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850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786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1782" w:type="dxa"/>
            <w:gridSpan w:val="5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332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786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1111" w:type="dxa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</w:p>
        </w:tc>
      </w:tr>
      <w:tr w:rsidR="0023364C" w:rsidRPr="0023364C" w:rsidTr="00565D28">
        <w:trPr>
          <w:trHeight w:val="142"/>
        </w:trPr>
        <w:tc>
          <w:tcPr>
            <w:tcW w:w="1392" w:type="dxa"/>
            <w:vMerge w:val="restart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W ujęciu niepieniężnym</w:t>
            </w:r>
          </w:p>
        </w:tc>
        <w:tc>
          <w:tcPr>
            <w:tcW w:w="1297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duże</w:t>
            </w:r>
            <w:proofErr w:type="gramEnd"/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przedsiębiorstwa</w:t>
            </w:r>
          </w:p>
        </w:tc>
        <w:tc>
          <w:tcPr>
            <w:tcW w:w="6355" w:type="dxa"/>
            <w:gridSpan w:val="17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Brak wpływu</w:t>
            </w:r>
          </w:p>
        </w:tc>
      </w:tr>
      <w:tr w:rsidR="0023364C" w:rsidRPr="0023364C" w:rsidTr="00565D28">
        <w:trPr>
          <w:trHeight w:val="142"/>
        </w:trPr>
        <w:tc>
          <w:tcPr>
            <w:tcW w:w="1392" w:type="dxa"/>
            <w:vMerge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297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sektor</w:t>
            </w:r>
            <w:proofErr w:type="gramEnd"/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mikro-, małych i średnich przedsiębiorstw</w:t>
            </w:r>
          </w:p>
        </w:tc>
        <w:tc>
          <w:tcPr>
            <w:tcW w:w="6355" w:type="dxa"/>
            <w:gridSpan w:val="17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Brak wpływu</w:t>
            </w:r>
          </w:p>
        </w:tc>
      </w:tr>
      <w:tr w:rsidR="0023364C" w:rsidRPr="0023364C" w:rsidTr="00565D28">
        <w:trPr>
          <w:trHeight w:val="596"/>
        </w:trPr>
        <w:tc>
          <w:tcPr>
            <w:tcW w:w="1392" w:type="dxa"/>
            <w:vMerge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297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23364C">
              <w:rPr>
                <w:rFonts w:eastAsia="Calibri" w:cs="Times New Roman"/>
                <w:sz w:val="21"/>
                <w:szCs w:val="21"/>
                <w:lang w:eastAsia="en-US"/>
              </w:rPr>
              <w:t>rodzina</w:t>
            </w:r>
            <w:proofErr w:type="gramEnd"/>
            <w:r w:rsidRPr="0023364C">
              <w:rPr>
                <w:rFonts w:eastAsia="Calibri" w:cs="Times New Roman"/>
                <w:sz w:val="21"/>
                <w:szCs w:val="21"/>
                <w:lang w:eastAsia="en-US"/>
              </w:rPr>
              <w:t>, obywatele oraz gospodarstwa domowe</w:t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6355" w:type="dxa"/>
            <w:gridSpan w:val="17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Brak wpływu</w:t>
            </w:r>
          </w:p>
        </w:tc>
      </w:tr>
      <w:tr w:rsidR="0023364C" w:rsidRPr="0023364C" w:rsidTr="00565D28">
        <w:trPr>
          <w:trHeight w:val="240"/>
        </w:trPr>
        <w:tc>
          <w:tcPr>
            <w:tcW w:w="1392" w:type="dxa"/>
            <w:vMerge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297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76" w:lineRule="auto"/>
              <w:rPr>
                <w:rFonts w:eastAsia="Calibri" w:cs="Times New Roman"/>
                <w:sz w:val="21"/>
                <w:szCs w:val="21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6355" w:type="dxa"/>
            <w:gridSpan w:val="17"/>
            <w:shd w:val="clear" w:color="auto" w:fill="FFFFFF"/>
          </w:tcPr>
          <w:p w:rsidR="0023364C" w:rsidRPr="0023364C" w:rsidRDefault="0023364C" w:rsidP="0023364C">
            <w:pPr>
              <w:widowControl/>
              <w:tabs>
                <w:tab w:val="left" w:pos="3000"/>
              </w:tabs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</w:p>
        </w:tc>
      </w:tr>
      <w:tr w:rsidR="0023364C" w:rsidRPr="0023364C" w:rsidTr="00565D28">
        <w:trPr>
          <w:trHeight w:val="142"/>
        </w:trPr>
        <w:tc>
          <w:tcPr>
            <w:tcW w:w="1392" w:type="dxa"/>
            <w:vMerge w:val="restart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Niemierzalne</w:t>
            </w:r>
          </w:p>
        </w:tc>
        <w:tc>
          <w:tcPr>
            <w:tcW w:w="1297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6355" w:type="dxa"/>
            <w:gridSpan w:val="17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Brak wpływu</w:t>
            </w:r>
          </w:p>
        </w:tc>
      </w:tr>
      <w:tr w:rsidR="0023364C" w:rsidRPr="0023364C" w:rsidTr="00565D28">
        <w:trPr>
          <w:trHeight w:val="142"/>
        </w:trPr>
        <w:tc>
          <w:tcPr>
            <w:tcW w:w="1392" w:type="dxa"/>
            <w:vMerge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297" w:type="dxa"/>
            <w:gridSpan w:val="4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6355" w:type="dxa"/>
            <w:gridSpan w:val="17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Brak wpływu</w:t>
            </w:r>
          </w:p>
        </w:tc>
      </w:tr>
      <w:tr w:rsidR="0023364C" w:rsidRPr="0023364C" w:rsidTr="00565D28">
        <w:trPr>
          <w:trHeight w:val="1643"/>
        </w:trPr>
        <w:tc>
          <w:tcPr>
            <w:tcW w:w="1403" w:type="dxa"/>
            <w:gridSpan w:val="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Dodatkowe informacje, w tym wskazanie źródeł danych i przyjętych do obliczeń założeń </w:t>
            </w:r>
          </w:p>
        </w:tc>
        <w:tc>
          <w:tcPr>
            <w:tcW w:w="7641" w:type="dxa"/>
            <w:gridSpan w:val="20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  <w:p w:rsidR="0023364C" w:rsidRPr="0023364C" w:rsidRDefault="00F52A73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F52A73">
              <w:rPr>
                <w:rFonts w:eastAsia="Calibri" w:cs="Times New Roman"/>
                <w:color w:val="000000"/>
                <w:sz w:val="20"/>
                <w:lang w:eastAsia="en-US"/>
              </w:rPr>
              <w:t>Projektowane rozporządzenie zwiększy konkurencyjność gospodarki i przedsiębiorczość, w tym funkcjonowanie przedsiębiorców oraz nie będzie mieć wpływu na sytuację ekonomiczną i społeczną rodziny, osób niepełnosprawnych oraz osób starszych.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</w:tr>
      <w:tr w:rsidR="0023364C" w:rsidRPr="0023364C" w:rsidTr="00565D28">
        <w:trPr>
          <w:trHeight w:val="342"/>
        </w:trPr>
        <w:tc>
          <w:tcPr>
            <w:tcW w:w="9044" w:type="dxa"/>
            <w:gridSpan w:val="22"/>
            <w:shd w:val="clear" w:color="auto" w:fill="99CCFF"/>
            <w:vAlign w:val="center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 xml:space="preserve"> Zmiana obciążeń regulacyjnych (w tym obowiązków informacyjnych) wynikających z projektu</w:t>
            </w:r>
          </w:p>
        </w:tc>
      </w:tr>
      <w:tr w:rsidR="0023364C" w:rsidRPr="0023364C" w:rsidTr="00565D28">
        <w:trPr>
          <w:trHeight w:val="151"/>
        </w:trPr>
        <w:tc>
          <w:tcPr>
            <w:tcW w:w="9044" w:type="dxa"/>
            <w:gridSpan w:val="2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nie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dotyczy</w:t>
            </w:r>
          </w:p>
        </w:tc>
      </w:tr>
      <w:tr w:rsidR="0023364C" w:rsidRPr="0023364C" w:rsidTr="00565D28">
        <w:trPr>
          <w:trHeight w:val="946"/>
        </w:trPr>
        <w:tc>
          <w:tcPr>
            <w:tcW w:w="4049" w:type="dxa"/>
            <w:gridSpan w:val="9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Wprowadzane są obciążenia poza bezwzględnie wymaganymi przez UE 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(szczegóły w odwróconej tabeli zgodności).</w:t>
            </w:r>
          </w:p>
        </w:tc>
        <w:tc>
          <w:tcPr>
            <w:tcW w:w="4995" w:type="dxa"/>
            <w:gridSpan w:val="1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tak</w:t>
            </w:r>
            <w:proofErr w:type="gramEnd"/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nie</w:t>
            </w:r>
            <w:proofErr w:type="gramEnd"/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nie</w:t>
            </w:r>
            <w:proofErr w:type="gramEnd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dotyczy</w:t>
            </w:r>
          </w:p>
        </w:tc>
      </w:tr>
      <w:tr w:rsidR="0023364C" w:rsidRPr="0023364C" w:rsidTr="00565D28">
        <w:trPr>
          <w:trHeight w:val="1245"/>
        </w:trPr>
        <w:tc>
          <w:tcPr>
            <w:tcW w:w="4049" w:type="dxa"/>
            <w:gridSpan w:val="9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zmniejszenie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liczby dokumentów 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zmniejszenie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liczby procedur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skrócenie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czasu na załatwienie sprawy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b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inne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: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FORMTEXT </w:instrTex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</w:p>
        </w:tc>
        <w:tc>
          <w:tcPr>
            <w:tcW w:w="4995" w:type="dxa"/>
            <w:gridSpan w:val="1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zwiększenie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liczby dokumentów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zwiększenie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liczby procedur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wydłużenie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czasu na załatwienie sprawy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inne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: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FORMTEXT </w:instrTex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</w:tr>
      <w:tr w:rsidR="0023364C" w:rsidRPr="0023364C" w:rsidTr="00565D28">
        <w:trPr>
          <w:trHeight w:val="870"/>
        </w:trPr>
        <w:tc>
          <w:tcPr>
            <w:tcW w:w="4049" w:type="dxa"/>
            <w:gridSpan w:val="9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Wprowadzane obciążenia są przystosowane do ich elektronizacji. </w:t>
            </w:r>
          </w:p>
        </w:tc>
        <w:tc>
          <w:tcPr>
            <w:tcW w:w="4995" w:type="dxa"/>
            <w:gridSpan w:val="1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tak</w:t>
            </w:r>
            <w:proofErr w:type="gramEnd"/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nie</w:t>
            </w:r>
            <w:proofErr w:type="gramEnd"/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nie</w:t>
            </w:r>
            <w:proofErr w:type="gramEnd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dotyczy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</w:tr>
      <w:tr w:rsidR="0023364C" w:rsidRPr="0023364C" w:rsidTr="00565D28">
        <w:trPr>
          <w:trHeight w:val="630"/>
        </w:trPr>
        <w:tc>
          <w:tcPr>
            <w:tcW w:w="9044" w:type="dxa"/>
            <w:gridSpan w:val="2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Komentarz:</w:t>
            </w: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99CCFF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 xml:space="preserve">Wpływ na rynek pracy </w:t>
            </w: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auto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Projekt rozporządzenia nie ma wpływu na rynek pracy.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99CCFF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>Wpływ na pozostałe obszary</w:t>
            </w:r>
          </w:p>
        </w:tc>
      </w:tr>
      <w:tr w:rsidR="0023364C" w:rsidRPr="0023364C" w:rsidTr="00565D28">
        <w:trPr>
          <w:trHeight w:val="1031"/>
        </w:trPr>
        <w:tc>
          <w:tcPr>
            <w:tcW w:w="1688" w:type="dxa"/>
            <w:gridSpan w:val="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środowisko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 naturalne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sytuacja</w:t>
            </w:r>
            <w:proofErr w:type="gramEnd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i rozwój regionalny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inne</w:t>
            </w:r>
            <w:proofErr w:type="gramEnd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 xml:space="preserve">: 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FORMTEXT </w:instrTex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noProof/>
                <w:color w:val="000000"/>
                <w:sz w:val="20"/>
                <w:lang w:eastAsia="en-US"/>
              </w:rPr>
              <w:t> </w:t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</w:p>
        </w:tc>
        <w:tc>
          <w:tcPr>
            <w:tcW w:w="4686" w:type="dxa"/>
            <w:gridSpan w:val="13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demografia</w:t>
            </w:r>
            <w:proofErr w:type="gramEnd"/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mienie</w:t>
            </w:r>
            <w:proofErr w:type="gramEnd"/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państwowe</w:t>
            </w:r>
          </w:p>
        </w:tc>
        <w:tc>
          <w:tcPr>
            <w:tcW w:w="2670" w:type="dxa"/>
            <w:gridSpan w:val="6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informatyzacja</w:t>
            </w:r>
            <w:proofErr w:type="gramEnd"/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instrText xml:space="preserve"> FORMCHECKBOX </w:instrText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</w:r>
            <w:r w:rsidR="004307F4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separate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fldChar w:fldCharType="end"/>
            </w: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zdrowie</w:t>
            </w:r>
            <w:proofErr w:type="gramEnd"/>
          </w:p>
        </w:tc>
      </w:tr>
      <w:tr w:rsidR="0023364C" w:rsidRPr="0023364C" w:rsidTr="00565D28">
        <w:trPr>
          <w:trHeight w:val="712"/>
        </w:trPr>
        <w:tc>
          <w:tcPr>
            <w:tcW w:w="1403" w:type="dxa"/>
            <w:gridSpan w:val="2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z w:val="20"/>
                <w:lang w:eastAsia="en-US"/>
              </w:rPr>
              <w:t>Omówienie wpływu</w:t>
            </w:r>
          </w:p>
        </w:tc>
        <w:tc>
          <w:tcPr>
            <w:tcW w:w="7641" w:type="dxa"/>
            <w:gridSpan w:val="20"/>
            <w:shd w:val="clear" w:color="auto" w:fill="FFFFFF"/>
            <w:vAlign w:val="center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</w:p>
          <w:p w:rsidR="0023364C" w:rsidRPr="00346101" w:rsidRDefault="0023364C" w:rsidP="00346101">
            <w:pPr>
              <w:pStyle w:val="StylWyjustowanyInterliniapojedyncze"/>
              <w:rPr>
                <w:rFonts w:eastAsia="Calibri"/>
                <w:spacing w:val="-2"/>
                <w:sz w:val="20"/>
                <w:lang w:eastAsia="en-US"/>
              </w:rPr>
            </w:pPr>
            <w:r w:rsidRPr="00346101">
              <w:rPr>
                <w:rFonts w:eastAsia="Calibri"/>
                <w:sz w:val="20"/>
                <w:lang w:eastAsia="en-US"/>
              </w:rPr>
              <w:t>Projekt rozporządzenia nie ma wpływu na wskazane obszary.</w:t>
            </w:r>
          </w:p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99CCFF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23364C">
              <w:rPr>
                <w:rFonts w:eastAsia="Calibri" w:cs="Times New Roman"/>
                <w:b/>
                <w:spacing w:val="-2"/>
                <w:sz w:val="21"/>
                <w:szCs w:val="21"/>
                <w:lang w:eastAsia="en-US"/>
              </w:rPr>
              <w:t>Planowane wykonanie przepisów aktu prawnego</w:t>
            </w: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FFFFFF"/>
          </w:tcPr>
          <w:p w:rsidR="0023364C" w:rsidRPr="0023364C" w:rsidRDefault="0023364C" w:rsidP="00ED0DE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spacing w:val="-2"/>
                <w:sz w:val="20"/>
                <w:lang w:eastAsia="en-US"/>
              </w:rPr>
              <w:t xml:space="preserve">Projektowane rozporządzenie wejdzie w życie z dniem </w:t>
            </w:r>
            <w:r w:rsidR="00ED0DEC">
              <w:rPr>
                <w:rFonts w:eastAsia="Calibri" w:cs="Times New Roman"/>
                <w:spacing w:val="-2"/>
                <w:sz w:val="20"/>
                <w:lang w:eastAsia="en-US"/>
              </w:rPr>
              <w:t xml:space="preserve">1 stycznia </w:t>
            </w:r>
            <w:r w:rsidRPr="0023364C">
              <w:rPr>
                <w:rFonts w:eastAsia="Calibri" w:cs="Times New Roman"/>
                <w:spacing w:val="-2"/>
                <w:sz w:val="20"/>
                <w:lang w:eastAsia="en-US"/>
              </w:rPr>
              <w:t>20</w:t>
            </w:r>
            <w:r w:rsidR="00ED0DEC">
              <w:rPr>
                <w:rFonts w:eastAsia="Calibri" w:cs="Times New Roman"/>
                <w:spacing w:val="-2"/>
                <w:sz w:val="20"/>
                <w:lang w:eastAsia="en-US"/>
              </w:rPr>
              <w:t>20</w:t>
            </w:r>
            <w:r w:rsidR="002529B8">
              <w:rPr>
                <w:rFonts w:eastAsia="Calibri" w:cs="Times New Roman"/>
                <w:spacing w:val="-2"/>
                <w:sz w:val="20"/>
                <w:lang w:eastAsia="en-US"/>
              </w:rPr>
              <w:t xml:space="preserve"> </w:t>
            </w:r>
            <w:r w:rsidRPr="0023364C">
              <w:rPr>
                <w:rFonts w:eastAsia="Calibri" w:cs="Times New Roman"/>
                <w:spacing w:val="-2"/>
                <w:sz w:val="20"/>
                <w:lang w:eastAsia="en-US"/>
              </w:rPr>
              <w:t>r.</w:t>
            </w: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99CCFF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z w:val="20"/>
                <w:lang w:eastAsia="en-US"/>
              </w:rPr>
              <w:t xml:space="preserve"> </w:t>
            </w:r>
            <w:r w:rsidRPr="0023364C">
              <w:rPr>
                <w:rFonts w:eastAsia="Calibri" w:cs="Times New Roman"/>
                <w:b/>
                <w:spacing w:val="-2"/>
                <w:sz w:val="20"/>
                <w:lang w:eastAsia="en-US"/>
              </w:rPr>
              <w:t>W jaki sposób i kiedy nastąpi ewaluacja efektów projektu oraz jakie mierniki zostaną zastosowane?</w:t>
            </w: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Nie dotyczy</w:t>
            </w:r>
            <w:r w:rsidR="002529B8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.</w:t>
            </w: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99CCFF"/>
          </w:tcPr>
          <w:p w:rsidR="0023364C" w:rsidRPr="0023364C" w:rsidRDefault="0023364C" w:rsidP="0023364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b/>
                <w:color w:val="000000"/>
                <w:spacing w:val="-2"/>
                <w:sz w:val="20"/>
                <w:lang w:eastAsia="en-US"/>
              </w:rPr>
              <w:t xml:space="preserve">Załączniki </w:t>
            </w:r>
            <w:r w:rsidRPr="0023364C">
              <w:rPr>
                <w:rFonts w:eastAsia="Calibri" w:cs="Times New Roman"/>
                <w:b/>
                <w:spacing w:val="-2"/>
                <w:sz w:val="20"/>
                <w:lang w:eastAsia="en-US"/>
              </w:rPr>
              <w:t>(istotne dokumenty źródłowe, badania, analizy itp.</w:t>
            </w:r>
            <w:r w:rsidRPr="0023364C">
              <w:rPr>
                <w:rFonts w:eastAsia="Calibri" w:cs="Times New Roman"/>
                <w:b/>
                <w:color w:val="000000"/>
                <w:spacing w:val="-2"/>
                <w:sz w:val="20"/>
                <w:lang w:eastAsia="en-US"/>
              </w:rPr>
              <w:t xml:space="preserve">) </w:t>
            </w:r>
          </w:p>
        </w:tc>
      </w:tr>
      <w:tr w:rsidR="0023364C" w:rsidRPr="0023364C" w:rsidTr="00565D28">
        <w:trPr>
          <w:trHeight w:val="142"/>
        </w:trPr>
        <w:tc>
          <w:tcPr>
            <w:tcW w:w="9044" w:type="dxa"/>
            <w:gridSpan w:val="22"/>
            <w:shd w:val="clear" w:color="auto" w:fill="FFFFFF"/>
          </w:tcPr>
          <w:p w:rsidR="0023364C" w:rsidRPr="0023364C" w:rsidRDefault="0023364C" w:rsidP="0023364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</w:pPr>
            <w:r w:rsidRPr="0023364C">
              <w:rPr>
                <w:rFonts w:eastAsia="Calibri" w:cs="Times New Roman"/>
                <w:color w:val="000000"/>
                <w:spacing w:val="-2"/>
                <w:sz w:val="20"/>
                <w:lang w:eastAsia="en-US"/>
              </w:rPr>
              <w:t>Brak załączników.</w:t>
            </w:r>
          </w:p>
        </w:tc>
      </w:tr>
    </w:tbl>
    <w:p w:rsidR="005155A4" w:rsidRPr="004A6527" w:rsidRDefault="005155A4" w:rsidP="007556FB">
      <w:pPr>
        <w:pStyle w:val="NAZORGWPOROZUMIENIUnazwaorganuwporozumieniuzktrymaktjestwydawany"/>
      </w:pPr>
    </w:p>
    <w:sectPr w:rsidR="005155A4" w:rsidRPr="004A6527">
      <w:footerReference w:type="default" r:id="rId9"/>
      <w:pgSz w:w="11907" w:h="16840"/>
      <w:pgMar w:top="1400" w:right="1400" w:bottom="1400" w:left="140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7F4" w:rsidRDefault="004307F4">
      <w:r>
        <w:separator/>
      </w:r>
    </w:p>
  </w:endnote>
  <w:endnote w:type="continuationSeparator" w:id="0">
    <w:p w:rsidR="004307F4" w:rsidRDefault="0043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474" w:rsidRDefault="00D46474">
    <w:pPr>
      <w:spacing w:line="320" w:lineRule="atLea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7F4" w:rsidRDefault="004307F4">
      <w:r>
        <w:separator/>
      </w:r>
    </w:p>
  </w:footnote>
  <w:footnote w:type="continuationSeparator" w:id="0">
    <w:p w:rsidR="004307F4" w:rsidRDefault="004307F4">
      <w:r>
        <w:continuationSeparator/>
      </w:r>
    </w:p>
  </w:footnote>
  <w:footnote w:id="1">
    <w:p w:rsidR="00D46474" w:rsidRDefault="00D46474" w:rsidP="007556FB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556FB">
        <w:t xml:space="preserve">Minister Cyfryzacji kieruje działem administracji rządowej – informatyzacja, na podstawie § 1 ust. 2 rozporządzenia Prezesa Rady Ministrów z dnia </w:t>
      </w:r>
      <w:r>
        <w:t>18</w:t>
      </w:r>
      <w:r w:rsidRPr="007556FB">
        <w:t xml:space="preserve"> </w:t>
      </w:r>
      <w:r>
        <w:t>listopada 2019</w:t>
      </w:r>
      <w:r w:rsidRPr="007556FB">
        <w:t xml:space="preserve"> r. w sprawie szczegółowego zakresu działania Ministra Cyfryzacji (Dz. U. </w:t>
      </w:r>
      <w:proofErr w:type="gramStart"/>
      <w:r w:rsidRPr="007556FB">
        <w:t>poz</w:t>
      </w:r>
      <w:proofErr w:type="gramEnd"/>
      <w:r w:rsidRPr="007556FB">
        <w:t xml:space="preserve">. </w:t>
      </w:r>
      <w:r>
        <w:t>2270</w:t>
      </w:r>
      <w:r w:rsidRPr="007556FB">
        <w:t>).</w:t>
      </w:r>
    </w:p>
  </w:footnote>
  <w:footnote w:id="2">
    <w:p w:rsidR="00D46474" w:rsidRDefault="00D46474" w:rsidP="007556FB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556FB">
        <w:t xml:space="preserve">Zmiany wymienionej ustawy zostały ogłoszone w Dz. U. </w:t>
      </w:r>
      <w:proofErr w:type="gramStart"/>
      <w:r>
        <w:t>z</w:t>
      </w:r>
      <w:proofErr w:type="gramEnd"/>
      <w:r>
        <w:t xml:space="preserve"> 2018 r. </w:t>
      </w:r>
      <w:r w:rsidRPr="007556FB">
        <w:t xml:space="preserve">poz. 2244 </w:t>
      </w:r>
      <w:r>
        <w:t xml:space="preserve">i </w:t>
      </w:r>
      <w:r w:rsidRPr="007556FB">
        <w:t>2322 oraz z 2019 r. poz. 53, 60,</w:t>
      </w:r>
      <w:r>
        <w:t xml:space="preserve"> 730,</w:t>
      </w:r>
      <w:r w:rsidRPr="007556FB">
        <w:t xml:space="preserve"> 752</w:t>
      </w:r>
      <w:r>
        <w:t>,</w:t>
      </w:r>
      <w:r w:rsidRPr="007556FB">
        <w:t xml:space="preserve"> 870</w:t>
      </w:r>
      <w:r>
        <w:t>, 1123, 1180, 1466, 1501, 1556, 1579, 1818, 2020 i 2202</w:t>
      </w:r>
      <w:r w:rsidRPr="007556FB">
        <w:t>.</w:t>
      </w:r>
    </w:p>
  </w:footnote>
  <w:footnote w:id="3">
    <w:p w:rsidR="00D46474" w:rsidRDefault="00D46474" w:rsidP="000641A7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 w:rsidRPr="00877BB9">
        <w:t xml:space="preserve">Zmiany wymienionej ustawy zostały ogłoszone w Dz. U. </w:t>
      </w:r>
      <w:proofErr w:type="gramStart"/>
      <w:r w:rsidRPr="00877BB9">
        <w:t>z</w:t>
      </w:r>
      <w:proofErr w:type="gramEnd"/>
      <w:r w:rsidRPr="00877BB9">
        <w:t xml:space="preserve"> 2015 r. poz. 2183 i 2281, z 2016 r. poz. 352 i 2001, z 2017 r. poz. 379, 777 i 1926 oraz z 2018 r. poz. 957.</w:t>
      </w:r>
    </w:p>
    <w:p w:rsidR="00D46474" w:rsidRDefault="00D46474">
      <w:pPr>
        <w:pStyle w:val="Tekstprzypisudolnego"/>
      </w:pPr>
    </w:p>
  </w:footnote>
  <w:footnote w:id="4">
    <w:p w:rsidR="00D46474" w:rsidRDefault="00D46474" w:rsidP="009669D8">
      <w:pPr>
        <w:pStyle w:val="ODNONIKtreodnonika"/>
      </w:pPr>
      <w:r>
        <w:rPr>
          <w:rStyle w:val="Odwoanieprzypisudolnego"/>
        </w:rPr>
        <w:t>5</w:t>
      </w:r>
      <w:r>
        <w:rPr>
          <w:rStyle w:val="IGindeksgrny"/>
        </w:rPr>
        <w:t xml:space="preserve">) </w:t>
      </w:r>
      <w:r w:rsidRPr="00E973A4">
        <w:t xml:space="preserve">Niniejsze rozporządzenie było poprzedzone rozporządzeniem Ministra Cyfryzacji z dnia </w:t>
      </w:r>
      <w:r>
        <w:t>11</w:t>
      </w:r>
      <w:r w:rsidRPr="00E973A4">
        <w:t xml:space="preserve"> </w:t>
      </w:r>
      <w:r>
        <w:t>lipca</w:t>
      </w:r>
      <w:r w:rsidRPr="00E973A4">
        <w:t xml:space="preserve"> 201</w:t>
      </w:r>
      <w:r>
        <w:t>9</w:t>
      </w:r>
      <w:r w:rsidRPr="00E973A4">
        <w:t xml:space="preserve"> r. w sprawie opłaty ewidencyjnej stanowiącej przychód Funduszu – Centralna Ewidencja Pojazdów i Kierowców (Dz. U. </w:t>
      </w:r>
      <w:proofErr w:type="gramStart"/>
      <w:r w:rsidRPr="00E973A4">
        <w:t>poz</w:t>
      </w:r>
      <w:proofErr w:type="gramEnd"/>
      <w:r w:rsidRPr="00E973A4">
        <w:t xml:space="preserve">. </w:t>
      </w:r>
      <w:r>
        <w:t>1288</w:t>
      </w:r>
      <w:r w:rsidRPr="00E973A4">
        <w:t>), które traci moc z dniem wejścia w życie</w:t>
      </w:r>
      <w:r>
        <w:t xml:space="preserve"> niniejszego rozporządzenia, na podstawie art. 3 ust. 2</w:t>
      </w:r>
      <w:r w:rsidRPr="00E973A4">
        <w:t xml:space="preserve"> </w:t>
      </w:r>
      <w:r>
        <w:t xml:space="preserve">ustawy </w:t>
      </w:r>
      <w:r w:rsidRPr="004879A2">
        <w:t xml:space="preserve">z dnia </w:t>
      </w:r>
      <w:r>
        <w:t>10</w:t>
      </w:r>
      <w:r w:rsidRPr="004879A2">
        <w:t xml:space="preserve"> </w:t>
      </w:r>
      <w:r>
        <w:t>maja</w:t>
      </w:r>
      <w:r w:rsidRPr="004879A2">
        <w:t xml:space="preserve"> 201</w:t>
      </w:r>
      <w:r>
        <w:t>9</w:t>
      </w:r>
      <w:r w:rsidRPr="004879A2">
        <w:t xml:space="preserve"> r. o zmianie ustawy – Prawo o ruchu drogowym oraz </w:t>
      </w:r>
      <w:r>
        <w:t>ustawy – Kodeks karny</w:t>
      </w:r>
      <w:r w:rsidRPr="004879A2">
        <w:t xml:space="preserve"> (Dz. U. </w:t>
      </w:r>
      <w:proofErr w:type="gramStart"/>
      <w:r w:rsidRPr="004879A2">
        <w:t>poz</w:t>
      </w:r>
      <w:proofErr w:type="gramEnd"/>
      <w:r w:rsidRPr="004879A2">
        <w:t xml:space="preserve">. </w:t>
      </w:r>
      <w:r>
        <w:t>870)</w:t>
      </w:r>
      <w:r w:rsidRPr="00163DC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09DA"/>
    <w:multiLevelType w:val="hybridMultilevel"/>
    <w:tmpl w:val="0D2EEEB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A6200C4"/>
    <w:multiLevelType w:val="hybridMultilevel"/>
    <w:tmpl w:val="4D0AC5D2"/>
    <w:lvl w:ilvl="0" w:tplc="DE7CEE8E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0EAF7831"/>
    <w:multiLevelType w:val="hybridMultilevel"/>
    <w:tmpl w:val="018E2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947F5"/>
    <w:multiLevelType w:val="hybridMultilevel"/>
    <w:tmpl w:val="36B07642"/>
    <w:lvl w:ilvl="0" w:tplc="3F086B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07835"/>
    <w:multiLevelType w:val="hybridMultilevel"/>
    <w:tmpl w:val="66B48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63CC"/>
    <w:multiLevelType w:val="hybridMultilevel"/>
    <w:tmpl w:val="E206B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7" w15:restartNumberingAfterBreak="0">
    <w:nsid w:val="2B72637A"/>
    <w:multiLevelType w:val="hybridMultilevel"/>
    <w:tmpl w:val="062C09AA"/>
    <w:lvl w:ilvl="0" w:tplc="B23A023E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8" w15:restartNumberingAfterBreak="0">
    <w:nsid w:val="32C14207"/>
    <w:multiLevelType w:val="hybridMultilevel"/>
    <w:tmpl w:val="732A9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6035C"/>
    <w:multiLevelType w:val="hybridMultilevel"/>
    <w:tmpl w:val="CBDAFE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E17D72"/>
    <w:multiLevelType w:val="hybridMultilevel"/>
    <w:tmpl w:val="E5DCBB0A"/>
    <w:lvl w:ilvl="0" w:tplc="EBCC7CDA">
      <w:start w:val="1"/>
      <w:numFmt w:val="decimal"/>
      <w:lvlText w:val="%1)"/>
      <w:lvlJc w:val="left"/>
      <w:pPr>
        <w:ind w:left="780" w:hanging="360"/>
      </w:pPr>
      <w:rPr>
        <w:rFonts w:ascii="Times" w:eastAsiaTheme="minorEastAsia" w:hAnsi="Times" w:cs="Aria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A1D5700"/>
    <w:multiLevelType w:val="hybridMultilevel"/>
    <w:tmpl w:val="303A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616C"/>
    <w:multiLevelType w:val="hybridMultilevel"/>
    <w:tmpl w:val="53B606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D5B530B"/>
    <w:multiLevelType w:val="hybridMultilevel"/>
    <w:tmpl w:val="19564702"/>
    <w:lvl w:ilvl="0" w:tplc="0415000B">
      <w:start w:val="1"/>
      <w:numFmt w:val="bullet"/>
      <w:lvlText w:val=""/>
      <w:lvlJc w:val="left"/>
      <w:pPr>
        <w:ind w:left="19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5" w15:restartNumberingAfterBreak="0">
    <w:nsid w:val="7F907945"/>
    <w:multiLevelType w:val="hybridMultilevel"/>
    <w:tmpl w:val="87121DEC"/>
    <w:lvl w:ilvl="0" w:tplc="F6C0C89C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14"/>
  </w:num>
  <w:num w:numId="10">
    <w:abstractNumId w:val="3"/>
  </w:num>
  <w:num w:numId="11">
    <w:abstractNumId w:val="7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A8"/>
    <w:rsid w:val="000007AA"/>
    <w:rsid w:val="000012DA"/>
    <w:rsid w:val="0000246E"/>
    <w:rsid w:val="00003862"/>
    <w:rsid w:val="000053E1"/>
    <w:rsid w:val="00012A35"/>
    <w:rsid w:val="0001541B"/>
    <w:rsid w:val="00016099"/>
    <w:rsid w:val="00016A76"/>
    <w:rsid w:val="00016F4E"/>
    <w:rsid w:val="00017DC2"/>
    <w:rsid w:val="00021522"/>
    <w:rsid w:val="00023471"/>
    <w:rsid w:val="00023F13"/>
    <w:rsid w:val="000253ED"/>
    <w:rsid w:val="00027C62"/>
    <w:rsid w:val="00030634"/>
    <w:rsid w:val="000319C1"/>
    <w:rsid w:val="00031A8B"/>
    <w:rsid w:val="00031BCA"/>
    <w:rsid w:val="000330FA"/>
    <w:rsid w:val="0003362F"/>
    <w:rsid w:val="00034890"/>
    <w:rsid w:val="00036B63"/>
    <w:rsid w:val="00037E1A"/>
    <w:rsid w:val="00040132"/>
    <w:rsid w:val="00040497"/>
    <w:rsid w:val="00041243"/>
    <w:rsid w:val="00042A7E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C23"/>
    <w:rsid w:val="00060D87"/>
    <w:rsid w:val="000615A5"/>
    <w:rsid w:val="000641A7"/>
    <w:rsid w:val="00064E4C"/>
    <w:rsid w:val="00066901"/>
    <w:rsid w:val="00071BEE"/>
    <w:rsid w:val="00072720"/>
    <w:rsid w:val="000736CD"/>
    <w:rsid w:val="0007533B"/>
    <w:rsid w:val="0007545D"/>
    <w:rsid w:val="00075647"/>
    <w:rsid w:val="000760BF"/>
    <w:rsid w:val="0007613E"/>
    <w:rsid w:val="00076BFC"/>
    <w:rsid w:val="000814A7"/>
    <w:rsid w:val="00084077"/>
    <w:rsid w:val="00084761"/>
    <w:rsid w:val="0008557B"/>
    <w:rsid w:val="00085CE7"/>
    <w:rsid w:val="00086496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129B"/>
    <w:rsid w:val="000B298D"/>
    <w:rsid w:val="000B466D"/>
    <w:rsid w:val="000B5B2D"/>
    <w:rsid w:val="000B5DCE"/>
    <w:rsid w:val="000C05BA"/>
    <w:rsid w:val="000C0E8F"/>
    <w:rsid w:val="000C4BC4"/>
    <w:rsid w:val="000C52C3"/>
    <w:rsid w:val="000D0110"/>
    <w:rsid w:val="000D143C"/>
    <w:rsid w:val="000D1A45"/>
    <w:rsid w:val="000D2468"/>
    <w:rsid w:val="000D318A"/>
    <w:rsid w:val="000D6173"/>
    <w:rsid w:val="000D6F83"/>
    <w:rsid w:val="000E25CC"/>
    <w:rsid w:val="000E3694"/>
    <w:rsid w:val="000E43C3"/>
    <w:rsid w:val="000E490F"/>
    <w:rsid w:val="000E6241"/>
    <w:rsid w:val="000F1275"/>
    <w:rsid w:val="000F2BE3"/>
    <w:rsid w:val="000F3D0D"/>
    <w:rsid w:val="000F6ED4"/>
    <w:rsid w:val="000F7266"/>
    <w:rsid w:val="000F7A6E"/>
    <w:rsid w:val="001042BA"/>
    <w:rsid w:val="00106D03"/>
    <w:rsid w:val="00107432"/>
    <w:rsid w:val="00110465"/>
    <w:rsid w:val="00110628"/>
    <w:rsid w:val="001115AE"/>
    <w:rsid w:val="0011245A"/>
    <w:rsid w:val="0011493E"/>
    <w:rsid w:val="00115B72"/>
    <w:rsid w:val="00115E25"/>
    <w:rsid w:val="001209EC"/>
    <w:rsid w:val="00120A9E"/>
    <w:rsid w:val="00121620"/>
    <w:rsid w:val="0012282C"/>
    <w:rsid w:val="0012340E"/>
    <w:rsid w:val="00125A9C"/>
    <w:rsid w:val="00126994"/>
    <w:rsid w:val="001270A2"/>
    <w:rsid w:val="00127F30"/>
    <w:rsid w:val="001303D0"/>
    <w:rsid w:val="00131237"/>
    <w:rsid w:val="001329AC"/>
    <w:rsid w:val="00133AF4"/>
    <w:rsid w:val="00134CA0"/>
    <w:rsid w:val="00134D7E"/>
    <w:rsid w:val="0014026F"/>
    <w:rsid w:val="0014585B"/>
    <w:rsid w:val="00147A47"/>
    <w:rsid w:val="00147AA1"/>
    <w:rsid w:val="001520CF"/>
    <w:rsid w:val="00152E10"/>
    <w:rsid w:val="0015667C"/>
    <w:rsid w:val="00157110"/>
    <w:rsid w:val="0015742A"/>
    <w:rsid w:val="00157DA1"/>
    <w:rsid w:val="00163147"/>
    <w:rsid w:val="00163DC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A8C"/>
    <w:rsid w:val="00180F2A"/>
    <w:rsid w:val="00181B94"/>
    <w:rsid w:val="00184B91"/>
    <w:rsid w:val="00184D4A"/>
    <w:rsid w:val="00186EC1"/>
    <w:rsid w:val="00191E1F"/>
    <w:rsid w:val="00192BBD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64F5"/>
    <w:rsid w:val="001A7F15"/>
    <w:rsid w:val="001B163A"/>
    <w:rsid w:val="001B342E"/>
    <w:rsid w:val="001B5870"/>
    <w:rsid w:val="001C1832"/>
    <w:rsid w:val="001C188C"/>
    <w:rsid w:val="001C47B2"/>
    <w:rsid w:val="001D1783"/>
    <w:rsid w:val="001D2F92"/>
    <w:rsid w:val="001D53CD"/>
    <w:rsid w:val="001D55A3"/>
    <w:rsid w:val="001D5AF5"/>
    <w:rsid w:val="001D62E4"/>
    <w:rsid w:val="001D6419"/>
    <w:rsid w:val="001D6C02"/>
    <w:rsid w:val="001E1E73"/>
    <w:rsid w:val="001E4E0C"/>
    <w:rsid w:val="001E526D"/>
    <w:rsid w:val="001E5655"/>
    <w:rsid w:val="001F1832"/>
    <w:rsid w:val="001F220F"/>
    <w:rsid w:val="001F22CB"/>
    <w:rsid w:val="001F25B3"/>
    <w:rsid w:val="001F4946"/>
    <w:rsid w:val="001F6616"/>
    <w:rsid w:val="00202BD4"/>
    <w:rsid w:val="00203D78"/>
    <w:rsid w:val="00204A97"/>
    <w:rsid w:val="002108EC"/>
    <w:rsid w:val="002114EF"/>
    <w:rsid w:val="00213247"/>
    <w:rsid w:val="00215D77"/>
    <w:rsid w:val="002166AD"/>
    <w:rsid w:val="00217871"/>
    <w:rsid w:val="00221ED8"/>
    <w:rsid w:val="002231EA"/>
    <w:rsid w:val="00223FDF"/>
    <w:rsid w:val="00224D2A"/>
    <w:rsid w:val="00224DDA"/>
    <w:rsid w:val="002252D8"/>
    <w:rsid w:val="002279C0"/>
    <w:rsid w:val="0023364C"/>
    <w:rsid w:val="00235936"/>
    <w:rsid w:val="0023727E"/>
    <w:rsid w:val="00237855"/>
    <w:rsid w:val="00242081"/>
    <w:rsid w:val="00243777"/>
    <w:rsid w:val="002441CD"/>
    <w:rsid w:val="00245F13"/>
    <w:rsid w:val="002501A3"/>
    <w:rsid w:val="0025166C"/>
    <w:rsid w:val="002529B8"/>
    <w:rsid w:val="0025367D"/>
    <w:rsid w:val="002555D4"/>
    <w:rsid w:val="00257DD5"/>
    <w:rsid w:val="00261A16"/>
    <w:rsid w:val="00263522"/>
    <w:rsid w:val="00264EC6"/>
    <w:rsid w:val="00271013"/>
    <w:rsid w:val="00273FE4"/>
    <w:rsid w:val="002765B4"/>
    <w:rsid w:val="00276A94"/>
    <w:rsid w:val="002938C2"/>
    <w:rsid w:val="0029405D"/>
    <w:rsid w:val="00294FA6"/>
    <w:rsid w:val="00295A6F"/>
    <w:rsid w:val="002A196E"/>
    <w:rsid w:val="002A20C4"/>
    <w:rsid w:val="002A570F"/>
    <w:rsid w:val="002A5B97"/>
    <w:rsid w:val="002A7292"/>
    <w:rsid w:val="002A7358"/>
    <w:rsid w:val="002A7902"/>
    <w:rsid w:val="002A7BB2"/>
    <w:rsid w:val="002B0F6B"/>
    <w:rsid w:val="002B23B8"/>
    <w:rsid w:val="002B4429"/>
    <w:rsid w:val="002B68A6"/>
    <w:rsid w:val="002B7FAF"/>
    <w:rsid w:val="002C1BE1"/>
    <w:rsid w:val="002C4118"/>
    <w:rsid w:val="002D0C4F"/>
    <w:rsid w:val="002D1364"/>
    <w:rsid w:val="002D4D30"/>
    <w:rsid w:val="002D5000"/>
    <w:rsid w:val="002D539D"/>
    <w:rsid w:val="002D598D"/>
    <w:rsid w:val="002D7188"/>
    <w:rsid w:val="002E1DE3"/>
    <w:rsid w:val="002E2AB6"/>
    <w:rsid w:val="002E3F34"/>
    <w:rsid w:val="002E4D33"/>
    <w:rsid w:val="002E5F79"/>
    <w:rsid w:val="002E64FA"/>
    <w:rsid w:val="002F0A00"/>
    <w:rsid w:val="002F0CFA"/>
    <w:rsid w:val="002F606A"/>
    <w:rsid w:val="002F669F"/>
    <w:rsid w:val="002F7386"/>
    <w:rsid w:val="00300D81"/>
    <w:rsid w:val="00301C97"/>
    <w:rsid w:val="00302C80"/>
    <w:rsid w:val="0031004C"/>
    <w:rsid w:val="003105F6"/>
    <w:rsid w:val="00311297"/>
    <w:rsid w:val="003113BE"/>
    <w:rsid w:val="003122CA"/>
    <w:rsid w:val="003148FD"/>
    <w:rsid w:val="00321080"/>
    <w:rsid w:val="00322D45"/>
    <w:rsid w:val="003248E0"/>
    <w:rsid w:val="0032569A"/>
    <w:rsid w:val="00325A1F"/>
    <w:rsid w:val="0032618C"/>
    <w:rsid w:val="003268F9"/>
    <w:rsid w:val="00330BAF"/>
    <w:rsid w:val="00334E3A"/>
    <w:rsid w:val="003361DD"/>
    <w:rsid w:val="00341A6A"/>
    <w:rsid w:val="003448CC"/>
    <w:rsid w:val="00345283"/>
    <w:rsid w:val="00345B9C"/>
    <w:rsid w:val="00346101"/>
    <w:rsid w:val="00351DE1"/>
    <w:rsid w:val="00352DAE"/>
    <w:rsid w:val="00354EB9"/>
    <w:rsid w:val="00357D8D"/>
    <w:rsid w:val="003602AE"/>
    <w:rsid w:val="00360929"/>
    <w:rsid w:val="003647D5"/>
    <w:rsid w:val="00364EE3"/>
    <w:rsid w:val="0036647F"/>
    <w:rsid w:val="00366C9B"/>
    <w:rsid w:val="003674B0"/>
    <w:rsid w:val="00372373"/>
    <w:rsid w:val="003737EC"/>
    <w:rsid w:val="0037727C"/>
    <w:rsid w:val="00377E70"/>
    <w:rsid w:val="00380904"/>
    <w:rsid w:val="00381147"/>
    <w:rsid w:val="003823EE"/>
    <w:rsid w:val="00382960"/>
    <w:rsid w:val="00382C04"/>
    <w:rsid w:val="00383921"/>
    <w:rsid w:val="003846F7"/>
    <w:rsid w:val="003851ED"/>
    <w:rsid w:val="00385B39"/>
    <w:rsid w:val="0038676B"/>
    <w:rsid w:val="00386785"/>
    <w:rsid w:val="00390E89"/>
    <w:rsid w:val="00391B1A"/>
    <w:rsid w:val="00394423"/>
    <w:rsid w:val="003963BB"/>
    <w:rsid w:val="00396942"/>
    <w:rsid w:val="00396B49"/>
    <w:rsid w:val="00396E3E"/>
    <w:rsid w:val="00397557"/>
    <w:rsid w:val="003A2B20"/>
    <w:rsid w:val="003A306E"/>
    <w:rsid w:val="003A60DC"/>
    <w:rsid w:val="003A6A2D"/>
    <w:rsid w:val="003A6A46"/>
    <w:rsid w:val="003A7A63"/>
    <w:rsid w:val="003B000C"/>
    <w:rsid w:val="003B0F1D"/>
    <w:rsid w:val="003B22DB"/>
    <w:rsid w:val="003B4A57"/>
    <w:rsid w:val="003C0AD9"/>
    <w:rsid w:val="003C0ED0"/>
    <w:rsid w:val="003C1D49"/>
    <w:rsid w:val="003C35C4"/>
    <w:rsid w:val="003D12C2"/>
    <w:rsid w:val="003D31B9"/>
    <w:rsid w:val="003D3867"/>
    <w:rsid w:val="003D6105"/>
    <w:rsid w:val="003E0D1A"/>
    <w:rsid w:val="003E2DA3"/>
    <w:rsid w:val="003F006F"/>
    <w:rsid w:val="003F020D"/>
    <w:rsid w:val="003F03D9"/>
    <w:rsid w:val="003F05E9"/>
    <w:rsid w:val="003F2FBE"/>
    <w:rsid w:val="003F318D"/>
    <w:rsid w:val="003F4819"/>
    <w:rsid w:val="003F5447"/>
    <w:rsid w:val="003F5BAE"/>
    <w:rsid w:val="003F5C94"/>
    <w:rsid w:val="003F6ED7"/>
    <w:rsid w:val="00400BE6"/>
    <w:rsid w:val="00401560"/>
    <w:rsid w:val="00401C84"/>
    <w:rsid w:val="0040312D"/>
    <w:rsid w:val="00403210"/>
    <w:rsid w:val="004035BB"/>
    <w:rsid w:val="004035EB"/>
    <w:rsid w:val="00406D78"/>
    <w:rsid w:val="00407332"/>
    <w:rsid w:val="00407828"/>
    <w:rsid w:val="004104A6"/>
    <w:rsid w:val="004135D3"/>
    <w:rsid w:val="00413D8E"/>
    <w:rsid w:val="004140F2"/>
    <w:rsid w:val="00417B22"/>
    <w:rsid w:val="00421085"/>
    <w:rsid w:val="00424121"/>
    <w:rsid w:val="0042465E"/>
    <w:rsid w:val="00424DF7"/>
    <w:rsid w:val="004269FF"/>
    <w:rsid w:val="00427848"/>
    <w:rsid w:val="004307F4"/>
    <w:rsid w:val="00432B76"/>
    <w:rsid w:val="00434D01"/>
    <w:rsid w:val="00435D26"/>
    <w:rsid w:val="00440C99"/>
    <w:rsid w:val="0044175C"/>
    <w:rsid w:val="004449ED"/>
    <w:rsid w:val="00445F4D"/>
    <w:rsid w:val="004477ED"/>
    <w:rsid w:val="004504C0"/>
    <w:rsid w:val="00450808"/>
    <w:rsid w:val="0045207F"/>
    <w:rsid w:val="004550FB"/>
    <w:rsid w:val="0046111A"/>
    <w:rsid w:val="00462946"/>
    <w:rsid w:val="00462B8D"/>
    <w:rsid w:val="00463F43"/>
    <w:rsid w:val="0046415B"/>
    <w:rsid w:val="00464406"/>
    <w:rsid w:val="00464B94"/>
    <w:rsid w:val="004653A8"/>
    <w:rsid w:val="00465A0B"/>
    <w:rsid w:val="0047077C"/>
    <w:rsid w:val="00470B05"/>
    <w:rsid w:val="0047207C"/>
    <w:rsid w:val="00472CD6"/>
    <w:rsid w:val="00474918"/>
    <w:rsid w:val="00474E3C"/>
    <w:rsid w:val="00480A58"/>
    <w:rsid w:val="00482151"/>
    <w:rsid w:val="00483127"/>
    <w:rsid w:val="00484A11"/>
    <w:rsid w:val="00485D77"/>
    <w:rsid w:val="00485FAD"/>
    <w:rsid w:val="004879A2"/>
    <w:rsid w:val="00487AED"/>
    <w:rsid w:val="00491EDF"/>
    <w:rsid w:val="00492A3F"/>
    <w:rsid w:val="00494F62"/>
    <w:rsid w:val="004955C0"/>
    <w:rsid w:val="004975E6"/>
    <w:rsid w:val="004A1F8F"/>
    <w:rsid w:val="004A2001"/>
    <w:rsid w:val="004A2F2F"/>
    <w:rsid w:val="004A3590"/>
    <w:rsid w:val="004A453F"/>
    <w:rsid w:val="004A6527"/>
    <w:rsid w:val="004B00A7"/>
    <w:rsid w:val="004B25E2"/>
    <w:rsid w:val="004B34D7"/>
    <w:rsid w:val="004B5037"/>
    <w:rsid w:val="004B5B2F"/>
    <w:rsid w:val="004B5E9D"/>
    <w:rsid w:val="004B626A"/>
    <w:rsid w:val="004B660E"/>
    <w:rsid w:val="004B6683"/>
    <w:rsid w:val="004C05BD"/>
    <w:rsid w:val="004C1C9D"/>
    <w:rsid w:val="004C3B06"/>
    <w:rsid w:val="004C3F97"/>
    <w:rsid w:val="004C537E"/>
    <w:rsid w:val="004C7EE7"/>
    <w:rsid w:val="004D2DEE"/>
    <w:rsid w:val="004D2E1F"/>
    <w:rsid w:val="004D35E5"/>
    <w:rsid w:val="004D6530"/>
    <w:rsid w:val="004D7FD9"/>
    <w:rsid w:val="004E1324"/>
    <w:rsid w:val="004E19A5"/>
    <w:rsid w:val="004E37E5"/>
    <w:rsid w:val="004E3FDB"/>
    <w:rsid w:val="004E6CE0"/>
    <w:rsid w:val="004E78FD"/>
    <w:rsid w:val="004F04C8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06A03"/>
    <w:rsid w:val="0051094B"/>
    <w:rsid w:val="005110D7"/>
    <w:rsid w:val="00511D99"/>
    <w:rsid w:val="005128D3"/>
    <w:rsid w:val="005147E8"/>
    <w:rsid w:val="005155A4"/>
    <w:rsid w:val="005158F2"/>
    <w:rsid w:val="00516572"/>
    <w:rsid w:val="00516616"/>
    <w:rsid w:val="00521E02"/>
    <w:rsid w:val="00526DFC"/>
    <w:rsid w:val="00526F43"/>
    <w:rsid w:val="00527651"/>
    <w:rsid w:val="00533FC3"/>
    <w:rsid w:val="005363AB"/>
    <w:rsid w:val="00544EF4"/>
    <w:rsid w:val="00545E53"/>
    <w:rsid w:val="005473B2"/>
    <w:rsid w:val="005479D9"/>
    <w:rsid w:val="005537AB"/>
    <w:rsid w:val="005572BD"/>
    <w:rsid w:val="005577E9"/>
    <w:rsid w:val="00557A12"/>
    <w:rsid w:val="00560AC7"/>
    <w:rsid w:val="00561AFB"/>
    <w:rsid w:val="00561FA8"/>
    <w:rsid w:val="005635ED"/>
    <w:rsid w:val="00565253"/>
    <w:rsid w:val="00565D28"/>
    <w:rsid w:val="00570191"/>
    <w:rsid w:val="00570570"/>
    <w:rsid w:val="00572512"/>
    <w:rsid w:val="00573EE6"/>
    <w:rsid w:val="0057547F"/>
    <w:rsid w:val="005754EE"/>
    <w:rsid w:val="00576072"/>
    <w:rsid w:val="0057617E"/>
    <w:rsid w:val="00576497"/>
    <w:rsid w:val="00580B9D"/>
    <w:rsid w:val="00580E01"/>
    <w:rsid w:val="00583581"/>
    <w:rsid w:val="005835E7"/>
    <w:rsid w:val="0058397F"/>
    <w:rsid w:val="00583BF8"/>
    <w:rsid w:val="00585F33"/>
    <w:rsid w:val="00591124"/>
    <w:rsid w:val="00596725"/>
    <w:rsid w:val="00597024"/>
    <w:rsid w:val="005A0274"/>
    <w:rsid w:val="005A095C"/>
    <w:rsid w:val="005A4F53"/>
    <w:rsid w:val="005A57E5"/>
    <w:rsid w:val="005A5C9E"/>
    <w:rsid w:val="005A669D"/>
    <w:rsid w:val="005A75D8"/>
    <w:rsid w:val="005B1B61"/>
    <w:rsid w:val="005B713E"/>
    <w:rsid w:val="005C03B6"/>
    <w:rsid w:val="005C1D79"/>
    <w:rsid w:val="005C348E"/>
    <w:rsid w:val="005C68E1"/>
    <w:rsid w:val="005C71DA"/>
    <w:rsid w:val="005D3763"/>
    <w:rsid w:val="005D55E1"/>
    <w:rsid w:val="005E14B5"/>
    <w:rsid w:val="005E19F7"/>
    <w:rsid w:val="005E2B8A"/>
    <w:rsid w:val="005E4F04"/>
    <w:rsid w:val="005E50C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6D34"/>
    <w:rsid w:val="006079C7"/>
    <w:rsid w:val="00607A93"/>
    <w:rsid w:val="00607B0E"/>
    <w:rsid w:val="00610C08"/>
    <w:rsid w:val="00611F74"/>
    <w:rsid w:val="00615772"/>
    <w:rsid w:val="00617A35"/>
    <w:rsid w:val="00617A77"/>
    <w:rsid w:val="00617E48"/>
    <w:rsid w:val="00620D12"/>
    <w:rsid w:val="00621256"/>
    <w:rsid w:val="0062141C"/>
    <w:rsid w:val="00621F4D"/>
    <w:rsid w:val="00621FCC"/>
    <w:rsid w:val="00622E4B"/>
    <w:rsid w:val="00625E89"/>
    <w:rsid w:val="006304C8"/>
    <w:rsid w:val="00632E13"/>
    <w:rsid w:val="006333DA"/>
    <w:rsid w:val="00633A0D"/>
    <w:rsid w:val="00635134"/>
    <w:rsid w:val="006356E2"/>
    <w:rsid w:val="00635A85"/>
    <w:rsid w:val="00642A65"/>
    <w:rsid w:val="00642EE6"/>
    <w:rsid w:val="00645DCE"/>
    <w:rsid w:val="006465AC"/>
    <w:rsid w:val="006465BF"/>
    <w:rsid w:val="006536A2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0C9E"/>
    <w:rsid w:val="00681F9F"/>
    <w:rsid w:val="006831F9"/>
    <w:rsid w:val="00683B64"/>
    <w:rsid w:val="006840EA"/>
    <w:rsid w:val="006844E2"/>
    <w:rsid w:val="00685267"/>
    <w:rsid w:val="0068607E"/>
    <w:rsid w:val="0068643F"/>
    <w:rsid w:val="006872AE"/>
    <w:rsid w:val="00690082"/>
    <w:rsid w:val="00690252"/>
    <w:rsid w:val="00690AAB"/>
    <w:rsid w:val="00692434"/>
    <w:rsid w:val="00693703"/>
    <w:rsid w:val="006946BB"/>
    <w:rsid w:val="006959E9"/>
    <w:rsid w:val="006969FA"/>
    <w:rsid w:val="006A0B15"/>
    <w:rsid w:val="006A35D5"/>
    <w:rsid w:val="006A748A"/>
    <w:rsid w:val="006B2BDD"/>
    <w:rsid w:val="006B374F"/>
    <w:rsid w:val="006C0C42"/>
    <w:rsid w:val="006C0EFC"/>
    <w:rsid w:val="006C20FD"/>
    <w:rsid w:val="006C3A65"/>
    <w:rsid w:val="006C419E"/>
    <w:rsid w:val="006C4A31"/>
    <w:rsid w:val="006C519A"/>
    <w:rsid w:val="006C52B5"/>
    <w:rsid w:val="006C5AC2"/>
    <w:rsid w:val="006C6590"/>
    <w:rsid w:val="006C6AFB"/>
    <w:rsid w:val="006C71E8"/>
    <w:rsid w:val="006D2735"/>
    <w:rsid w:val="006D45B2"/>
    <w:rsid w:val="006D4AE6"/>
    <w:rsid w:val="006D5416"/>
    <w:rsid w:val="006E0B2C"/>
    <w:rsid w:val="006E0FCC"/>
    <w:rsid w:val="006E1E96"/>
    <w:rsid w:val="006E34AD"/>
    <w:rsid w:val="006E48CE"/>
    <w:rsid w:val="006E5E21"/>
    <w:rsid w:val="006F2648"/>
    <w:rsid w:val="006F2F10"/>
    <w:rsid w:val="006F40D8"/>
    <w:rsid w:val="006F482B"/>
    <w:rsid w:val="006F5808"/>
    <w:rsid w:val="006F6311"/>
    <w:rsid w:val="00700D1D"/>
    <w:rsid w:val="0070148D"/>
    <w:rsid w:val="00701952"/>
    <w:rsid w:val="00702556"/>
    <w:rsid w:val="0070277E"/>
    <w:rsid w:val="00704156"/>
    <w:rsid w:val="007069FC"/>
    <w:rsid w:val="00711221"/>
    <w:rsid w:val="00712675"/>
    <w:rsid w:val="007135DC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44D8"/>
    <w:rsid w:val="00736008"/>
    <w:rsid w:val="00736A64"/>
    <w:rsid w:val="00737F6A"/>
    <w:rsid w:val="007410B6"/>
    <w:rsid w:val="00743CA6"/>
    <w:rsid w:val="00744C6F"/>
    <w:rsid w:val="007457F6"/>
    <w:rsid w:val="00745ABB"/>
    <w:rsid w:val="00746522"/>
    <w:rsid w:val="007466E4"/>
    <w:rsid w:val="00746E38"/>
    <w:rsid w:val="00747C59"/>
    <w:rsid w:val="00747CD5"/>
    <w:rsid w:val="007537FA"/>
    <w:rsid w:val="00753B51"/>
    <w:rsid w:val="007556FB"/>
    <w:rsid w:val="00756629"/>
    <w:rsid w:val="00757269"/>
    <w:rsid w:val="007575D2"/>
    <w:rsid w:val="00757B4F"/>
    <w:rsid w:val="00757B6A"/>
    <w:rsid w:val="00760A4B"/>
    <w:rsid w:val="007610E0"/>
    <w:rsid w:val="007621AA"/>
    <w:rsid w:val="0076260A"/>
    <w:rsid w:val="00764A67"/>
    <w:rsid w:val="007656D4"/>
    <w:rsid w:val="00770F6B"/>
    <w:rsid w:val="00771883"/>
    <w:rsid w:val="007736E7"/>
    <w:rsid w:val="00776DC2"/>
    <w:rsid w:val="00780122"/>
    <w:rsid w:val="007809CC"/>
    <w:rsid w:val="0078214B"/>
    <w:rsid w:val="0078498A"/>
    <w:rsid w:val="00784CA0"/>
    <w:rsid w:val="007878FE"/>
    <w:rsid w:val="007900B4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5A32"/>
    <w:rsid w:val="007A789F"/>
    <w:rsid w:val="007A7F5C"/>
    <w:rsid w:val="007B75BC"/>
    <w:rsid w:val="007C0BD6"/>
    <w:rsid w:val="007C3806"/>
    <w:rsid w:val="007C4510"/>
    <w:rsid w:val="007C572A"/>
    <w:rsid w:val="007C5BB7"/>
    <w:rsid w:val="007C7CEF"/>
    <w:rsid w:val="007D07D5"/>
    <w:rsid w:val="007D1110"/>
    <w:rsid w:val="007D1C64"/>
    <w:rsid w:val="007D32DD"/>
    <w:rsid w:val="007D3FCA"/>
    <w:rsid w:val="007D6DCE"/>
    <w:rsid w:val="007D72C4"/>
    <w:rsid w:val="007E1319"/>
    <w:rsid w:val="007E20A9"/>
    <w:rsid w:val="007E2CFC"/>
    <w:rsid w:val="007E2CFE"/>
    <w:rsid w:val="007E59C9"/>
    <w:rsid w:val="007E7178"/>
    <w:rsid w:val="007F0072"/>
    <w:rsid w:val="007F2B18"/>
    <w:rsid w:val="007F2EB6"/>
    <w:rsid w:val="007F54C3"/>
    <w:rsid w:val="007F7F8C"/>
    <w:rsid w:val="00802949"/>
    <w:rsid w:val="0080301E"/>
    <w:rsid w:val="0080365F"/>
    <w:rsid w:val="008054CB"/>
    <w:rsid w:val="00812BE5"/>
    <w:rsid w:val="00813746"/>
    <w:rsid w:val="00817429"/>
    <w:rsid w:val="00821514"/>
    <w:rsid w:val="00821E35"/>
    <w:rsid w:val="00821FE8"/>
    <w:rsid w:val="00824316"/>
    <w:rsid w:val="00824591"/>
    <w:rsid w:val="00824AED"/>
    <w:rsid w:val="00827820"/>
    <w:rsid w:val="00827C37"/>
    <w:rsid w:val="00831B8B"/>
    <w:rsid w:val="008322BB"/>
    <w:rsid w:val="0083405D"/>
    <w:rsid w:val="008352D4"/>
    <w:rsid w:val="00836DB9"/>
    <w:rsid w:val="00837C67"/>
    <w:rsid w:val="008415B0"/>
    <w:rsid w:val="00842028"/>
    <w:rsid w:val="008436B8"/>
    <w:rsid w:val="008460B6"/>
    <w:rsid w:val="00846B9B"/>
    <w:rsid w:val="00850C9D"/>
    <w:rsid w:val="008525BF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77BB9"/>
    <w:rsid w:val="008802AF"/>
    <w:rsid w:val="00881926"/>
    <w:rsid w:val="0088318F"/>
    <w:rsid w:val="0088331D"/>
    <w:rsid w:val="00883CF5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0C83"/>
    <w:rsid w:val="008A4D59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13EA"/>
    <w:rsid w:val="008C3524"/>
    <w:rsid w:val="008C4061"/>
    <w:rsid w:val="008C4229"/>
    <w:rsid w:val="008C5489"/>
    <w:rsid w:val="008C5BE0"/>
    <w:rsid w:val="008C7233"/>
    <w:rsid w:val="008D1EF7"/>
    <w:rsid w:val="008D2434"/>
    <w:rsid w:val="008D2A05"/>
    <w:rsid w:val="008D5FBD"/>
    <w:rsid w:val="008E171D"/>
    <w:rsid w:val="008E2785"/>
    <w:rsid w:val="008E2B0C"/>
    <w:rsid w:val="008E4592"/>
    <w:rsid w:val="008E7161"/>
    <w:rsid w:val="008E78A3"/>
    <w:rsid w:val="008F0654"/>
    <w:rsid w:val="008F06CB"/>
    <w:rsid w:val="008F2E83"/>
    <w:rsid w:val="008F612A"/>
    <w:rsid w:val="0090136E"/>
    <w:rsid w:val="0090293D"/>
    <w:rsid w:val="009034DE"/>
    <w:rsid w:val="00905396"/>
    <w:rsid w:val="0090605D"/>
    <w:rsid w:val="00906419"/>
    <w:rsid w:val="00912889"/>
    <w:rsid w:val="00913A42"/>
    <w:rsid w:val="009140CD"/>
    <w:rsid w:val="00914167"/>
    <w:rsid w:val="009143DB"/>
    <w:rsid w:val="00915065"/>
    <w:rsid w:val="00915626"/>
    <w:rsid w:val="00915DE2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069"/>
    <w:rsid w:val="00943751"/>
    <w:rsid w:val="00944BB6"/>
    <w:rsid w:val="00946DD0"/>
    <w:rsid w:val="009509E6"/>
    <w:rsid w:val="00951A81"/>
    <w:rsid w:val="00952018"/>
    <w:rsid w:val="00952800"/>
    <w:rsid w:val="009528CB"/>
    <w:rsid w:val="0095300D"/>
    <w:rsid w:val="00953597"/>
    <w:rsid w:val="00956812"/>
    <w:rsid w:val="00956C11"/>
    <w:rsid w:val="0095719A"/>
    <w:rsid w:val="009623E9"/>
    <w:rsid w:val="00963EEB"/>
    <w:rsid w:val="009648BC"/>
    <w:rsid w:val="00964C2F"/>
    <w:rsid w:val="00965A43"/>
    <w:rsid w:val="00965F88"/>
    <w:rsid w:val="009669D8"/>
    <w:rsid w:val="00966F11"/>
    <w:rsid w:val="0096740A"/>
    <w:rsid w:val="0097368E"/>
    <w:rsid w:val="0098487B"/>
    <w:rsid w:val="00984E03"/>
    <w:rsid w:val="00985E6D"/>
    <w:rsid w:val="009872FC"/>
    <w:rsid w:val="00987E85"/>
    <w:rsid w:val="009A0D12"/>
    <w:rsid w:val="009A1987"/>
    <w:rsid w:val="009A1CDC"/>
    <w:rsid w:val="009A2BEE"/>
    <w:rsid w:val="009A3A30"/>
    <w:rsid w:val="009A5289"/>
    <w:rsid w:val="009A6522"/>
    <w:rsid w:val="009A708F"/>
    <w:rsid w:val="009A7A53"/>
    <w:rsid w:val="009A7F54"/>
    <w:rsid w:val="009B0402"/>
    <w:rsid w:val="009B0B75"/>
    <w:rsid w:val="009B16DF"/>
    <w:rsid w:val="009B276B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2CEE"/>
    <w:rsid w:val="009D3316"/>
    <w:rsid w:val="009D4F86"/>
    <w:rsid w:val="009D55AA"/>
    <w:rsid w:val="009E3E77"/>
    <w:rsid w:val="009E3FAB"/>
    <w:rsid w:val="009E5B3F"/>
    <w:rsid w:val="009E7D90"/>
    <w:rsid w:val="009F1AB0"/>
    <w:rsid w:val="009F501D"/>
    <w:rsid w:val="00A039D5"/>
    <w:rsid w:val="00A03CB3"/>
    <w:rsid w:val="00A046AD"/>
    <w:rsid w:val="00A079C1"/>
    <w:rsid w:val="00A1248E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268F"/>
    <w:rsid w:val="00A22C43"/>
    <w:rsid w:val="00A24FCC"/>
    <w:rsid w:val="00A26A90"/>
    <w:rsid w:val="00A26B27"/>
    <w:rsid w:val="00A3032D"/>
    <w:rsid w:val="00A30E4F"/>
    <w:rsid w:val="00A32253"/>
    <w:rsid w:val="00A3310E"/>
    <w:rsid w:val="00A333A0"/>
    <w:rsid w:val="00A37B8B"/>
    <w:rsid w:val="00A37E70"/>
    <w:rsid w:val="00A4265F"/>
    <w:rsid w:val="00A437E1"/>
    <w:rsid w:val="00A4685E"/>
    <w:rsid w:val="00A50CD4"/>
    <w:rsid w:val="00A51191"/>
    <w:rsid w:val="00A51A63"/>
    <w:rsid w:val="00A56CB0"/>
    <w:rsid w:val="00A56D62"/>
    <w:rsid w:val="00A56F07"/>
    <w:rsid w:val="00A5762C"/>
    <w:rsid w:val="00A600FC"/>
    <w:rsid w:val="00A60BCA"/>
    <w:rsid w:val="00A61BAE"/>
    <w:rsid w:val="00A638DA"/>
    <w:rsid w:val="00A65B41"/>
    <w:rsid w:val="00A65E00"/>
    <w:rsid w:val="00A66A78"/>
    <w:rsid w:val="00A7436E"/>
    <w:rsid w:val="00A74E96"/>
    <w:rsid w:val="00A75A8E"/>
    <w:rsid w:val="00A770A0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404"/>
    <w:rsid w:val="00AB67FC"/>
    <w:rsid w:val="00AC00F2"/>
    <w:rsid w:val="00AC31B5"/>
    <w:rsid w:val="00AC3BB6"/>
    <w:rsid w:val="00AC4EA1"/>
    <w:rsid w:val="00AC5381"/>
    <w:rsid w:val="00AC5920"/>
    <w:rsid w:val="00AD030F"/>
    <w:rsid w:val="00AD0E65"/>
    <w:rsid w:val="00AD2BF2"/>
    <w:rsid w:val="00AD3006"/>
    <w:rsid w:val="00AD4E90"/>
    <w:rsid w:val="00AD5422"/>
    <w:rsid w:val="00AD5759"/>
    <w:rsid w:val="00AE13DF"/>
    <w:rsid w:val="00AE249A"/>
    <w:rsid w:val="00AE4179"/>
    <w:rsid w:val="00AE4425"/>
    <w:rsid w:val="00AE4FBE"/>
    <w:rsid w:val="00AE650F"/>
    <w:rsid w:val="00AE6555"/>
    <w:rsid w:val="00AE7D16"/>
    <w:rsid w:val="00AF4CAA"/>
    <w:rsid w:val="00AF5194"/>
    <w:rsid w:val="00AF571A"/>
    <w:rsid w:val="00AF5DDF"/>
    <w:rsid w:val="00AF60A0"/>
    <w:rsid w:val="00AF67FC"/>
    <w:rsid w:val="00AF7DF5"/>
    <w:rsid w:val="00B006E5"/>
    <w:rsid w:val="00B024C2"/>
    <w:rsid w:val="00B046D0"/>
    <w:rsid w:val="00B05713"/>
    <w:rsid w:val="00B07700"/>
    <w:rsid w:val="00B13921"/>
    <w:rsid w:val="00B1528C"/>
    <w:rsid w:val="00B16807"/>
    <w:rsid w:val="00B16ACD"/>
    <w:rsid w:val="00B21487"/>
    <w:rsid w:val="00B22971"/>
    <w:rsid w:val="00B232D1"/>
    <w:rsid w:val="00B24D0E"/>
    <w:rsid w:val="00B24DB5"/>
    <w:rsid w:val="00B31F9E"/>
    <w:rsid w:val="00B3268F"/>
    <w:rsid w:val="00B32C2C"/>
    <w:rsid w:val="00B33A1A"/>
    <w:rsid w:val="00B33E6C"/>
    <w:rsid w:val="00B352B9"/>
    <w:rsid w:val="00B371CC"/>
    <w:rsid w:val="00B40638"/>
    <w:rsid w:val="00B41CD9"/>
    <w:rsid w:val="00B427E6"/>
    <w:rsid w:val="00B428A6"/>
    <w:rsid w:val="00B43E1F"/>
    <w:rsid w:val="00B45FBC"/>
    <w:rsid w:val="00B46A8E"/>
    <w:rsid w:val="00B51A7D"/>
    <w:rsid w:val="00B529B4"/>
    <w:rsid w:val="00B535C2"/>
    <w:rsid w:val="00B54A94"/>
    <w:rsid w:val="00B55544"/>
    <w:rsid w:val="00B642FC"/>
    <w:rsid w:val="00B64D26"/>
    <w:rsid w:val="00B64FBB"/>
    <w:rsid w:val="00B704C5"/>
    <w:rsid w:val="00B70E22"/>
    <w:rsid w:val="00B715D4"/>
    <w:rsid w:val="00B76D74"/>
    <w:rsid w:val="00B76DCA"/>
    <w:rsid w:val="00B774CB"/>
    <w:rsid w:val="00B803E7"/>
    <w:rsid w:val="00B80402"/>
    <w:rsid w:val="00B80B9A"/>
    <w:rsid w:val="00B830B7"/>
    <w:rsid w:val="00B848EA"/>
    <w:rsid w:val="00B84B2B"/>
    <w:rsid w:val="00B87A7A"/>
    <w:rsid w:val="00B90500"/>
    <w:rsid w:val="00B9176C"/>
    <w:rsid w:val="00B935A4"/>
    <w:rsid w:val="00B97FE1"/>
    <w:rsid w:val="00BA0954"/>
    <w:rsid w:val="00BA12B1"/>
    <w:rsid w:val="00BA561A"/>
    <w:rsid w:val="00BA56D0"/>
    <w:rsid w:val="00BB05A0"/>
    <w:rsid w:val="00BB0DC6"/>
    <w:rsid w:val="00BB15E4"/>
    <w:rsid w:val="00BB1E19"/>
    <w:rsid w:val="00BB21D1"/>
    <w:rsid w:val="00BB26B0"/>
    <w:rsid w:val="00BB32F2"/>
    <w:rsid w:val="00BB4338"/>
    <w:rsid w:val="00BB534A"/>
    <w:rsid w:val="00BB6C0E"/>
    <w:rsid w:val="00BB7B38"/>
    <w:rsid w:val="00BC11E5"/>
    <w:rsid w:val="00BC4BC6"/>
    <w:rsid w:val="00BC52FD"/>
    <w:rsid w:val="00BC5B4E"/>
    <w:rsid w:val="00BC6E62"/>
    <w:rsid w:val="00BC7443"/>
    <w:rsid w:val="00BD0648"/>
    <w:rsid w:val="00BD1040"/>
    <w:rsid w:val="00BD34AA"/>
    <w:rsid w:val="00BD4C69"/>
    <w:rsid w:val="00BD4FD9"/>
    <w:rsid w:val="00BE0C44"/>
    <w:rsid w:val="00BE1B8B"/>
    <w:rsid w:val="00BE2A18"/>
    <w:rsid w:val="00BE2C01"/>
    <w:rsid w:val="00BE41EC"/>
    <w:rsid w:val="00BE56FB"/>
    <w:rsid w:val="00BE6E43"/>
    <w:rsid w:val="00BF29B9"/>
    <w:rsid w:val="00BF3DDE"/>
    <w:rsid w:val="00BF4C70"/>
    <w:rsid w:val="00BF4CAF"/>
    <w:rsid w:val="00BF6589"/>
    <w:rsid w:val="00BF6CF6"/>
    <w:rsid w:val="00BF6F7F"/>
    <w:rsid w:val="00C00647"/>
    <w:rsid w:val="00C02764"/>
    <w:rsid w:val="00C049F6"/>
    <w:rsid w:val="00C04CEF"/>
    <w:rsid w:val="00C063AD"/>
    <w:rsid w:val="00C0662F"/>
    <w:rsid w:val="00C11943"/>
    <w:rsid w:val="00C11BA3"/>
    <w:rsid w:val="00C12E96"/>
    <w:rsid w:val="00C141DC"/>
    <w:rsid w:val="00C14763"/>
    <w:rsid w:val="00C16141"/>
    <w:rsid w:val="00C16522"/>
    <w:rsid w:val="00C2363F"/>
    <w:rsid w:val="00C236C8"/>
    <w:rsid w:val="00C2402C"/>
    <w:rsid w:val="00C260B1"/>
    <w:rsid w:val="00C26E56"/>
    <w:rsid w:val="00C27E82"/>
    <w:rsid w:val="00C31406"/>
    <w:rsid w:val="00C34707"/>
    <w:rsid w:val="00C351B8"/>
    <w:rsid w:val="00C35DCF"/>
    <w:rsid w:val="00C37194"/>
    <w:rsid w:val="00C40637"/>
    <w:rsid w:val="00C40A33"/>
    <w:rsid w:val="00C40CE3"/>
    <w:rsid w:val="00C40F6C"/>
    <w:rsid w:val="00C44426"/>
    <w:rsid w:val="00C445F3"/>
    <w:rsid w:val="00C4489D"/>
    <w:rsid w:val="00C450C0"/>
    <w:rsid w:val="00C451F4"/>
    <w:rsid w:val="00C45286"/>
    <w:rsid w:val="00C45EB1"/>
    <w:rsid w:val="00C51F93"/>
    <w:rsid w:val="00C54A3A"/>
    <w:rsid w:val="00C55566"/>
    <w:rsid w:val="00C56448"/>
    <w:rsid w:val="00C667BE"/>
    <w:rsid w:val="00C6766B"/>
    <w:rsid w:val="00C70597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508B"/>
    <w:rsid w:val="00C96057"/>
    <w:rsid w:val="00CA1675"/>
    <w:rsid w:val="00CA4A18"/>
    <w:rsid w:val="00CB0308"/>
    <w:rsid w:val="00CB18D0"/>
    <w:rsid w:val="00CB1C8A"/>
    <w:rsid w:val="00CB24F5"/>
    <w:rsid w:val="00CB2663"/>
    <w:rsid w:val="00CB3BBE"/>
    <w:rsid w:val="00CB422B"/>
    <w:rsid w:val="00CB514B"/>
    <w:rsid w:val="00CB59E9"/>
    <w:rsid w:val="00CB6332"/>
    <w:rsid w:val="00CC0D6A"/>
    <w:rsid w:val="00CC1FDF"/>
    <w:rsid w:val="00CC2243"/>
    <w:rsid w:val="00CC375F"/>
    <w:rsid w:val="00CC3831"/>
    <w:rsid w:val="00CC3E3D"/>
    <w:rsid w:val="00CC3E7C"/>
    <w:rsid w:val="00CC417F"/>
    <w:rsid w:val="00CC519B"/>
    <w:rsid w:val="00CD12C1"/>
    <w:rsid w:val="00CD214E"/>
    <w:rsid w:val="00CD46FA"/>
    <w:rsid w:val="00CD5973"/>
    <w:rsid w:val="00CE0B1B"/>
    <w:rsid w:val="00CE31A6"/>
    <w:rsid w:val="00CE4377"/>
    <w:rsid w:val="00CF09AA"/>
    <w:rsid w:val="00CF4813"/>
    <w:rsid w:val="00CF5233"/>
    <w:rsid w:val="00CF7B0F"/>
    <w:rsid w:val="00CF7B5C"/>
    <w:rsid w:val="00D016AF"/>
    <w:rsid w:val="00D0241D"/>
    <w:rsid w:val="00D029B8"/>
    <w:rsid w:val="00D02F60"/>
    <w:rsid w:val="00D0464E"/>
    <w:rsid w:val="00D04A96"/>
    <w:rsid w:val="00D07A7B"/>
    <w:rsid w:val="00D07BFE"/>
    <w:rsid w:val="00D10E06"/>
    <w:rsid w:val="00D11EA8"/>
    <w:rsid w:val="00D15197"/>
    <w:rsid w:val="00D16820"/>
    <w:rsid w:val="00D169C8"/>
    <w:rsid w:val="00D170A6"/>
    <w:rsid w:val="00D1793F"/>
    <w:rsid w:val="00D17C55"/>
    <w:rsid w:val="00D22AF5"/>
    <w:rsid w:val="00D235EA"/>
    <w:rsid w:val="00D247A9"/>
    <w:rsid w:val="00D30E84"/>
    <w:rsid w:val="00D32721"/>
    <w:rsid w:val="00D328DC"/>
    <w:rsid w:val="00D33387"/>
    <w:rsid w:val="00D36D02"/>
    <w:rsid w:val="00D36D35"/>
    <w:rsid w:val="00D402FB"/>
    <w:rsid w:val="00D40590"/>
    <w:rsid w:val="00D46474"/>
    <w:rsid w:val="00D47D7A"/>
    <w:rsid w:val="00D50ABD"/>
    <w:rsid w:val="00D55290"/>
    <w:rsid w:val="00D57791"/>
    <w:rsid w:val="00D6046A"/>
    <w:rsid w:val="00D625E0"/>
    <w:rsid w:val="00D62870"/>
    <w:rsid w:val="00D63C5A"/>
    <w:rsid w:val="00D644F4"/>
    <w:rsid w:val="00D655D9"/>
    <w:rsid w:val="00D65872"/>
    <w:rsid w:val="00D65E7A"/>
    <w:rsid w:val="00D676F3"/>
    <w:rsid w:val="00D70EF5"/>
    <w:rsid w:val="00D71024"/>
    <w:rsid w:val="00D71A25"/>
    <w:rsid w:val="00D71FCF"/>
    <w:rsid w:val="00D72A54"/>
    <w:rsid w:val="00D72CC1"/>
    <w:rsid w:val="00D76EC9"/>
    <w:rsid w:val="00D80155"/>
    <w:rsid w:val="00D80E7D"/>
    <w:rsid w:val="00D81397"/>
    <w:rsid w:val="00D83C9B"/>
    <w:rsid w:val="00D848B9"/>
    <w:rsid w:val="00D84E7F"/>
    <w:rsid w:val="00D87AF9"/>
    <w:rsid w:val="00D90C3C"/>
    <w:rsid w:val="00D90E69"/>
    <w:rsid w:val="00D91368"/>
    <w:rsid w:val="00D93106"/>
    <w:rsid w:val="00D933E9"/>
    <w:rsid w:val="00D94F79"/>
    <w:rsid w:val="00D9505D"/>
    <w:rsid w:val="00D953D0"/>
    <w:rsid w:val="00D95935"/>
    <w:rsid w:val="00D959F5"/>
    <w:rsid w:val="00D95A2C"/>
    <w:rsid w:val="00D96884"/>
    <w:rsid w:val="00D977E2"/>
    <w:rsid w:val="00DA0643"/>
    <w:rsid w:val="00DA0912"/>
    <w:rsid w:val="00DA1B4B"/>
    <w:rsid w:val="00DA3436"/>
    <w:rsid w:val="00DA3FDD"/>
    <w:rsid w:val="00DA4E5A"/>
    <w:rsid w:val="00DA5FF2"/>
    <w:rsid w:val="00DA7017"/>
    <w:rsid w:val="00DA7028"/>
    <w:rsid w:val="00DB0086"/>
    <w:rsid w:val="00DB1AD2"/>
    <w:rsid w:val="00DB2B58"/>
    <w:rsid w:val="00DB5206"/>
    <w:rsid w:val="00DB6276"/>
    <w:rsid w:val="00DB63F5"/>
    <w:rsid w:val="00DB7C2E"/>
    <w:rsid w:val="00DC1C6B"/>
    <w:rsid w:val="00DC277E"/>
    <w:rsid w:val="00DC2C2E"/>
    <w:rsid w:val="00DC4AF0"/>
    <w:rsid w:val="00DC5010"/>
    <w:rsid w:val="00DC780C"/>
    <w:rsid w:val="00DC7886"/>
    <w:rsid w:val="00DD0CF2"/>
    <w:rsid w:val="00DD1D87"/>
    <w:rsid w:val="00DD2927"/>
    <w:rsid w:val="00DD4FB7"/>
    <w:rsid w:val="00DE1554"/>
    <w:rsid w:val="00DE2901"/>
    <w:rsid w:val="00DE590F"/>
    <w:rsid w:val="00DE6295"/>
    <w:rsid w:val="00DE7026"/>
    <w:rsid w:val="00DE7DC1"/>
    <w:rsid w:val="00DF25A8"/>
    <w:rsid w:val="00DF3F7E"/>
    <w:rsid w:val="00DF69B0"/>
    <w:rsid w:val="00DF7648"/>
    <w:rsid w:val="00DF78A8"/>
    <w:rsid w:val="00DF7E3B"/>
    <w:rsid w:val="00E00E29"/>
    <w:rsid w:val="00E02BAB"/>
    <w:rsid w:val="00E030CE"/>
    <w:rsid w:val="00E0471A"/>
    <w:rsid w:val="00E04CEB"/>
    <w:rsid w:val="00E060BC"/>
    <w:rsid w:val="00E074C3"/>
    <w:rsid w:val="00E11086"/>
    <w:rsid w:val="00E11420"/>
    <w:rsid w:val="00E132FB"/>
    <w:rsid w:val="00E170B7"/>
    <w:rsid w:val="00E177DD"/>
    <w:rsid w:val="00E20900"/>
    <w:rsid w:val="00E20C7F"/>
    <w:rsid w:val="00E2396E"/>
    <w:rsid w:val="00E24728"/>
    <w:rsid w:val="00E26353"/>
    <w:rsid w:val="00E276AC"/>
    <w:rsid w:val="00E32F0B"/>
    <w:rsid w:val="00E33B9C"/>
    <w:rsid w:val="00E34A35"/>
    <w:rsid w:val="00E3512E"/>
    <w:rsid w:val="00E36DDF"/>
    <w:rsid w:val="00E37C2F"/>
    <w:rsid w:val="00E41C28"/>
    <w:rsid w:val="00E427A7"/>
    <w:rsid w:val="00E46308"/>
    <w:rsid w:val="00E50E52"/>
    <w:rsid w:val="00E510CB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3D26"/>
    <w:rsid w:val="00E74E69"/>
    <w:rsid w:val="00E75DDA"/>
    <w:rsid w:val="00E773E8"/>
    <w:rsid w:val="00E77F2B"/>
    <w:rsid w:val="00E83ADD"/>
    <w:rsid w:val="00E84F0A"/>
    <w:rsid w:val="00E84F38"/>
    <w:rsid w:val="00E85623"/>
    <w:rsid w:val="00E87441"/>
    <w:rsid w:val="00E91FAE"/>
    <w:rsid w:val="00E92FC6"/>
    <w:rsid w:val="00E96DD7"/>
    <w:rsid w:val="00E96E3F"/>
    <w:rsid w:val="00E973A4"/>
    <w:rsid w:val="00EA0CE3"/>
    <w:rsid w:val="00EA270C"/>
    <w:rsid w:val="00EA4974"/>
    <w:rsid w:val="00EA532E"/>
    <w:rsid w:val="00EA5C19"/>
    <w:rsid w:val="00EA7812"/>
    <w:rsid w:val="00EB06D9"/>
    <w:rsid w:val="00EB1113"/>
    <w:rsid w:val="00EB192B"/>
    <w:rsid w:val="00EB19ED"/>
    <w:rsid w:val="00EB1CAB"/>
    <w:rsid w:val="00EB3D34"/>
    <w:rsid w:val="00EB7E91"/>
    <w:rsid w:val="00EC0F5A"/>
    <w:rsid w:val="00EC3F5C"/>
    <w:rsid w:val="00EC4265"/>
    <w:rsid w:val="00EC4CEB"/>
    <w:rsid w:val="00EC659E"/>
    <w:rsid w:val="00EC74E8"/>
    <w:rsid w:val="00EC74F2"/>
    <w:rsid w:val="00EC7AA7"/>
    <w:rsid w:val="00ED0DEC"/>
    <w:rsid w:val="00ED2072"/>
    <w:rsid w:val="00ED2AE0"/>
    <w:rsid w:val="00ED2E26"/>
    <w:rsid w:val="00ED44ED"/>
    <w:rsid w:val="00ED548E"/>
    <w:rsid w:val="00ED5553"/>
    <w:rsid w:val="00ED5E36"/>
    <w:rsid w:val="00ED6961"/>
    <w:rsid w:val="00ED6CF4"/>
    <w:rsid w:val="00ED79B8"/>
    <w:rsid w:val="00EE00D3"/>
    <w:rsid w:val="00EE02D0"/>
    <w:rsid w:val="00EE5F8F"/>
    <w:rsid w:val="00EF0B96"/>
    <w:rsid w:val="00EF3486"/>
    <w:rsid w:val="00EF44A5"/>
    <w:rsid w:val="00EF47AF"/>
    <w:rsid w:val="00EF53B6"/>
    <w:rsid w:val="00F00B73"/>
    <w:rsid w:val="00F067CE"/>
    <w:rsid w:val="00F115CA"/>
    <w:rsid w:val="00F14817"/>
    <w:rsid w:val="00F14EBA"/>
    <w:rsid w:val="00F1510F"/>
    <w:rsid w:val="00F1533A"/>
    <w:rsid w:val="00F15E5A"/>
    <w:rsid w:val="00F17F0A"/>
    <w:rsid w:val="00F232E7"/>
    <w:rsid w:val="00F2668F"/>
    <w:rsid w:val="00F2742F"/>
    <w:rsid w:val="00F2753B"/>
    <w:rsid w:val="00F30EB0"/>
    <w:rsid w:val="00F329E1"/>
    <w:rsid w:val="00F33F8B"/>
    <w:rsid w:val="00F340B2"/>
    <w:rsid w:val="00F3462D"/>
    <w:rsid w:val="00F43390"/>
    <w:rsid w:val="00F441F8"/>
    <w:rsid w:val="00F443B2"/>
    <w:rsid w:val="00F458D8"/>
    <w:rsid w:val="00F50237"/>
    <w:rsid w:val="00F52A73"/>
    <w:rsid w:val="00F53596"/>
    <w:rsid w:val="00F535AA"/>
    <w:rsid w:val="00F55BA8"/>
    <w:rsid w:val="00F55DB1"/>
    <w:rsid w:val="00F56ACA"/>
    <w:rsid w:val="00F57962"/>
    <w:rsid w:val="00F600FE"/>
    <w:rsid w:val="00F62E4D"/>
    <w:rsid w:val="00F65455"/>
    <w:rsid w:val="00F66B34"/>
    <w:rsid w:val="00F675B9"/>
    <w:rsid w:val="00F711C9"/>
    <w:rsid w:val="00F73678"/>
    <w:rsid w:val="00F74C59"/>
    <w:rsid w:val="00F75C3A"/>
    <w:rsid w:val="00F7792C"/>
    <w:rsid w:val="00F80450"/>
    <w:rsid w:val="00F80950"/>
    <w:rsid w:val="00F82948"/>
    <w:rsid w:val="00F82E30"/>
    <w:rsid w:val="00F831CB"/>
    <w:rsid w:val="00F848A3"/>
    <w:rsid w:val="00F84ACF"/>
    <w:rsid w:val="00F85742"/>
    <w:rsid w:val="00F85BF8"/>
    <w:rsid w:val="00F871CE"/>
    <w:rsid w:val="00F87802"/>
    <w:rsid w:val="00F87E45"/>
    <w:rsid w:val="00F92C0A"/>
    <w:rsid w:val="00F9399D"/>
    <w:rsid w:val="00F9415B"/>
    <w:rsid w:val="00F9446D"/>
    <w:rsid w:val="00F9503F"/>
    <w:rsid w:val="00FA13C2"/>
    <w:rsid w:val="00FA3E23"/>
    <w:rsid w:val="00FA3ECB"/>
    <w:rsid w:val="00FA468C"/>
    <w:rsid w:val="00FA7F91"/>
    <w:rsid w:val="00FB121C"/>
    <w:rsid w:val="00FB1CDD"/>
    <w:rsid w:val="00FB2C2F"/>
    <w:rsid w:val="00FB305C"/>
    <w:rsid w:val="00FB30E7"/>
    <w:rsid w:val="00FB37ED"/>
    <w:rsid w:val="00FC2E3D"/>
    <w:rsid w:val="00FC3BDE"/>
    <w:rsid w:val="00FC7409"/>
    <w:rsid w:val="00FD1DBE"/>
    <w:rsid w:val="00FD25A7"/>
    <w:rsid w:val="00FD27B6"/>
    <w:rsid w:val="00FD3689"/>
    <w:rsid w:val="00FD42A3"/>
    <w:rsid w:val="00FD7468"/>
    <w:rsid w:val="00FD7B90"/>
    <w:rsid w:val="00FD7CA2"/>
    <w:rsid w:val="00FD7CE0"/>
    <w:rsid w:val="00FE0B3B"/>
    <w:rsid w:val="00FE1BE2"/>
    <w:rsid w:val="00FE43A1"/>
    <w:rsid w:val="00FE730A"/>
    <w:rsid w:val="00FE7EFE"/>
    <w:rsid w:val="00FF1DD7"/>
    <w:rsid w:val="00FF27D1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8F5489-D6D3-444D-9EF9-D1B4D154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0D8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F30E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sub">
    <w:name w:val="sub"/>
    <w:basedOn w:val="Domylnaczcionkaakapitu"/>
    <w:rsid w:val="008D2A05"/>
    <w:rPr>
      <w:sz w:val="17"/>
      <w:szCs w:val="17"/>
      <w:vertAlign w:val="subscript"/>
    </w:rPr>
  </w:style>
  <w:style w:type="paragraph" w:styleId="Akapitzlist">
    <w:name w:val="List Paragraph"/>
    <w:basedOn w:val="Normalny"/>
    <w:uiPriority w:val="99"/>
    <w:rsid w:val="00E030C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99"/>
    <w:rsid w:val="009A6522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9A6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99"/>
    <w:qFormat/>
    <w:rsid w:val="008E7161"/>
    <w:rPr>
      <w:b/>
      <w:bCs/>
    </w:rPr>
  </w:style>
  <w:style w:type="character" w:styleId="Uwydatnienie">
    <w:name w:val="Emphasis"/>
    <w:basedOn w:val="Domylnaczcionkaakapitu"/>
    <w:uiPriority w:val="99"/>
    <w:rsid w:val="008E7161"/>
    <w:rPr>
      <w:i/>
      <w:iCs/>
    </w:rPr>
  </w:style>
  <w:style w:type="paragraph" w:customStyle="1" w:styleId="p">
    <w:name w:val="p"/>
    <w:uiPriority w:val="99"/>
    <w:rsid w:val="00FC740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pmainpub">
    <w:name w:val="p.mainpub"/>
    <w:uiPriority w:val="99"/>
    <w:rsid w:val="00FC7409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oint">
    <w:name w:val="div.point"/>
    <w:uiPriority w:val="99"/>
    <w:rsid w:val="00FC7409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h1maintyt">
    <w:name w:val="h1.maintyt"/>
    <w:uiPriority w:val="99"/>
    <w:rsid w:val="00FC7409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kt">
    <w:name w:val="div.pkt"/>
    <w:uiPriority w:val="99"/>
    <w:rsid w:val="00FC7409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h1chapter">
    <w:name w:val="h1.chapter"/>
    <w:uiPriority w:val="99"/>
    <w:rsid w:val="00FC7409"/>
    <w:pPr>
      <w:widowControl w:val="0"/>
      <w:autoSpaceDE w:val="0"/>
      <w:autoSpaceDN w:val="0"/>
      <w:adjustRightInd w:val="0"/>
      <w:spacing w:before="180" w:line="18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aragraph">
    <w:name w:val="div.paragraph"/>
    <w:uiPriority w:val="99"/>
    <w:rsid w:val="00FC7409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pparorig">
    <w:name w:val="p.parorig"/>
    <w:uiPriority w:val="99"/>
    <w:rsid w:val="00FC7409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Theme="minorEastAsia" w:hAnsi="Helvetica" w:cs="Helvetica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9"/>
    <w:rsid w:val="00F30EB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cze">
    <w:name w:val="Hyperlink"/>
    <w:basedOn w:val="Domylnaczcionkaakapitu"/>
    <w:uiPriority w:val="99"/>
    <w:unhideWhenUsed/>
    <w:rsid w:val="00E3512E"/>
    <w:rPr>
      <w:color w:val="0000FF" w:themeColor="hyperlink"/>
      <w:u w:val="single"/>
    </w:rPr>
  </w:style>
  <w:style w:type="paragraph" w:customStyle="1" w:styleId="StylWyjustowanyInterliniapojedyncze">
    <w:name w:val="Styl Wyjustowany Interlinia:  pojedyncze"/>
    <w:basedOn w:val="Normalny"/>
    <w:rsid w:val="00E84F0A"/>
    <w:pPr>
      <w:jc w:val="both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9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.szulc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45A57F2-BD2E-4053-A0B1-20DFC5D72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78</TotalTime>
  <Pages>1</Pages>
  <Words>3283</Words>
  <Characters>19704</Characters>
  <Application>Microsoft Office Word</Application>
  <DocSecurity>0</DocSecurity>
  <Lines>164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Godlewski Daniel</dc:creator>
  <cp:lastModifiedBy>Szulc Iwona</cp:lastModifiedBy>
  <cp:revision>11</cp:revision>
  <cp:lastPrinted>2019-06-24T08:46:00Z</cp:lastPrinted>
  <dcterms:created xsi:type="dcterms:W3CDTF">2019-12-06T13:23:00Z</dcterms:created>
  <dcterms:modified xsi:type="dcterms:W3CDTF">2019-12-10T16:17:00Z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